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55924">
            <w:pPr>
              <w:jc w:val="both"/>
            </w:pPr>
          </w:p>
        </w:tc>
        <w:tc>
          <w:tcPr>
            <w:tcW w:w="2552" w:type="dxa"/>
          </w:tcPr>
          <w:p w14:paraId="43A6B8CB" w14:textId="77777777" w:rsidR="00F64786" w:rsidRDefault="00F64786" w:rsidP="00D55924">
            <w:pPr>
              <w:jc w:val="both"/>
            </w:pPr>
          </w:p>
        </w:tc>
        <w:tc>
          <w:tcPr>
            <w:tcW w:w="823" w:type="dxa"/>
          </w:tcPr>
          <w:p w14:paraId="6E0C0CB9" w14:textId="77777777" w:rsidR="00F64786" w:rsidRDefault="00F64786" w:rsidP="00D55924">
            <w:pPr>
              <w:jc w:val="both"/>
            </w:pPr>
          </w:p>
        </w:tc>
        <w:tc>
          <w:tcPr>
            <w:tcW w:w="3685" w:type="dxa"/>
          </w:tcPr>
          <w:p w14:paraId="5F511243" w14:textId="77777777" w:rsidR="00F64786" w:rsidRDefault="00F64786" w:rsidP="00D55924">
            <w:pPr>
              <w:jc w:val="both"/>
            </w:pPr>
          </w:p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55924">
            <w:pPr>
              <w:jc w:val="both"/>
            </w:pPr>
          </w:p>
        </w:tc>
        <w:tc>
          <w:tcPr>
            <w:tcW w:w="2552" w:type="dxa"/>
          </w:tcPr>
          <w:p w14:paraId="00C8F008" w14:textId="77777777" w:rsidR="00F862D6" w:rsidRDefault="00F862D6" w:rsidP="00D55924">
            <w:pPr>
              <w:jc w:val="both"/>
            </w:pPr>
          </w:p>
        </w:tc>
        <w:tc>
          <w:tcPr>
            <w:tcW w:w="823" w:type="dxa"/>
          </w:tcPr>
          <w:p w14:paraId="37AD0334" w14:textId="77777777" w:rsidR="00F862D6" w:rsidRDefault="00F862D6" w:rsidP="00D55924">
            <w:pPr>
              <w:jc w:val="both"/>
            </w:pPr>
          </w:p>
        </w:tc>
        <w:tc>
          <w:tcPr>
            <w:tcW w:w="3685" w:type="dxa"/>
            <w:vMerge w:val="restart"/>
          </w:tcPr>
          <w:p w14:paraId="0360A063" w14:textId="77777777" w:rsidR="00596C7E" w:rsidRDefault="00596C7E" w:rsidP="00D55924">
            <w:pPr>
              <w:jc w:val="both"/>
              <w:rPr>
                <w:rStyle w:val="Potovnadresa"/>
              </w:rPr>
            </w:pPr>
          </w:p>
          <w:p w14:paraId="2CF5A146" w14:textId="61F83D29" w:rsidR="00F862D6" w:rsidRPr="004A0F75" w:rsidRDefault="004A0F75" w:rsidP="00D55924">
            <w:pPr>
              <w:jc w:val="both"/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D55924">
            <w:pPr>
              <w:jc w:val="both"/>
            </w:pPr>
            <w:r w:rsidRPr="003E6B9A">
              <w:t>Naše zn.</w:t>
            </w:r>
          </w:p>
        </w:tc>
        <w:tc>
          <w:tcPr>
            <w:tcW w:w="2552" w:type="dxa"/>
          </w:tcPr>
          <w:p w14:paraId="2FFEACB5" w14:textId="5403265D" w:rsidR="00F862D6" w:rsidRPr="003E6B9A" w:rsidRDefault="00D55924" w:rsidP="00D55924">
            <w:pPr>
              <w:jc w:val="both"/>
            </w:pPr>
            <w:r w:rsidRPr="00D55924">
              <w:rPr>
                <w:rFonts w:ascii="Helvetica" w:hAnsi="Helvetica"/>
              </w:rPr>
              <w:t>12527/2024-SŽ-SSV-Ú3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D55924">
            <w:pPr>
              <w:jc w:val="both"/>
            </w:pPr>
          </w:p>
        </w:tc>
        <w:tc>
          <w:tcPr>
            <w:tcW w:w="3685" w:type="dxa"/>
            <w:vMerge/>
          </w:tcPr>
          <w:p w14:paraId="6D7C51D0" w14:textId="77777777" w:rsidR="00F862D6" w:rsidRDefault="00F862D6" w:rsidP="00D55924">
            <w:pPr>
              <w:jc w:val="both"/>
            </w:pPr>
          </w:p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D55924">
            <w:pPr>
              <w:jc w:val="both"/>
            </w:pPr>
            <w:r>
              <w:t>Listů/příloh</w:t>
            </w:r>
          </w:p>
        </w:tc>
        <w:tc>
          <w:tcPr>
            <w:tcW w:w="2552" w:type="dxa"/>
          </w:tcPr>
          <w:p w14:paraId="333CD487" w14:textId="24A9F30A" w:rsidR="00F862D6" w:rsidRPr="003E6B9A" w:rsidRDefault="00135E38" w:rsidP="00D55924">
            <w:pPr>
              <w:jc w:val="both"/>
            </w:pPr>
            <w:r w:rsidRPr="00135E38">
              <w:t>12</w:t>
            </w:r>
            <w:r w:rsidR="003E6B9A" w:rsidRPr="00135E38">
              <w:t>/</w:t>
            </w:r>
            <w:r w:rsidRPr="00135E38">
              <w:t>3</w:t>
            </w:r>
          </w:p>
        </w:tc>
        <w:tc>
          <w:tcPr>
            <w:tcW w:w="823" w:type="dxa"/>
          </w:tcPr>
          <w:p w14:paraId="3FB21908" w14:textId="77777777" w:rsidR="00F862D6" w:rsidRDefault="00F862D6" w:rsidP="00D55924">
            <w:pPr>
              <w:jc w:val="both"/>
            </w:pPr>
          </w:p>
        </w:tc>
        <w:tc>
          <w:tcPr>
            <w:tcW w:w="3685" w:type="dxa"/>
            <w:vMerge/>
          </w:tcPr>
          <w:p w14:paraId="2E772784" w14:textId="77777777" w:rsidR="00F862D6" w:rsidRDefault="00F862D6" w:rsidP="00D55924">
            <w:pPr>
              <w:jc w:val="both"/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55924">
            <w:pPr>
              <w:jc w:val="both"/>
            </w:pPr>
          </w:p>
        </w:tc>
        <w:tc>
          <w:tcPr>
            <w:tcW w:w="2552" w:type="dxa"/>
          </w:tcPr>
          <w:p w14:paraId="133F3BF2" w14:textId="77777777" w:rsidR="00F862D6" w:rsidRPr="003E6B9A" w:rsidRDefault="00F862D6" w:rsidP="00D55924">
            <w:pPr>
              <w:jc w:val="both"/>
            </w:pPr>
          </w:p>
        </w:tc>
        <w:tc>
          <w:tcPr>
            <w:tcW w:w="823" w:type="dxa"/>
          </w:tcPr>
          <w:p w14:paraId="7BEB7C0A" w14:textId="77777777" w:rsidR="00F862D6" w:rsidRDefault="00F862D6" w:rsidP="00D55924">
            <w:pPr>
              <w:jc w:val="both"/>
            </w:pPr>
          </w:p>
        </w:tc>
        <w:tc>
          <w:tcPr>
            <w:tcW w:w="3685" w:type="dxa"/>
            <w:vMerge/>
          </w:tcPr>
          <w:p w14:paraId="140296A1" w14:textId="77777777" w:rsidR="00F862D6" w:rsidRDefault="00F862D6" w:rsidP="00D55924">
            <w:pPr>
              <w:jc w:val="both"/>
            </w:pPr>
          </w:p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55924">
            <w:pPr>
              <w:jc w:val="both"/>
            </w:pPr>
            <w:r>
              <w:t>Vyřizuje</w:t>
            </w:r>
          </w:p>
        </w:tc>
        <w:tc>
          <w:tcPr>
            <w:tcW w:w="2552" w:type="dxa"/>
          </w:tcPr>
          <w:p w14:paraId="4A0EADDE" w14:textId="140EA08A" w:rsidR="00F862D6" w:rsidRPr="003E6B9A" w:rsidRDefault="00040917" w:rsidP="00D55924">
            <w:pPr>
              <w:jc w:val="both"/>
            </w:pPr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D55924">
            <w:pPr>
              <w:jc w:val="both"/>
            </w:pPr>
          </w:p>
        </w:tc>
        <w:tc>
          <w:tcPr>
            <w:tcW w:w="3685" w:type="dxa"/>
            <w:vMerge/>
          </w:tcPr>
          <w:p w14:paraId="6405EBE3" w14:textId="77777777" w:rsidR="00F862D6" w:rsidRDefault="00F862D6" w:rsidP="00D55924">
            <w:pPr>
              <w:jc w:val="both"/>
            </w:pPr>
          </w:p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55924">
            <w:pPr>
              <w:jc w:val="both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55924">
            <w:pPr>
              <w:jc w:val="both"/>
            </w:pPr>
          </w:p>
        </w:tc>
        <w:tc>
          <w:tcPr>
            <w:tcW w:w="823" w:type="dxa"/>
          </w:tcPr>
          <w:p w14:paraId="0B7BD956" w14:textId="77777777" w:rsidR="009A7568" w:rsidRDefault="009A7568" w:rsidP="00D55924">
            <w:pPr>
              <w:jc w:val="both"/>
            </w:pPr>
          </w:p>
        </w:tc>
        <w:tc>
          <w:tcPr>
            <w:tcW w:w="3685" w:type="dxa"/>
            <w:vMerge/>
          </w:tcPr>
          <w:p w14:paraId="294D6520" w14:textId="77777777" w:rsidR="009A7568" w:rsidRDefault="009A7568" w:rsidP="00D55924">
            <w:pPr>
              <w:jc w:val="both"/>
            </w:pPr>
          </w:p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55924">
            <w:pPr>
              <w:jc w:val="both"/>
            </w:pPr>
            <w:r>
              <w:t>Mobil</w:t>
            </w:r>
          </w:p>
        </w:tc>
        <w:tc>
          <w:tcPr>
            <w:tcW w:w="2552" w:type="dxa"/>
          </w:tcPr>
          <w:p w14:paraId="67448459" w14:textId="35203912" w:rsidR="009A7568" w:rsidRPr="003E6B9A" w:rsidRDefault="00040917" w:rsidP="00D55924">
            <w:pPr>
              <w:jc w:val="both"/>
            </w:pPr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D55924">
            <w:pPr>
              <w:jc w:val="both"/>
            </w:pPr>
          </w:p>
        </w:tc>
        <w:tc>
          <w:tcPr>
            <w:tcW w:w="3685" w:type="dxa"/>
            <w:vMerge/>
          </w:tcPr>
          <w:p w14:paraId="010CCE96" w14:textId="77777777" w:rsidR="009A7568" w:rsidRDefault="009A7568" w:rsidP="00D55924">
            <w:pPr>
              <w:jc w:val="both"/>
            </w:pPr>
          </w:p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55924">
            <w:pPr>
              <w:jc w:val="both"/>
            </w:pPr>
            <w:r>
              <w:t>E-mail</w:t>
            </w:r>
          </w:p>
        </w:tc>
        <w:tc>
          <w:tcPr>
            <w:tcW w:w="2552" w:type="dxa"/>
          </w:tcPr>
          <w:p w14:paraId="15A7D067" w14:textId="743F2BAE" w:rsidR="009A7568" w:rsidRPr="003E6B9A" w:rsidRDefault="00040917" w:rsidP="00D55924">
            <w:pPr>
              <w:jc w:val="both"/>
            </w:pPr>
            <w:hyperlink r:id="rId11" w:history="1">
              <w:r w:rsidRPr="002F1315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D55924">
            <w:pPr>
              <w:jc w:val="both"/>
            </w:pPr>
          </w:p>
        </w:tc>
        <w:tc>
          <w:tcPr>
            <w:tcW w:w="3685" w:type="dxa"/>
            <w:vMerge/>
          </w:tcPr>
          <w:p w14:paraId="3652D20A" w14:textId="77777777" w:rsidR="009A7568" w:rsidRDefault="009A7568" w:rsidP="00D55924">
            <w:pPr>
              <w:jc w:val="both"/>
            </w:pPr>
          </w:p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55924">
            <w:pPr>
              <w:jc w:val="both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55924">
            <w:pPr>
              <w:jc w:val="both"/>
            </w:pPr>
          </w:p>
        </w:tc>
        <w:tc>
          <w:tcPr>
            <w:tcW w:w="823" w:type="dxa"/>
          </w:tcPr>
          <w:p w14:paraId="33174AC1" w14:textId="77777777" w:rsidR="009A7568" w:rsidRDefault="009A7568" w:rsidP="00D55924">
            <w:pPr>
              <w:jc w:val="both"/>
            </w:pPr>
          </w:p>
        </w:tc>
        <w:tc>
          <w:tcPr>
            <w:tcW w:w="3685" w:type="dxa"/>
          </w:tcPr>
          <w:p w14:paraId="1F9B8A95" w14:textId="77777777" w:rsidR="009A7568" w:rsidRDefault="009A7568" w:rsidP="00D55924">
            <w:pPr>
              <w:jc w:val="both"/>
            </w:pPr>
          </w:p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55924">
            <w:pPr>
              <w:jc w:val="both"/>
            </w:pPr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1F9AABD5" w:rsidR="009A7568" w:rsidRPr="003E6B9A" w:rsidRDefault="009A7568" w:rsidP="00D55924">
            <w:pPr>
              <w:jc w:val="both"/>
            </w:pPr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35E38">
              <w:rPr>
                <w:noProof/>
              </w:rPr>
              <w:t>12. listopadu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D55924">
            <w:pPr>
              <w:jc w:val="both"/>
            </w:pPr>
          </w:p>
        </w:tc>
        <w:tc>
          <w:tcPr>
            <w:tcW w:w="3685" w:type="dxa"/>
          </w:tcPr>
          <w:p w14:paraId="2F0F2E92" w14:textId="77777777" w:rsidR="009A7568" w:rsidRDefault="009A7568" w:rsidP="00D55924">
            <w:pPr>
              <w:jc w:val="both"/>
            </w:pPr>
          </w:p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55924">
            <w:pPr>
              <w:jc w:val="both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55924">
            <w:pPr>
              <w:jc w:val="both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D55924">
            <w:pPr>
              <w:jc w:val="both"/>
            </w:pPr>
          </w:p>
        </w:tc>
        <w:tc>
          <w:tcPr>
            <w:tcW w:w="3685" w:type="dxa"/>
          </w:tcPr>
          <w:p w14:paraId="32277F82" w14:textId="77777777" w:rsidR="00F64786" w:rsidRDefault="00F64786" w:rsidP="00D55924">
            <w:pPr>
              <w:jc w:val="both"/>
            </w:pPr>
          </w:p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55924">
            <w:pPr>
              <w:jc w:val="both"/>
            </w:pPr>
          </w:p>
        </w:tc>
        <w:tc>
          <w:tcPr>
            <w:tcW w:w="2552" w:type="dxa"/>
          </w:tcPr>
          <w:p w14:paraId="1DA9BB2C" w14:textId="77777777" w:rsidR="00F862D6" w:rsidRDefault="00F862D6" w:rsidP="00D55924">
            <w:pPr>
              <w:jc w:val="both"/>
            </w:pPr>
          </w:p>
        </w:tc>
        <w:tc>
          <w:tcPr>
            <w:tcW w:w="823" w:type="dxa"/>
          </w:tcPr>
          <w:p w14:paraId="137E597C" w14:textId="77777777" w:rsidR="00F862D6" w:rsidRDefault="00F862D6" w:rsidP="00D55924">
            <w:pPr>
              <w:jc w:val="both"/>
            </w:pPr>
          </w:p>
        </w:tc>
        <w:tc>
          <w:tcPr>
            <w:tcW w:w="3685" w:type="dxa"/>
          </w:tcPr>
          <w:p w14:paraId="713B9CFF" w14:textId="77777777" w:rsidR="00F862D6" w:rsidRDefault="00F862D6" w:rsidP="00D55924">
            <w:pPr>
              <w:jc w:val="both"/>
            </w:pPr>
          </w:p>
        </w:tc>
      </w:tr>
    </w:tbl>
    <w:p w14:paraId="01BEB058" w14:textId="01E9D32E" w:rsidR="00335122" w:rsidRDefault="00CB7B5A" w:rsidP="00D5592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55924">
        <w:rPr>
          <w:rFonts w:eastAsia="Times New Roman" w:cs="Times New Roman"/>
          <w:lang w:eastAsia="cs-CZ"/>
        </w:rPr>
        <w:t>1</w:t>
      </w:r>
    </w:p>
    <w:p w14:paraId="25C6ADAC" w14:textId="08C4C4BE" w:rsidR="00CB7B5A" w:rsidRDefault="00CB7B5A" w:rsidP="00D5592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040917">
        <w:rPr>
          <w:rFonts w:eastAsia="Calibri" w:cs="Times New Roman"/>
          <w:b/>
          <w:bCs/>
          <w:lang w:eastAsia="cs-CZ"/>
        </w:rPr>
        <w:t xml:space="preserve">Rekonstrukce TZZ </w:t>
      </w:r>
      <w:proofErr w:type="gramStart"/>
      <w:r w:rsidR="00040917">
        <w:rPr>
          <w:rFonts w:eastAsia="Calibri" w:cs="Times New Roman"/>
          <w:b/>
          <w:bCs/>
          <w:lang w:eastAsia="cs-CZ"/>
        </w:rPr>
        <w:t>Přelouč - Prachovice</w:t>
      </w:r>
      <w:proofErr w:type="gramEnd"/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D5592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269C09" w14:textId="68C0DEDE" w:rsidR="005C663F" w:rsidRPr="00D55924" w:rsidRDefault="00BD5319" w:rsidP="00D5592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D7836DF" w14:textId="77777777" w:rsidR="005C663F" w:rsidRDefault="005C663F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5BC29D0" w14:textId="77777777" w:rsidR="00135E38" w:rsidRPr="00BD5319" w:rsidRDefault="00135E38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D68FBD7" w14:textId="77777777" w:rsidR="00BD5319" w:rsidRPr="00BD5319" w:rsidRDefault="00BD5319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3F925D6B" w14:textId="5A25D546" w:rsidR="00BD5319" w:rsidRDefault="00D55924" w:rsidP="00D55924">
      <w:pPr>
        <w:spacing w:after="0" w:line="240" w:lineRule="auto"/>
        <w:jc w:val="both"/>
      </w:pPr>
      <w:r>
        <w:t>V </w:t>
      </w:r>
      <w:r w:rsidRPr="007A196D">
        <w:rPr>
          <w:b/>
        </w:rPr>
        <w:t>PS 00-02-41 Elektronická ochrana majetku objektů na zastávkách a přejezdech</w:t>
      </w:r>
      <w:r>
        <w:t xml:space="preserve">, se ve schématech vyskytují položky: MODUL </w:t>
      </w:r>
      <w:proofErr w:type="spellStart"/>
      <w:r>
        <w:t>PoE</w:t>
      </w:r>
      <w:proofErr w:type="spellEnd"/>
      <w:r>
        <w:t xml:space="preserve"> – DIN – 5ks, MODUL </w:t>
      </w:r>
      <w:proofErr w:type="spellStart"/>
      <w:r>
        <w:t>PoE</w:t>
      </w:r>
      <w:proofErr w:type="spellEnd"/>
      <w:r>
        <w:t xml:space="preserve"> SA – </w:t>
      </w:r>
      <w:proofErr w:type="spellStart"/>
      <w:r>
        <w:t>PoE</w:t>
      </w:r>
      <w:proofErr w:type="spellEnd"/>
      <w:r>
        <w:t xml:space="preserve"> – 5 ks. V přiloženém výkazu výměr se tyto položky nevyskytují. Žádáme zadavatele o prověření.</w:t>
      </w:r>
    </w:p>
    <w:p w14:paraId="26B86732" w14:textId="77777777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D16A484" w14:textId="77777777" w:rsidR="00BD5319" w:rsidRPr="00BD5319" w:rsidRDefault="00BD5319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B48192C" w14:textId="0750593F" w:rsidR="00CE1ED7" w:rsidRPr="00135E38" w:rsidRDefault="007074D8" w:rsidP="004D32B1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V</w:t>
      </w:r>
      <w:r w:rsidR="00C80A13" w:rsidRPr="00135E38">
        <w:rPr>
          <w:rFonts w:eastAsia="Calibri" w:cs="Times New Roman"/>
          <w:b/>
          <w:lang w:eastAsia="cs-CZ"/>
        </w:rPr>
        <w:t xml:space="preserve"> </w:t>
      </w:r>
      <w:r w:rsidR="00C10532" w:rsidRPr="00135E38">
        <w:rPr>
          <w:rFonts w:eastAsia="Calibri" w:cs="Times New Roman"/>
          <w:b/>
          <w:lang w:eastAsia="cs-CZ"/>
        </w:rPr>
        <w:t>soupis</w:t>
      </w:r>
      <w:r w:rsidRPr="00135E38">
        <w:rPr>
          <w:rFonts w:eastAsia="Calibri" w:cs="Times New Roman"/>
          <w:b/>
          <w:lang w:eastAsia="cs-CZ"/>
        </w:rPr>
        <w:t>u</w:t>
      </w:r>
      <w:r w:rsidR="00C10532" w:rsidRPr="00135E38">
        <w:rPr>
          <w:rFonts w:eastAsia="Calibri" w:cs="Times New Roman"/>
          <w:b/>
          <w:lang w:eastAsia="cs-CZ"/>
        </w:rPr>
        <w:t xml:space="preserve"> prací</w:t>
      </w:r>
      <w:r w:rsidR="00CD59E5" w:rsidRPr="00135E38">
        <w:rPr>
          <w:rFonts w:eastAsia="Calibri" w:cs="Times New Roman"/>
          <w:b/>
          <w:lang w:eastAsia="cs-CZ"/>
        </w:rPr>
        <w:t xml:space="preserve"> </w:t>
      </w:r>
      <w:r w:rsidR="00C80A13" w:rsidRPr="00135E38">
        <w:rPr>
          <w:rFonts w:eastAsia="Calibri" w:cs="Times New Roman"/>
          <w:b/>
          <w:lang w:eastAsia="cs-CZ"/>
        </w:rPr>
        <w:t xml:space="preserve">k ocenění </w:t>
      </w:r>
      <w:r w:rsidR="00CD59E5" w:rsidRPr="00135E38">
        <w:rPr>
          <w:rFonts w:eastAsia="Calibri" w:cs="Times New Roman"/>
          <w:b/>
          <w:lang w:eastAsia="cs-CZ"/>
        </w:rPr>
        <w:t>j</w:t>
      </w:r>
      <w:r w:rsidR="00B15879" w:rsidRPr="00135E38">
        <w:rPr>
          <w:rFonts w:eastAsia="Calibri" w:cs="Times New Roman"/>
          <w:b/>
          <w:lang w:eastAsia="cs-CZ"/>
        </w:rPr>
        <w:t>sou</w:t>
      </w:r>
      <w:r w:rsidR="00CD59E5" w:rsidRPr="00135E38">
        <w:rPr>
          <w:rFonts w:eastAsia="Calibri" w:cs="Times New Roman"/>
          <w:b/>
          <w:lang w:eastAsia="cs-CZ"/>
        </w:rPr>
        <w:t xml:space="preserve"> uveden</w:t>
      </w:r>
      <w:r w:rsidR="00B15879" w:rsidRPr="00135E38">
        <w:rPr>
          <w:rFonts w:eastAsia="Calibri" w:cs="Times New Roman"/>
          <w:b/>
          <w:lang w:eastAsia="cs-CZ"/>
        </w:rPr>
        <w:t>y</w:t>
      </w:r>
      <w:r w:rsidR="00CD59E5" w:rsidRPr="00135E38">
        <w:rPr>
          <w:rFonts w:eastAsia="Calibri" w:cs="Times New Roman"/>
          <w:b/>
          <w:lang w:eastAsia="cs-CZ"/>
        </w:rPr>
        <w:t xml:space="preserve"> pol</w:t>
      </w:r>
      <w:r w:rsidR="00B15879" w:rsidRPr="00135E38">
        <w:rPr>
          <w:rFonts w:eastAsia="Calibri" w:cs="Times New Roman"/>
          <w:b/>
          <w:lang w:eastAsia="cs-CZ"/>
        </w:rPr>
        <w:t>ožky</w:t>
      </w:r>
      <w:r w:rsidR="00CD59E5" w:rsidRPr="00135E38">
        <w:rPr>
          <w:rFonts w:eastAsia="Calibri" w:cs="Times New Roman"/>
          <w:b/>
          <w:lang w:eastAsia="cs-CZ"/>
        </w:rPr>
        <w:t xml:space="preserve"> č. 39 </w:t>
      </w:r>
      <w:r w:rsidR="00E06180" w:rsidRPr="00135E38">
        <w:rPr>
          <w:rFonts w:eastAsia="Calibri" w:cs="Times New Roman"/>
          <w:b/>
          <w:lang w:eastAsia="cs-CZ"/>
        </w:rPr>
        <w:t xml:space="preserve">75O5K1 dodávka </w:t>
      </w:r>
      <w:r w:rsidR="00CD59E5" w:rsidRPr="00135E38">
        <w:rPr>
          <w:rFonts w:eastAsia="Calibri" w:cs="Times New Roman"/>
          <w:b/>
          <w:lang w:eastAsia="cs-CZ"/>
        </w:rPr>
        <w:t xml:space="preserve">a č. </w:t>
      </w:r>
      <w:r w:rsidR="00E06180" w:rsidRPr="00135E38">
        <w:rPr>
          <w:rFonts w:eastAsia="Calibri" w:cs="Times New Roman"/>
          <w:b/>
          <w:lang w:eastAsia="cs-CZ"/>
        </w:rPr>
        <w:t>40</w:t>
      </w:r>
      <w:r w:rsidR="00CD59E5" w:rsidRPr="00135E38">
        <w:rPr>
          <w:rFonts w:eastAsia="Calibri" w:cs="Times New Roman"/>
          <w:b/>
          <w:lang w:eastAsia="cs-CZ"/>
        </w:rPr>
        <w:t xml:space="preserve"> 75O5KX montáž.</w:t>
      </w:r>
    </w:p>
    <w:p w14:paraId="634E7F1F" w14:textId="24FF901B" w:rsidR="004D32B1" w:rsidRPr="00135E38" w:rsidRDefault="004D32B1" w:rsidP="004D32B1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dokumentace.</w:t>
      </w:r>
    </w:p>
    <w:p w14:paraId="6AF1C7BC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49E2393" w14:textId="77777777" w:rsidR="00135E38" w:rsidRPr="00BD5319" w:rsidRDefault="00135E38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9C9076C" w14:textId="77777777" w:rsidR="00BD5319" w:rsidRPr="00BD5319" w:rsidRDefault="00BD5319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2:</w:t>
      </w:r>
    </w:p>
    <w:p w14:paraId="002E726F" w14:textId="4DC7FAA7" w:rsidR="00BD5319" w:rsidRDefault="00D55924" w:rsidP="00D55924">
      <w:pPr>
        <w:spacing w:after="0" w:line="240" w:lineRule="auto"/>
        <w:jc w:val="both"/>
      </w:pPr>
      <w:r>
        <w:t>V </w:t>
      </w:r>
      <w:r w:rsidRPr="007A196D">
        <w:rPr>
          <w:b/>
        </w:rPr>
        <w:t>PS 00-02-41 Elektronická ochrana majetku objektů na zastávkách a přejezdech</w:t>
      </w:r>
      <w:r>
        <w:t>, se ve výkazu výměr vyskytuje položka č. 38 PZTS KOMUNIKAČNÍ ROZHRANÍ – MONTÁŽ – 4 ks. Domníváme se, že správně má být 8 ks. Žádáme zadavatele o prověření.</w:t>
      </w:r>
    </w:p>
    <w:p w14:paraId="37A01C3F" w14:textId="77777777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0E8C8A5" w14:textId="58886238" w:rsidR="00BD5319" w:rsidRDefault="00BD5319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310AA88" w14:textId="77777777" w:rsidR="00CE1ED7" w:rsidRPr="00135E38" w:rsidRDefault="001C0498" w:rsidP="00FC66F3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Hardwarově se jedná o jeden port se dvěma softwarovými moduly na každé ústředně, proto 4 kusy. </w:t>
      </w:r>
    </w:p>
    <w:p w14:paraId="2239F822" w14:textId="05770BE9" w:rsidR="00D55924" w:rsidRPr="00135E38" w:rsidRDefault="00FC66F3" w:rsidP="00FC66F3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dokumentace.</w:t>
      </w:r>
    </w:p>
    <w:p w14:paraId="4B83099B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3BF29034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327352CD" w14:textId="36CB2170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0D3C5B0B" w14:textId="348B524C" w:rsidR="00D55924" w:rsidRDefault="00D55924" w:rsidP="00D55924">
      <w:pPr>
        <w:spacing w:after="0" w:line="240" w:lineRule="auto"/>
        <w:jc w:val="both"/>
      </w:pPr>
      <w:r>
        <w:t>V </w:t>
      </w:r>
      <w:r w:rsidRPr="007A196D">
        <w:rPr>
          <w:b/>
        </w:rPr>
        <w:t>PS 00-02-41 Elektronická ochrana majetku objektů na zastávkách a přejezdech</w:t>
      </w:r>
      <w:r>
        <w:t>, se ve schématech vyskytují položky „relé pro ovládání osvětlení“ v počtu 5 ks. Ve výkazu výměr se tato položka nevyskytuje. Žádáme zadavatele o prověření.</w:t>
      </w:r>
    </w:p>
    <w:p w14:paraId="2E9F8C2A" w14:textId="77777777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F7D5CEE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3299980" w14:textId="050B4FDB" w:rsidR="00CE1ED7" w:rsidRPr="00135E38" w:rsidRDefault="007074D8" w:rsidP="00FC66F3">
      <w:pPr>
        <w:spacing w:after="0" w:line="240" w:lineRule="auto"/>
        <w:rPr>
          <w:rFonts w:eastAsia="Calibri" w:cs="Times New Roman"/>
          <w:bCs/>
          <w:lang w:eastAsia="cs-CZ"/>
        </w:rPr>
      </w:pPr>
      <w:r w:rsidRPr="00135E38">
        <w:rPr>
          <w:rFonts w:eastAsia="Calibri" w:cs="Times New Roman"/>
          <w:b/>
          <w:lang w:eastAsia="cs-CZ"/>
        </w:rPr>
        <w:t>V</w:t>
      </w:r>
      <w:r w:rsidR="00E9273D" w:rsidRPr="00135E38">
        <w:rPr>
          <w:rFonts w:eastAsia="Calibri" w:cs="Times New Roman"/>
          <w:b/>
          <w:lang w:eastAsia="cs-CZ"/>
        </w:rPr>
        <w:t xml:space="preserve"> </w:t>
      </w:r>
      <w:r w:rsidR="00C10532" w:rsidRPr="00135E38">
        <w:rPr>
          <w:rFonts w:eastAsia="Calibri" w:cs="Times New Roman"/>
          <w:b/>
          <w:lang w:eastAsia="cs-CZ"/>
        </w:rPr>
        <w:t>soupisu prací</w:t>
      </w:r>
      <w:r w:rsidR="00E9273D" w:rsidRPr="00135E38">
        <w:rPr>
          <w:rFonts w:eastAsia="Calibri" w:cs="Times New Roman"/>
          <w:b/>
          <w:lang w:eastAsia="cs-CZ"/>
        </w:rPr>
        <w:t xml:space="preserve"> k ocenění j</w:t>
      </w:r>
      <w:r w:rsidR="00B15879" w:rsidRPr="00135E38">
        <w:rPr>
          <w:rFonts w:eastAsia="Calibri" w:cs="Times New Roman"/>
          <w:b/>
          <w:lang w:eastAsia="cs-CZ"/>
        </w:rPr>
        <w:t>sou</w:t>
      </w:r>
      <w:r w:rsidR="00E9273D" w:rsidRPr="00135E38">
        <w:rPr>
          <w:rFonts w:eastAsia="Calibri" w:cs="Times New Roman"/>
          <w:b/>
          <w:lang w:eastAsia="cs-CZ"/>
        </w:rPr>
        <w:t xml:space="preserve"> uveden</w:t>
      </w:r>
      <w:r w:rsidR="00B15879" w:rsidRPr="00135E38">
        <w:rPr>
          <w:rFonts w:eastAsia="Calibri" w:cs="Times New Roman"/>
          <w:b/>
          <w:lang w:eastAsia="cs-CZ"/>
        </w:rPr>
        <w:t>y</w:t>
      </w:r>
      <w:r w:rsidR="00E9273D" w:rsidRPr="00135E38">
        <w:rPr>
          <w:rFonts w:eastAsia="Calibri" w:cs="Times New Roman"/>
          <w:b/>
          <w:lang w:eastAsia="cs-CZ"/>
        </w:rPr>
        <w:t xml:space="preserve"> po</w:t>
      </w:r>
      <w:r w:rsidR="00C44CE5" w:rsidRPr="00135E38">
        <w:rPr>
          <w:rFonts w:eastAsia="Calibri" w:cs="Times New Roman"/>
          <w:b/>
          <w:lang w:eastAsia="cs-CZ"/>
        </w:rPr>
        <w:t>ložky</w:t>
      </w:r>
      <w:r w:rsidR="00E9273D" w:rsidRPr="00135E38">
        <w:rPr>
          <w:rFonts w:eastAsia="Calibri" w:cs="Times New Roman"/>
          <w:b/>
          <w:lang w:eastAsia="cs-CZ"/>
        </w:rPr>
        <w:t xml:space="preserve"> č. 34 75O5H1 dodávka a č. 35 75O5HX montáž.</w:t>
      </w:r>
    </w:p>
    <w:p w14:paraId="361C38C5" w14:textId="323CD7A5" w:rsidR="00D55924" w:rsidRPr="00135E38" w:rsidRDefault="00FC66F3" w:rsidP="00FC66F3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dokumentace.</w:t>
      </w:r>
    </w:p>
    <w:p w14:paraId="5A99DF4B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6CC46BB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44B9B135" w14:textId="75B9BBFF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22D0285B" w14:textId="1CA28D18" w:rsidR="00D55924" w:rsidRDefault="00D55924" w:rsidP="00D55924">
      <w:pPr>
        <w:spacing w:after="0" w:line="240" w:lineRule="auto"/>
        <w:jc w:val="both"/>
      </w:pPr>
      <w:r>
        <w:t>V </w:t>
      </w:r>
      <w:r w:rsidRPr="007A196D">
        <w:rPr>
          <w:b/>
        </w:rPr>
        <w:t>PS 00-02-41 Elektronická ochrana majetku objektů na zastávkách a přejezdech</w:t>
      </w:r>
      <w:r>
        <w:t>, se ve schématech vyskytují položky pro „poplachová tlačítka“ – 5 ks. Ve výkazu výměru se tyto položky nevyskytují. Žádáme zadavatele o prověření.</w:t>
      </w:r>
    </w:p>
    <w:p w14:paraId="35FE747E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7E1603E" w14:textId="77777777" w:rsidR="00135E38" w:rsidRPr="00BD5319" w:rsidRDefault="00135E38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6A8E654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>Odpověď:</w:t>
      </w:r>
    </w:p>
    <w:p w14:paraId="1AAE97C9" w14:textId="723D53AE" w:rsidR="00FC66F3" w:rsidRPr="00135E38" w:rsidRDefault="006810AC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V </w:t>
      </w:r>
      <w:r w:rsidR="00C10532" w:rsidRPr="00135E38">
        <w:rPr>
          <w:rFonts w:eastAsia="Calibri" w:cs="Times New Roman"/>
          <w:b/>
          <w:lang w:eastAsia="cs-CZ"/>
        </w:rPr>
        <w:t>soupisu prací</w:t>
      </w:r>
      <w:r w:rsidRPr="00135E38">
        <w:rPr>
          <w:rFonts w:eastAsia="Calibri" w:cs="Times New Roman"/>
          <w:b/>
          <w:lang w:eastAsia="cs-CZ"/>
        </w:rPr>
        <w:t xml:space="preserve"> tyto položky</w:t>
      </w:r>
      <w:r w:rsidR="000425CB" w:rsidRPr="00135E38">
        <w:rPr>
          <w:rFonts w:eastAsia="Calibri" w:cs="Times New Roman"/>
          <w:b/>
          <w:lang w:eastAsia="cs-CZ"/>
        </w:rPr>
        <w:t xml:space="preserve"> c</w:t>
      </w:r>
      <w:r w:rsidRPr="00135E38">
        <w:rPr>
          <w:rFonts w:eastAsia="Calibri" w:cs="Times New Roman"/>
          <w:b/>
          <w:lang w:eastAsia="cs-CZ"/>
        </w:rPr>
        <w:t xml:space="preserve">hybí. Do </w:t>
      </w:r>
      <w:r w:rsidR="00C10532" w:rsidRPr="00135E38">
        <w:rPr>
          <w:rFonts w:eastAsia="Calibri" w:cs="Times New Roman"/>
          <w:b/>
          <w:lang w:eastAsia="cs-CZ"/>
        </w:rPr>
        <w:t xml:space="preserve">soupisu prací </w:t>
      </w:r>
      <w:r w:rsidRPr="00135E38">
        <w:rPr>
          <w:rFonts w:eastAsia="Calibri" w:cs="Times New Roman"/>
          <w:b/>
          <w:lang w:eastAsia="cs-CZ"/>
        </w:rPr>
        <w:t>j</w:t>
      </w:r>
      <w:r w:rsidR="000425CB" w:rsidRPr="00135E38">
        <w:rPr>
          <w:rFonts w:eastAsia="Calibri" w:cs="Times New Roman"/>
          <w:b/>
          <w:lang w:eastAsia="cs-CZ"/>
        </w:rPr>
        <w:t>sou</w:t>
      </w:r>
      <w:r w:rsidRPr="00135E38">
        <w:rPr>
          <w:rFonts w:eastAsia="Calibri" w:cs="Times New Roman"/>
          <w:b/>
          <w:lang w:eastAsia="cs-CZ"/>
        </w:rPr>
        <w:t xml:space="preserve"> dopln</w:t>
      </w:r>
      <w:r w:rsidR="000425CB" w:rsidRPr="00135E38">
        <w:rPr>
          <w:rFonts w:eastAsia="Calibri" w:cs="Times New Roman"/>
          <w:b/>
          <w:lang w:eastAsia="cs-CZ"/>
        </w:rPr>
        <w:t>ěny</w:t>
      </w:r>
      <w:r w:rsidR="007074D8" w:rsidRPr="00135E38">
        <w:rPr>
          <w:rFonts w:eastAsia="Calibri" w:cs="Times New Roman"/>
          <w:b/>
          <w:lang w:eastAsia="cs-CZ"/>
        </w:rPr>
        <w:t>:</w:t>
      </w:r>
      <w:r w:rsidRPr="00135E38">
        <w:rPr>
          <w:rFonts w:eastAsia="Calibri" w:cs="Times New Roman"/>
          <w:b/>
          <w:lang w:eastAsia="cs-CZ"/>
        </w:rPr>
        <w:t xml:space="preserve"> 6 kusů položky 75O1B1 </w:t>
      </w:r>
      <w:r w:rsidR="00B15879" w:rsidRPr="00135E38">
        <w:rPr>
          <w:rFonts w:eastAsia="Calibri" w:cs="Times New Roman"/>
          <w:b/>
          <w:lang w:eastAsia="cs-CZ"/>
        </w:rPr>
        <w:t xml:space="preserve">dodávka </w:t>
      </w:r>
      <w:r w:rsidRPr="00135E38">
        <w:rPr>
          <w:rFonts w:eastAsia="Calibri" w:cs="Times New Roman"/>
          <w:b/>
          <w:lang w:eastAsia="cs-CZ"/>
        </w:rPr>
        <w:t>a 6 kusů položky 75O1BX</w:t>
      </w:r>
      <w:r w:rsidR="00B15879" w:rsidRPr="00135E38">
        <w:rPr>
          <w:rFonts w:eastAsia="Calibri" w:cs="Times New Roman"/>
          <w:b/>
          <w:lang w:eastAsia="cs-CZ"/>
        </w:rPr>
        <w:t xml:space="preserve"> montáž</w:t>
      </w:r>
      <w:r w:rsidRPr="00135E38">
        <w:rPr>
          <w:rFonts w:eastAsia="Calibri" w:cs="Times New Roman"/>
          <w:b/>
          <w:lang w:eastAsia="cs-CZ"/>
        </w:rPr>
        <w:t>.</w:t>
      </w:r>
      <w:r w:rsidR="00C10532" w:rsidRPr="00135E38">
        <w:rPr>
          <w:rFonts w:eastAsia="Calibri" w:cs="Times New Roman"/>
          <w:b/>
          <w:lang w:eastAsia="cs-CZ"/>
        </w:rPr>
        <w:t xml:space="preserve"> </w:t>
      </w:r>
    </w:p>
    <w:p w14:paraId="2E6EB912" w14:textId="77777777" w:rsidR="00CE1ED7" w:rsidRPr="00135E38" w:rsidRDefault="00C10532" w:rsidP="00CE1ED7">
      <w:pPr>
        <w:spacing w:after="0" w:line="240" w:lineRule="auto"/>
        <w:rPr>
          <w:rFonts w:eastAsia="Calibri" w:cs="Times New Roman"/>
          <w:bCs/>
          <w:lang w:eastAsia="cs-CZ"/>
        </w:rPr>
      </w:pPr>
      <w:r w:rsidRPr="00135E38">
        <w:rPr>
          <w:rFonts w:eastAsia="Calibri" w:cs="Times New Roman"/>
          <w:b/>
          <w:lang w:eastAsia="cs-CZ"/>
        </w:rPr>
        <w:t>Soupis prací je doplněn</w:t>
      </w:r>
      <w:r w:rsidR="00B15879" w:rsidRPr="00135E38">
        <w:rPr>
          <w:rFonts w:eastAsia="Calibri" w:cs="Times New Roman"/>
          <w:b/>
          <w:lang w:eastAsia="cs-CZ"/>
        </w:rPr>
        <w:t xml:space="preserve"> o pol</w:t>
      </w:r>
      <w:r w:rsidR="00C44CE5" w:rsidRPr="00135E38">
        <w:rPr>
          <w:rFonts w:eastAsia="Calibri" w:cs="Times New Roman"/>
          <w:b/>
          <w:lang w:eastAsia="cs-CZ"/>
        </w:rPr>
        <w:t>ožky</w:t>
      </w:r>
      <w:r w:rsidR="00B15879" w:rsidRPr="00135E38">
        <w:rPr>
          <w:rFonts w:eastAsia="Calibri" w:cs="Times New Roman"/>
          <w:b/>
          <w:lang w:eastAsia="cs-CZ"/>
        </w:rPr>
        <w:t xml:space="preserve"> č. 48 a 49</w:t>
      </w:r>
    </w:p>
    <w:p w14:paraId="176E3D58" w14:textId="1E644428" w:rsidR="00CE1ED7" w:rsidRPr="00135E38" w:rsidRDefault="00CE1ED7" w:rsidP="00CE1ED7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Provedena úprava dokumentace</w:t>
      </w:r>
      <w:r w:rsidR="00C45E59" w:rsidRPr="00135E38">
        <w:rPr>
          <w:rFonts w:eastAsia="Calibri" w:cs="Times New Roman"/>
          <w:bCs/>
          <w:lang w:eastAsia="cs-CZ"/>
        </w:rPr>
        <w:t>, doplnění soupisu prací</w:t>
      </w:r>
      <w:r w:rsidRPr="00135E38">
        <w:rPr>
          <w:rFonts w:eastAsia="Calibri" w:cs="Times New Roman"/>
          <w:bCs/>
          <w:lang w:eastAsia="cs-CZ"/>
        </w:rPr>
        <w:t>.</w:t>
      </w:r>
    </w:p>
    <w:p w14:paraId="6606483F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C420278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644B0B6" w14:textId="1A0E939F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443C2C94" w14:textId="32511755" w:rsidR="00D55924" w:rsidRDefault="00D55924" w:rsidP="00D55924">
      <w:pPr>
        <w:spacing w:after="0" w:line="240" w:lineRule="auto"/>
        <w:jc w:val="both"/>
      </w:pPr>
      <w:r>
        <w:t>V </w:t>
      </w:r>
      <w:r w:rsidRPr="00AA630E">
        <w:rPr>
          <w:b/>
        </w:rPr>
        <w:t>PS 15-02-41 ŽST Heřmanův Městec, elektronická ochrana majetku</w:t>
      </w:r>
      <w:r>
        <w:t xml:space="preserve">, se ve schématu vyskytují položky „řídící jednotka </w:t>
      </w:r>
      <w:proofErr w:type="spellStart"/>
      <w:proofErr w:type="gramStart"/>
      <w:r>
        <w:t>el.zámku</w:t>
      </w:r>
      <w:proofErr w:type="spellEnd"/>
      <w:proofErr w:type="gramEnd"/>
      <w:r>
        <w:t>“. Ve výkazu výměr se tyto položky nevyskytují. Žádáme zadavatele o prověření.</w:t>
      </w:r>
    </w:p>
    <w:p w14:paraId="40BCE081" w14:textId="77777777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3870A59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CB8EBEC" w14:textId="3456BECB" w:rsidR="00CE1ED7" w:rsidRPr="00135E38" w:rsidRDefault="007074D8" w:rsidP="00FC66F3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V </w:t>
      </w:r>
      <w:r w:rsidR="00B15879" w:rsidRPr="00135E38">
        <w:rPr>
          <w:rFonts w:eastAsia="Calibri" w:cs="Times New Roman"/>
          <w:b/>
          <w:lang w:eastAsia="cs-CZ"/>
        </w:rPr>
        <w:t>soupis</w:t>
      </w:r>
      <w:r w:rsidRPr="00135E38">
        <w:rPr>
          <w:rFonts w:eastAsia="Calibri" w:cs="Times New Roman"/>
          <w:b/>
          <w:lang w:eastAsia="cs-CZ"/>
        </w:rPr>
        <w:t>u</w:t>
      </w:r>
      <w:r w:rsidR="00B15879" w:rsidRPr="00135E38">
        <w:rPr>
          <w:rFonts w:eastAsia="Calibri" w:cs="Times New Roman"/>
          <w:b/>
          <w:lang w:eastAsia="cs-CZ"/>
        </w:rPr>
        <w:t xml:space="preserve"> prací k ocenění jsou uvedeny </w:t>
      </w:r>
      <w:r w:rsidR="00903B87" w:rsidRPr="00135E38">
        <w:rPr>
          <w:rFonts w:eastAsia="Calibri" w:cs="Times New Roman"/>
          <w:b/>
          <w:lang w:eastAsia="cs-CZ"/>
        </w:rPr>
        <w:t xml:space="preserve">položky </w:t>
      </w:r>
      <w:r w:rsidR="00C44CE5" w:rsidRPr="00135E38">
        <w:rPr>
          <w:rFonts w:eastAsia="Calibri" w:cs="Times New Roman"/>
          <w:b/>
          <w:lang w:eastAsia="cs-CZ"/>
        </w:rPr>
        <w:t xml:space="preserve">č.34 </w:t>
      </w:r>
      <w:r w:rsidR="00903B87" w:rsidRPr="00135E38">
        <w:rPr>
          <w:rFonts w:eastAsia="Calibri" w:cs="Times New Roman"/>
          <w:b/>
          <w:lang w:eastAsia="cs-CZ"/>
        </w:rPr>
        <w:t>75O5H1</w:t>
      </w:r>
      <w:r w:rsidR="00C44CE5" w:rsidRPr="00135E38">
        <w:rPr>
          <w:rFonts w:eastAsia="Calibri" w:cs="Times New Roman"/>
          <w:b/>
          <w:lang w:eastAsia="cs-CZ"/>
        </w:rPr>
        <w:t xml:space="preserve"> dodávka </w:t>
      </w:r>
      <w:r w:rsidR="00903B87" w:rsidRPr="00135E38">
        <w:rPr>
          <w:rFonts w:eastAsia="Calibri" w:cs="Times New Roman"/>
          <w:b/>
          <w:lang w:eastAsia="cs-CZ"/>
        </w:rPr>
        <w:t xml:space="preserve">a </w:t>
      </w:r>
      <w:r w:rsidR="00C44CE5" w:rsidRPr="00135E38">
        <w:rPr>
          <w:rFonts w:eastAsia="Calibri" w:cs="Times New Roman"/>
          <w:b/>
          <w:lang w:eastAsia="cs-CZ"/>
        </w:rPr>
        <w:t xml:space="preserve">č.35 </w:t>
      </w:r>
      <w:r w:rsidR="00903B87" w:rsidRPr="00135E38">
        <w:rPr>
          <w:rFonts w:eastAsia="Calibri" w:cs="Times New Roman"/>
          <w:b/>
          <w:lang w:eastAsia="cs-CZ"/>
        </w:rPr>
        <w:t>75O5HX</w:t>
      </w:r>
      <w:r w:rsidR="00C44CE5" w:rsidRPr="00135E38">
        <w:rPr>
          <w:rFonts w:eastAsia="Calibri" w:cs="Times New Roman"/>
          <w:b/>
          <w:lang w:eastAsia="cs-CZ"/>
        </w:rPr>
        <w:t xml:space="preserve"> montáž</w:t>
      </w:r>
      <w:r w:rsidR="00903B87" w:rsidRPr="00135E38">
        <w:rPr>
          <w:rFonts w:eastAsia="Calibri" w:cs="Times New Roman"/>
          <w:b/>
          <w:lang w:eastAsia="cs-CZ"/>
        </w:rPr>
        <w:t>.</w:t>
      </w:r>
      <w:r w:rsidR="00953B1A" w:rsidRPr="00135E38">
        <w:rPr>
          <w:rFonts w:eastAsia="Calibri" w:cs="Times New Roman"/>
          <w:b/>
          <w:lang w:eastAsia="cs-CZ"/>
        </w:rPr>
        <w:t xml:space="preserve"> Popis položky</w:t>
      </w:r>
      <w:r w:rsidR="0087146D" w:rsidRPr="00135E38">
        <w:rPr>
          <w:rFonts w:eastAsia="Calibri" w:cs="Times New Roman"/>
          <w:b/>
          <w:lang w:eastAsia="cs-CZ"/>
        </w:rPr>
        <w:t>:</w:t>
      </w:r>
      <w:r w:rsidR="00953B1A" w:rsidRPr="00135E38">
        <w:rPr>
          <w:rFonts w:eastAsia="Calibri" w:cs="Times New Roman"/>
          <w:b/>
          <w:lang w:eastAsia="cs-CZ"/>
        </w:rPr>
        <w:t xml:space="preserve"> Rozhraní pro připojení venkovní čtečky. Rozhraní pro připojení </w:t>
      </w:r>
      <w:proofErr w:type="spellStart"/>
      <w:r w:rsidR="00953B1A" w:rsidRPr="00135E38">
        <w:rPr>
          <w:rFonts w:eastAsia="Calibri" w:cs="Times New Roman"/>
          <w:b/>
          <w:lang w:eastAsia="cs-CZ"/>
        </w:rPr>
        <w:t>elektrom</w:t>
      </w:r>
      <w:proofErr w:type="spellEnd"/>
      <w:r w:rsidR="00953B1A" w:rsidRPr="00135E38">
        <w:rPr>
          <w:rFonts w:eastAsia="Calibri" w:cs="Times New Roman"/>
          <w:b/>
          <w:lang w:eastAsia="cs-CZ"/>
        </w:rPr>
        <w:t>. zámku.</w:t>
      </w:r>
    </w:p>
    <w:p w14:paraId="56A33039" w14:textId="70B2F6F4" w:rsidR="00FC66F3" w:rsidRPr="00135E38" w:rsidRDefault="00FC66F3" w:rsidP="00FC66F3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dokumentace.</w:t>
      </w:r>
    </w:p>
    <w:p w14:paraId="76C261C2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1425240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43B3CC68" w14:textId="022BA888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63B584E0" w14:textId="18738EE2" w:rsidR="00D55924" w:rsidRDefault="00D55924" w:rsidP="00D55924">
      <w:pPr>
        <w:spacing w:after="0" w:line="240" w:lineRule="auto"/>
        <w:jc w:val="both"/>
      </w:pPr>
      <w:r>
        <w:t>V </w:t>
      </w:r>
      <w:r w:rsidRPr="00AA630E">
        <w:rPr>
          <w:b/>
        </w:rPr>
        <w:t>PS 15-02-41 ŽST Heřmanův Městec, elektronická ochrana majetku</w:t>
      </w:r>
      <w:r>
        <w:t>, se ve schématu vyskytují položky „ovládacích modulů, venkovních čteček, a dveřní komunikátor“. Ve výkazu výměr se tyto položky nevyskytují. Žádáme zadavatele o prověření.</w:t>
      </w:r>
    </w:p>
    <w:p w14:paraId="4D31AECC" w14:textId="77777777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5B77013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924CD47" w14:textId="46A09786" w:rsidR="0087146D" w:rsidRPr="00135E38" w:rsidRDefault="007074D8" w:rsidP="0087146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V</w:t>
      </w:r>
      <w:r w:rsidR="00C44CE5" w:rsidRPr="00135E38">
        <w:rPr>
          <w:rFonts w:eastAsia="Calibri" w:cs="Times New Roman"/>
          <w:b/>
          <w:lang w:eastAsia="cs-CZ"/>
        </w:rPr>
        <w:t xml:space="preserve"> soupis</w:t>
      </w:r>
      <w:r w:rsidRPr="00135E38">
        <w:rPr>
          <w:rFonts w:eastAsia="Calibri" w:cs="Times New Roman"/>
          <w:b/>
          <w:lang w:eastAsia="cs-CZ"/>
        </w:rPr>
        <w:t>u</w:t>
      </w:r>
      <w:r w:rsidR="00C44CE5" w:rsidRPr="00135E38">
        <w:rPr>
          <w:rFonts w:eastAsia="Calibri" w:cs="Times New Roman"/>
          <w:b/>
          <w:lang w:eastAsia="cs-CZ"/>
        </w:rPr>
        <w:t xml:space="preserve"> prací k ocenění jsou uvedeny</w:t>
      </w:r>
      <w:r w:rsidR="00091ED2" w:rsidRPr="00135E38">
        <w:rPr>
          <w:rFonts w:eastAsia="Calibri" w:cs="Times New Roman"/>
          <w:b/>
          <w:lang w:eastAsia="cs-CZ"/>
        </w:rPr>
        <w:t xml:space="preserve"> položky </w:t>
      </w:r>
      <w:r w:rsidR="0087146D" w:rsidRPr="00135E38">
        <w:rPr>
          <w:rFonts w:eastAsia="Calibri" w:cs="Times New Roman"/>
          <w:b/>
          <w:lang w:eastAsia="cs-CZ"/>
        </w:rPr>
        <w:t xml:space="preserve">č.34 </w:t>
      </w:r>
      <w:r w:rsidR="00091ED2" w:rsidRPr="00135E38">
        <w:rPr>
          <w:rFonts w:eastAsia="Calibri" w:cs="Times New Roman"/>
          <w:b/>
          <w:lang w:eastAsia="cs-CZ"/>
        </w:rPr>
        <w:t>75O5H1</w:t>
      </w:r>
      <w:r w:rsidR="0087146D" w:rsidRPr="00135E38">
        <w:rPr>
          <w:rFonts w:eastAsia="Calibri" w:cs="Times New Roman"/>
          <w:b/>
          <w:lang w:eastAsia="cs-CZ"/>
        </w:rPr>
        <w:t xml:space="preserve"> dodávka</w:t>
      </w:r>
      <w:r w:rsidR="00091ED2" w:rsidRPr="00135E38">
        <w:rPr>
          <w:rFonts w:eastAsia="Calibri" w:cs="Times New Roman"/>
          <w:b/>
          <w:lang w:eastAsia="cs-CZ"/>
        </w:rPr>
        <w:t xml:space="preserve"> a </w:t>
      </w:r>
      <w:r w:rsidR="0087146D" w:rsidRPr="00135E38">
        <w:rPr>
          <w:rFonts w:eastAsia="Calibri" w:cs="Times New Roman"/>
          <w:b/>
          <w:lang w:eastAsia="cs-CZ"/>
        </w:rPr>
        <w:t xml:space="preserve">č.35 </w:t>
      </w:r>
      <w:r w:rsidR="00091ED2" w:rsidRPr="00135E38">
        <w:rPr>
          <w:rFonts w:eastAsia="Calibri" w:cs="Times New Roman"/>
          <w:b/>
          <w:lang w:eastAsia="cs-CZ"/>
        </w:rPr>
        <w:t>75O5HX</w:t>
      </w:r>
      <w:r w:rsidR="0087146D" w:rsidRPr="00135E38">
        <w:rPr>
          <w:rFonts w:eastAsia="Calibri" w:cs="Times New Roman"/>
          <w:b/>
          <w:lang w:eastAsia="cs-CZ"/>
        </w:rPr>
        <w:t xml:space="preserve"> montáž</w:t>
      </w:r>
      <w:r w:rsidR="00091ED2" w:rsidRPr="00135E38">
        <w:rPr>
          <w:rFonts w:eastAsia="Calibri" w:cs="Times New Roman"/>
          <w:b/>
          <w:lang w:eastAsia="cs-CZ"/>
        </w:rPr>
        <w:t xml:space="preserve">. </w:t>
      </w:r>
      <w:r w:rsidR="0087146D" w:rsidRPr="00135E38">
        <w:rPr>
          <w:rFonts w:eastAsia="Calibri" w:cs="Times New Roman"/>
          <w:b/>
          <w:lang w:eastAsia="cs-CZ"/>
        </w:rPr>
        <w:t xml:space="preserve">Rozhraní pro připojení venkovní čtečky. Rozhraní pro připojení </w:t>
      </w:r>
      <w:proofErr w:type="spellStart"/>
      <w:r w:rsidR="0087146D" w:rsidRPr="00135E38">
        <w:rPr>
          <w:rFonts w:eastAsia="Calibri" w:cs="Times New Roman"/>
          <w:b/>
          <w:lang w:eastAsia="cs-CZ"/>
        </w:rPr>
        <w:t>elektrom</w:t>
      </w:r>
      <w:proofErr w:type="spellEnd"/>
      <w:r w:rsidR="0087146D" w:rsidRPr="00135E38">
        <w:rPr>
          <w:rFonts w:eastAsia="Calibri" w:cs="Times New Roman"/>
          <w:b/>
          <w:lang w:eastAsia="cs-CZ"/>
        </w:rPr>
        <w:t>. zámku.</w:t>
      </w:r>
    </w:p>
    <w:p w14:paraId="09CB6ABC" w14:textId="77777777" w:rsidR="00CE1ED7" w:rsidRPr="00135E38" w:rsidRDefault="00091ED2" w:rsidP="00FC66F3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Dveřní komunikátor je řešen položkami </w:t>
      </w:r>
      <w:r w:rsidR="0087146D" w:rsidRPr="00135E38">
        <w:rPr>
          <w:rFonts w:eastAsia="Calibri" w:cs="Times New Roman"/>
          <w:b/>
          <w:lang w:eastAsia="cs-CZ"/>
        </w:rPr>
        <w:t>č.</w:t>
      </w:r>
      <w:r w:rsidR="00A9754B" w:rsidRPr="00135E38">
        <w:rPr>
          <w:rFonts w:eastAsia="Calibri" w:cs="Times New Roman"/>
          <w:b/>
          <w:lang w:eastAsia="cs-CZ"/>
        </w:rPr>
        <w:t xml:space="preserve"> </w:t>
      </w:r>
      <w:r w:rsidR="00384407" w:rsidRPr="00135E38">
        <w:rPr>
          <w:rFonts w:eastAsia="Calibri" w:cs="Times New Roman"/>
          <w:b/>
          <w:lang w:eastAsia="cs-CZ"/>
        </w:rPr>
        <w:t xml:space="preserve">53 </w:t>
      </w:r>
      <w:r w:rsidRPr="00135E38">
        <w:rPr>
          <w:rFonts w:eastAsia="Calibri" w:cs="Times New Roman"/>
          <w:b/>
          <w:lang w:eastAsia="cs-CZ"/>
        </w:rPr>
        <w:t xml:space="preserve">R75O5D1 </w:t>
      </w:r>
      <w:r w:rsidR="00384407" w:rsidRPr="00135E38">
        <w:rPr>
          <w:rFonts w:eastAsia="Calibri" w:cs="Times New Roman"/>
          <w:b/>
          <w:lang w:eastAsia="cs-CZ"/>
        </w:rPr>
        <w:t xml:space="preserve">dodávka </w:t>
      </w:r>
      <w:r w:rsidRPr="00135E38">
        <w:rPr>
          <w:rFonts w:eastAsia="Calibri" w:cs="Times New Roman"/>
          <w:b/>
          <w:lang w:eastAsia="cs-CZ"/>
        </w:rPr>
        <w:t xml:space="preserve">a </w:t>
      </w:r>
      <w:r w:rsidR="00384407" w:rsidRPr="00135E38">
        <w:rPr>
          <w:rFonts w:eastAsia="Calibri" w:cs="Times New Roman"/>
          <w:b/>
          <w:lang w:eastAsia="cs-CZ"/>
        </w:rPr>
        <w:t xml:space="preserve">č.54 </w:t>
      </w:r>
      <w:r w:rsidRPr="00135E38">
        <w:rPr>
          <w:rFonts w:eastAsia="Calibri" w:cs="Times New Roman"/>
          <w:b/>
          <w:lang w:eastAsia="cs-CZ"/>
        </w:rPr>
        <w:t>R75O5DX</w:t>
      </w:r>
      <w:r w:rsidR="00721C55" w:rsidRPr="00135E38">
        <w:rPr>
          <w:rFonts w:eastAsia="Calibri" w:cs="Times New Roman"/>
          <w:b/>
          <w:lang w:eastAsia="cs-CZ"/>
        </w:rPr>
        <w:t xml:space="preserve"> </w:t>
      </w:r>
      <w:r w:rsidR="00384407" w:rsidRPr="00135E38">
        <w:rPr>
          <w:rFonts w:eastAsia="Calibri" w:cs="Times New Roman"/>
          <w:b/>
          <w:lang w:eastAsia="cs-CZ"/>
        </w:rPr>
        <w:t>montáž</w:t>
      </w:r>
      <w:r w:rsidR="00721C55" w:rsidRPr="00135E38">
        <w:rPr>
          <w:rFonts w:eastAsia="Calibri" w:cs="Times New Roman"/>
          <w:b/>
          <w:lang w:eastAsia="cs-CZ"/>
        </w:rPr>
        <w:t xml:space="preserve">. </w:t>
      </w:r>
    </w:p>
    <w:p w14:paraId="4D7DCE67" w14:textId="7D3F8B2E" w:rsidR="00FC66F3" w:rsidRPr="00135E38" w:rsidRDefault="00FC66F3" w:rsidP="00FC66F3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dokumentace.</w:t>
      </w:r>
    </w:p>
    <w:p w14:paraId="16AB6EDE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74C57F20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84B252B" w14:textId="235ABFBB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25DDCC59" w14:textId="116206B4" w:rsidR="00D55924" w:rsidRDefault="00D55924" w:rsidP="00D55924">
      <w:pPr>
        <w:spacing w:after="0" w:line="240" w:lineRule="auto"/>
        <w:jc w:val="both"/>
      </w:pPr>
      <w:r>
        <w:t>V </w:t>
      </w:r>
      <w:r w:rsidRPr="00AC2997">
        <w:rPr>
          <w:b/>
        </w:rPr>
        <w:t>PS 00-02-51 Přelouč – Kostelec u H.M., traťový kabel,</w:t>
      </w:r>
      <w:r>
        <w:rPr>
          <w:b/>
        </w:rPr>
        <w:t xml:space="preserve"> </w:t>
      </w:r>
      <w:r>
        <w:t>je řešeno vybudování traťového kabelu. Ve výkazu výměru se nenachází kabelová trasa (zemní práce) pro tento kabel. Chápeme správně, že tato kabelová trasa je součástí PS 00-02-52 Přelouč – Kostelec u H.M., dálkový a traťový optický kabel a je tedy společná pro oba PS? Žádáme zadavatele o upřesnění.</w:t>
      </w:r>
    </w:p>
    <w:p w14:paraId="41081AD6" w14:textId="77777777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8F5311F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FED2563" w14:textId="77777777" w:rsidR="00CE1ED7" w:rsidRPr="00135E38" w:rsidRDefault="00091ED2" w:rsidP="00FC66F3">
      <w:pPr>
        <w:spacing w:after="0" w:line="240" w:lineRule="auto"/>
        <w:rPr>
          <w:rFonts w:eastAsia="Calibri" w:cs="Times New Roman"/>
          <w:bCs/>
          <w:lang w:eastAsia="cs-CZ"/>
        </w:rPr>
      </w:pPr>
      <w:r w:rsidRPr="00135E38">
        <w:rPr>
          <w:rFonts w:eastAsia="Calibri" w:cs="Times New Roman"/>
          <w:b/>
          <w:lang w:eastAsia="cs-CZ"/>
        </w:rPr>
        <w:t>Ano. Realizace společné kabelové trasy pro PS 00-02-51 a pro PS 00-02-52 je předmětem PS 00-02-52.</w:t>
      </w:r>
      <w:r w:rsidR="00FC66F3" w:rsidRPr="00135E38">
        <w:rPr>
          <w:rFonts w:eastAsia="Calibri" w:cs="Times New Roman"/>
          <w:bCs/>
          <w:lang w:eastAsia="cs-CZ"/>
        </w:rPr>
        <w:t xml:space="preserve"> </w:t>
      </w:r>
    </w:p>
    <w:p w14:paraId="6E641B22" w14:textId="5BCA6E0F" w:rsidR="00FC66F3" w:rsidRPr="00135E38" w:rsidRDefault="00FC66F3" w:rsidP="00FC66F3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dokumentace.</w:t>
      </w:r>
    </w:p>
    <w:p w14:paraId="784BC103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516885E8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18A5321" w14:textId="4938BBF1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14:paraId="12A41572" w14:textId="0C90EC14" w:rsidR="00D55924" w:rsidRDefault="00D55924" w:rsidP="00D55924">
      <w:pPr>
        <w:spacing w:after="0" w:line="240" w:lineRule="auto"/>
        <w:jc w:val="both"/>
      </w:pPr>
      <w:r>
        <w:t xml:space="preserve">V </w:t>
      </w:r>
      <w:bookmarkStart w:id="1" w:name="_Hlk182292313"/>
      <w:r w:rsidRPr="00AC2997">
        <w:rPr>
          <w:b/>
        </w:rPr>
        <w:t xml:space="preserve">PS 00-02-52 Přelouč – Kostelec u </w:t>
      </w:r>
      <w:proofErr w:type="gramStart"/>
      <w:r w:rsidRPr="00AC2997">
        <w:rPr>
          <w:b/>
        </w:rPr>
        <w:t>H.M.,,</w:t>
      </w:r>
      <w:proofErr w:type="gramEnd"/>
      <w:r w:rsidRPr="00AC2997">
        <w:rPr>
          <w:b/>
        </w:rPr>
        <w:t xml:space="preserve"> dálkový a traťový optický kabel</w:t>
      </w:r>
      <w:bookmarkEnd w:id="1"/>
      <w:r w:rsidRPr="00AC2997">
        <w:rPr>
          <w:b/>
        </w:rPr>
        <w:t>,</w:t>
      </w:r>
      <w:r>
        <w:rPr>
          <w:b/>
        </w:rPr>
        <w:t xml:space="preserve"> </w:t>
      </w:r>
      <w:r>
        <w:t>je kabelová trasa  pravděpodobně vybudována i pro traťový metalický kabel ( výkopy ), který je v délce cca 27km a jeho dodávka a pokládka je součástí PS 00-02-51. V položkovém rozpisu PS 00-02-52 chybí ochrana tohoto traťového kabelu i trubek HDPE s optickými kabely, položkou „KABELOVÝ ŽLAB ZEMNÍ VČETNĚ KRYTU“ v celé kabelové trase. Žádáme zadavatele o upřesnění, popřípadě doplnění zemních žlabů do položkového rozpočtu.</w:t>
      </w:r>
    </w:p>
    <w:p w14:paraId="2DA23F1D" w14:textId="77777777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BD784F1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069964AE" w14:textId="404E8285" w:rsidR="00F242E4" w:rsidRPr="00135E38" w:rsidRDefault="00091ED2" w:rsidP="0084180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Kabelové trasy jsou navrženy dle přílohy č. 26 předpisu S4 primárně bez použití </w:t>
      </w:r>
      <w:proofErr w:type="spellStart"/>
      <w:r w:rsidRPr="00135E38">
        <w:rPr>
          <w:rFonts w:eastAsia="Calibri" w:cs="Times New Roman"/>
          <w:b/>
          <w:lang w:eastAsia="cs-CZ"/>
        </w:rPr>
        <w:t>energokanálu</w:t>
      </w:r>
      <w:proofErr w:type="spellEnd"/>
      <w:r w:rsidRPr="00135E38">
        <w:rPr>
          <w:rFonts w:eastAsia="Calibri" w:cs="Times New Roman"/>
          <w:b/>
          <w:lang w:eastAsia="cs-CZ"/>
        </w:rPr>
        <w:t>. V části kabelové trasy je navržen pochozí kabelový žlab</w:t>
      </w:r>
      <w:r w:rsidR="00F242E4" w:rsidRPr="00135E38">
        <w:rPr>
          <w:rFonts w:eastAsia="Calibri" w:cs="Times New Roman"/>
          <w:b/>
          <w:lang w:eastAsia="cs-CZ"/>
        </w:rPr>
        <w:t xml:space="preserve"> položka č. 7</w:t>
      </w:r>
      <w:r w:rsidR="00DD4877" w:rsidRPr="00135E38">
        <w:rPr>
          <w:rFonts w:eastAsia="Calibri" w:cs="Times New Roman"/>
          <w:b/>
          <w:lang w:eastAsia="cs-CZ"/>
        </w:rPr>
        <w:t>8</w:t>
      </w:r>
      <w:r w:rsidR="00D23027" w:rsidRPr="00135E38">
        <w:rPr>
          <w:rFonts w:eastAsia="Calibri" w:cs="Times New Roman"/>
          <w:b/>
          <w:lang w:eastAsia="cs-CZ"/>
        </w:rPr>
        <w:t xml:space="preserve"> KABELOVÝ ŽLAB ZEMNÍ SVĚTLÉ ŠÍŘKY PŘES 250 MM VČETNĚ POCHOZÍHO KRYTU</w:t>
      </w:r>
      <w:r w:rsidRPr="00135E38">
        <w:rPr>
          <w:rFonts w:eastAsia="Calibri" w:cs="Times New Roman"/>
          <w:b/>
          <w:lang w:eastAsia="cs-CZ"/>
        </w:rPr>
        <w:t>.</w:t>
      </w:r>
      <w:r w:rsidR="00F242E4" w:rsidRPr="00135E38">
        <w:rPr>
          <w:rFonts w:eastAsia="Calibri" w:cs="Times New Roman"/>
          <w:b/>
          <w:lang w:eastAsia="cs-CZ"/>
        </w:rPr>
        <w:t xml:space="preserve"> </w:t>
      </w:r>
      <w:r w:rsidR="0084180B" w:rsidRPr="00135E38">
        <w:rPr>
          <w:rFonts w:eastAsia="Calibri" w:cs="Times New Roman"/>
          <w:b/>
          <w:lang w:eastAsia="cs-CZ"/>
        </w:rPr>
        <w:t>V rámci tohoto PS 00-02-5</w:t>
      </w:r>
      <w:r w:rsidR="00E90409" w:rsidRPr="00135E38">
        <w:rPr>
          <w:rFonts w:eastAsia="Calibri" w:cs="Times New Roman"/>
          <w:b/>
          <w:lang w:eastAsia="cs-CZ"/>
        </w:rPr>
        <w:t>2</w:t>
      </w:r>
      <w:r w:rsidR="0084180B" w:rsidRPr="00135E38">
        <w:rPr>
          <w:rFonts w:eastAsia="Calibri" w:cs="Times New Roman"/>
          <w:b/>
          <w:lang w:eastAsia="cs-CZ"/>
        </w:rPr>
        <w:t xml:space="preserve"> budou realizovány nové pochozí kabelové žlaby v p</w:t>
      </w:r>
      <w:r w:rsidR="00E90409" w:rsidRPr="00135E38">
        <w:rPr>
          <w:rFonts w:eastAsia="Calibri" w:cs="Times New Roman"/>
          <w:b/>
          <w:lang w:eastAsia="cs-CZ"/>
        </w:rPr>
        <w:t>á</w:t>
      </w:r>
      <w:r w:rsidR="0084180B" w:rsidRPr="00135E38">
        <w:rPr>
          <w:rFonts w:eastAsia="Calibri" w:cs="Times New Roman"/>
          <w:b/>
          <w:lang w:eastAsia="cs-CZ"/>
        </w:rPr>
        <w:t>t</w:t>
      </w:r>
      <w:r w:rsidR="00E90409" w:rsidRPr="00135E38">
        <w:rPr>
          <w:rFonts w:eastAsia="Calibri" w:cs="Times New Roman"/>
          <w:b/>
          <w:lang w:eastAsia="cs-CZ"/>
        </w:rPr>
        <w:t>e</w:t>
      </w:r>
      <w:r w:rsidR="0084180B" w:rsidRPr="00135E38">
        <w:rPr>
          <w:rFonts w:eastAsia="Calibri" w:cs="Times New Roman"/>
          <w:b/>
          <w:lang w:eastAsia="cs-CZ"/>
        </w:rPr>
        <w:t>řních kabelových trasách v</w:t>
      </w:r>
      <w:r w:rsidR="004B7AC5" w:rsidRPr="00135E38">
        <w:rPr>
          <w:rFonts w:eastAsia="Calibri" w:cs="Times New Roman"/>
          <w:b/>
          <w:lang w:eastAsia="cs-CZ"/>
        </w:rPr>
        <w:t> </w:t>
      </w:r>
      <w:r w:rsidR="0084180B" w:rsidRPr="00135E38">
        <w:rPr>
          <w:rFonts w:eastAsia="Calibri" w:cs="Times New Roman"/>
          <w:b/>
          <w:lang w:eastAsia="cs-CZ"/>
        </w:rPr>
        <w:t>úsecích</w:t>
      </w:r>
      <w:r w:rsidR="004B7AC5" w:rsidRPr="00135E38">
        <w:rPr>
          <w:rFonts w:eastAsia="Calibri" w:cs="Times New Roman"/>
          <w:b/>
          <w:lang w:eastAsia="cs-CZ"/>
        </w:rPr>
        <w:t xml:space="preserve"> žst</w:t>
      </w:r>
      <w:r w:rsidR="0084180B" w:rsidRPr="00135E38">
        <w:rPr>
          <w:rFonts w:eastAsia="Calibri" w:cs="Times New Roman"/>
          <w:b/>
          <w:lang w:eastAsia="cs-CZ"/>
        </w:rPr>
        <w:t>:</w:t>
      </w:r>
    </w:p>
    <w:p w14:paraId="28E1928D" w14:textId="04A6DFCE" w:rsidR="00F242E4" w:rsidRPr="00135E38" w:rsidRDefault="00DD4877" w:rsidP="00F242E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79 m </w:t>
      </w:r>
      <w:r w:rsidR="00F242E4" w:rsidRPr="00135E38">
        <w:rPr>
          <w:rFonts w:eastAsia="Calibri" w:cs="Times New Roman"/>
          <w:b/>
          <w:lang w:eastAsia="cs-CZ"/>
        </w:rPr>
        <w:t>· km 8,416 – km 8,495 v žst. Choltice</w:t>
      </w:r>
    </w:p>
    <w:p w14:paraId="70BFE4EA" w14:textId="1DF0D0BD" w:rsidR="00F242E4" w:rsidRPr="00135E38" w:rsidRDefault="00DD4877" w:rsidP="00F242E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997 m </w:t>
      </w:r>
      <w:r w:rsidR="00F242E4" w:rsidRPr="00135E38">
        <w:rPr>
          <w:rFonts w:eastAsia="Calibri" w:cs="Times New Roman"/>
          <w:b/>
          <w:lang w:eastAsia="cs-CZ"/>
        </w:rPr>
        <w:t>· km 12,705 – km 13,702 v žst. Heřmanův Městec</w:t>
      </w:r>
    </w:p>
    <w:p w14:paraId="440416AD" w14:textId="00F50668" w:rsidR="00F242E4" w:rsidRPr="00135E38" w:rsidRDefault="00DD4877" w:rsidP="00F242E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360 m </w:t>
      </w:r>
      <w:r w:rsidR="00F242E4" w:rsidRPr="00135E38">
        <w:rPr>
          <w:rFonts w:eastAsia="Calibri" w:cs="Times New Roman"/>
          <w:b/>
          <w:lang w:eastAsia="cs-CZ"/>
        </w:rPr>
        <w:t>· km 17,238 – km 17,598 v žst. Kostelec u Heřmanova Městce</w:t>
      </w:r>
    </w:p>
    <w:p w14:paraId="5303669F" w14:textId="778F148B" w:rsidR="00DD4877" w:rsidRPr="00135E38" w:rsidRDefault="0084180B" w:rsidP="00F242E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Celkem </w:t>
      </w:r>
      <w:r w:rsidR="00DD4877" w:rsidRPr="00135E38">
        <w:rPr>
          <w:rFonts w:eastAsia="Calibri" w:cs="Times New Roman"/>
          <w:b/>
          <w:lang w:eastAsia="cs-CZ"/>
        </w:rPr>
        <w:t>1 436 m</w:t>
      </w:r>
    </w:p>
    <w:p w14:paraId="76C21D4C" w14:textId="7D615023" w:rsidR="00091ED2" w:rsidRPr="00135E38" w:rsidRDefault="004B7AC5" w:rsidP="00091E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lastRenderedPageBreak/>
        <w:t>Zbývající výměra 5 038 m je uvažována pro mezistaniční úseky, kde</w:t>
      </w:r>
      <w:r w:rsidR="00F242E4" w:rsidRPr="00135E38">
        <w:rPr>
          <w:rFonts w:eastAsia="Calibri" w:cs="Times New Roman"/>
          <w:b/>
          <w:lang w:eastAsia="cs-CZ"/>
        </w:rPr>
        <w:t xml:space="preserve"> jsou </w:t>
      </w:r>
      <w:r w:rsidRPr="00135E38">
        <w:rPr>
          <w:rFonts w:eastAsia="Calibri" w:cs="Times New Roman"/>
          <w:b/>
          <w:lang w:eastAsia="cs-CZ"/>
        </w:rPr>
        <w:t xml:space="preserve">v dílčích částech navrženy další pochozí žlaby dle položky č.78. Ve zbývajících úsecích jsou </w:t>
      </w:r>
      <w:r w:rsidR="00F242E4" w:rsidRPr="00135E38">
        <w:rPr>
          <w:rFonts w:eastAsia="Calibri" w:cs="Times New Roman"/>
          <w:b/>
          <w:lang w:eastAsia="cs-CZ"/>
        </w:rPr>
        <w:t>navrženy standartní kabelové žlaby</w:t>
      </w:r>
      <w:r w:rsidR="003E768C" w:rsidRPr="00135E38">
        <w:rPr>
          <w:rFonts w:eastAsia="Calibri" w:cs="Times New Roman"/>
          <w:b/>
          <w:lang w:eastAsia="cs-CZ"/>
        </w:rPr>
        <w:t xml:space="preserve"> </w:t>
      </w:r>
      <w:r w:rsidR="005656FE" w:rsidRPr="00135E38">
        <w:rPr>
          <w:rFonts w:eastAsia="Calibri" w:cs="Times New Roman"/>
          <w:b/>
          <w:lang w:eastAsia="cs-CZ"/>
        </w:rPr>
        <w:t>dodávané a pokládané v rámci souvisejících PS</w:t>
      </w:r>
      <w:r w:rsidRPr="00135E38">
        <w:rPr>
          <w:rFonts w:eastAsia="Calibri" w:cs="Times New Roman"/>
          <w:b/>
          <w:lang w:eastAsia="cs-CZ"/>
        </w:rPr>
        <w:t>.</w:t>
      </w:r>
      <w:r w:rsidR="003E768C" w:rsidRPr="00135E38">
        <w:rPr>
          <w:rFonts w:eastAsia="Calibri" w:cs="Times New Roman"/>
          <w:b/>
          <w:lang w:eastAsia="cs-CZ"/>
        </w:rPr>
        <w:t xml:space="preserve"> </w:t>
      </w:r>
    </w:p>
    <w:p w14:paraId="58A211C8" w14:textId="77777777" w:rsidR="00FC66F3" w:rsidRPr="00135E38" w:rsidRDefault="00FC66F3" w:rsidP="00FC66F3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dokumentace.</w:t>
      </w:r>
    </w:p>
    <w:p w14:paraId="5282D240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5CB46E33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1439DD6" w14:textId="262C105D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6A0AE31F" w14:textId="453EF9F9" w:rsidR="00D55924" w:rsidRDefault="00D55924" w:rsidP="00D55924">
      <w:pPr>
        <w:spacing w:after="0" w:line="240" w:lineRule="auto"/>
        <w:jc w:val="both"/>
        <w:rPr>
          <w:lang w:eastAsia="cs-CZ"/>
        </w:rPr>
      </w:pPr>
      <w:r>
        <w:t xml:space="preserve">V </w:t>
      </w:r>
      <w:r w:rsidRPr="008A12D3">
        <w:rPr>
          <w:b/>
        </w:rPr>
        <w:t xml:space="preserve">PS 00-02-52 Přelouč – Kostelec u </w:t>
      </w:r>
      <w:proofErr w:type="gramStart"/>
      <w:r w:rsidRPr="008A12D3">
        <w:rPr>
          <w:b/>
        </w:rPr>
        <w:t>H.M.,,</w:t>
      </w:r>
      <w:proofErr w:type="gramEnd"/>
      <w:r w:rsidRPr="008A12D3">
        <w:rPr>
          <w:b/>
        </w:rPr>
        <w:t xml:space="preserve"> dálkový a traťový optický kabel, </w:t>
      </w:r>
      <w:r>
        <w:t xml:space="preserve">se vyskytuje položka č. 78 „KABELOVÝ ŽLAB ZEMNÍ SVĚTLÉ ŠÍŘKY PŘES 250 MM VČETNĚ POCHOZÍHO KRYTU“. </w:t>
      </w:r>
      <w:r>
        <w:rPr>
          <w:lang w:eastAsia="cs-CZ"/>
        </w:rPr>
        <w:t xml:space="preserve">V projektové dokumentaci není bližší specifikace těchto pochozích žlabů. Žádáme zadavatele o </w:t>
      </w:r>
      <w:r w:rsidRPr="00CD5C4D">
        <w:rPr>
          <w:lang w:eastAsia="cs-CZ"/>
        </w:rPr>
        <w:t>doplnění (</w:t>
      </w:r>
      <w:proofErr w:type="spellStart"/>
      <w:proofErr w:type="gramStart"/>
      <w:r>
        <w:rPr>
          <w:lang w:eastAsia="cs-CZ"/>
        </w:rPr>
        <w:t>typ,</w:t>
      </w:r>
      <w:r w:rsidRPr="00CD5C4D">
        <w:rPr>
          <w:lang w:eastAsia="cs-CZ"/>
        </w:rPr>
        <w:t>rozměry</w:t>
      </w:r>
      <w:proofErr w:type="spellEnd"/>
      <w:proofErr w:type="gramEnd"/>
      <w:r w:rsidRPr="00CD5C4D">
        <w:rPr>
          <w:lang w:eastAsia="cs-CZ"/>
        </w:rPr>
        <w:t>; výkres apod</w:t>
      </w:r>
      <w:r w:rsidRPr="008A12D3">
        <w:rPr>
          <w:color w:val="1F497D"/>
          <w:lang w:eastAsia="cs-CZ"/>
        </w:rPr>
        <w:t xml:space="preserve">.) </w:t>
      </w:r>
      <w:r>
        <w:rPr>
          <w:lang w:eastAsia="cs-CZ"/>
        </w:rPr>
        <w:t>o jaké pochozí žlaby se jedná popřípadě, nemají-li být součástí železničního svršku tak, jak je to obvyklé.</w:t>
      </w:r>
    </w:p>
    <w:p w14:paraId="42793D7D" w14:textId="77777777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EB807EF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193AC69" w14:textId="2A77B169" w:rsidR="0084180B" w:rsidRPr="00135E38" w:rsidRDefault="00091ED2" w:rsidP="00091E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V době zpracování zadávací dokumentace správce požadoval pochozí kabelové žlaby min. v technické úrovni žlabů pro železnici BG-</w:t>
      </w:r>
      <w:proofErr w:type="spellStart"/>
      <w:r w:rsidRPr="00135E38">
        <w:rPr>
          <w:rFonts w:eastAsia="Calibri" w:cs="Times New Roman"/>
          <w:b/>
          <w:lang w:eastAsia="cs-CZ"/>
        </w:rPr>
        <w:t>Rail</w:t>
      </w:r>
      <w:proofErr w:type="spellEnd"/>
      <w:r w:rsidRPr="00135E38">
        <w:rPr>
          <w:rFonts w:eastAsia="Calibri" w:cs="Times New Roman"/>
          <w:b/>
          <w:lang w:eastAsia="cs-CZ"/>
        </w:rPr>
        <w:t>. Provedení žlabu je odvislé od konkrétního výrobku a konkrétní kabelizace, která v něm bude uložena.</w:t>
      </w:r>
      <w:r w:rsidR="004C3BBB" w:rsidRPr="00135E38">
        <w:rPr>
          <w:rFonts w:eastAsia="Calibri" w:cs="Times New Roman"/>
          <w:b/>
          <w:lang w:eastAsia="cs-CZ"/>
        </w:rPr>
        <w:t xml:space="preserve"> </w:t>
      </w:r>
    </w:p>
    <w:p w14:paraId="0A945C30" w14:textId="75149286" w:rsidR="004C3BBB" w:rsidRPr="00135E38" w:rsidRDefault="004C3BBB" w:rsidP="004C3B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Požadavek na do upřesnění není akceptován.</w:t>
      </w:r>
    </w:p>
    <w:p w14:paraId="78A164B1" w14:textId="30582DCC" w:rsidR="004C3BBB" w:rsidRPr="00135E38" w:rsidRDefault="004C3BBB" w:rsidP="004C3B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Zadavatel v zadávací dokumentaci neurčuje specifikaci typů žlabů.</w:t>
      </w:r>
    </w:p>
    <w:p w14:paraId="4CDDCB28" w14:textId="631C5B80" w:rsidR="004C3BBB" w:rsidRPr="00135E38" w:rsidRDefault="004C3BBB" w:rsidP="004C3B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Typy jednotlivých komponent nelze v této fázi specifikovat, mohou záviset na zařízení navrženém v soutěži. Žlaby, které může zhotovitel použít, j</w:t>
      </w:r>
      <w:r w:rsidR="007074D8" w:rsidRPr="00135E38">
        <w:rPr>
          <w:rFonts w:eastAsia="Calibri" w:cs="Times New Roman"/>
          <w:b/>
          <w:lang w:eastAsia="cs-CZ"/>
        </w:rPr>
        <w:t>sou</w:t>
      </w:r>
      <w:r w:rsidRPr="00135E38">
        <w:rPr>
          <w:rFonts w:eastAsia="Calibri" w:cs="Times New Roman"/>
          <w:b/>
          <w:lang w:eastAsia="cs-CZ"/>
        </w:rPr>
        <w:t xml:space="preserve"> specifikován</w:t>
      </w:r>
      <w:r w:rsidR="007074D8" w:rsidRPr="00135E38">
        <w:rPr>
          <w:rFonts w:eastAsia="Calibri" w:cs="Times New Roman"/>
          <w:b/>
          <w:lang w:eastAsia="cs-CZ"/>
        </w:rPr>
        <w:t>y</w:t>
      </w:r>
      <w:r w:rsidRPr="00135E38">
        <w:rPr>
          <w:rFonts w:eastAsia="Calibri" w:cs="Times New Roman"/>
          <w:b/>
          <w:lang w:eastAsia="cs-CZ"/>
        </w:rPr>
        <w:t xml:space="preserve"> třídníkem OTSKP a v Technických zprávách (požadavkem na prostředí, ve kterém bude instalována).</w:t>
      </w:r>
    </w:p>
    <w:p w14:paraId="43662F7B" w14:textId="4C4DD93C" w:rsidR="00091ED2" w:rsidRPr="00135E38" w:rsidRDefault="0084180B" w:rsidP="00091E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ZTP bod 4.14 Kabelovody, kolektory </w:t>
      </w:r>
    </w:p>
    <w:p w14:paraId="7FBCA423" w14:textId="754D1FD9" w:rsidR="0084180B" w:rsidRPr="00135E38" w:rsidRDefault="0084180B" w:rsidP="0084180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4.14.2 Zhotovitel v rámci realizační dokumentace předloží ke schválení správci (OŘ Hradec Králové) návrh typu a provedení kabelových žlabů </w:t>
      </w:r>
      <w:r w:rsidR="00E90409" w:rsidRPr="00135E38">
        <w:rPr>
          <w:rFonts w:eastAsia="Calibri" w:cs="Times New Roman"/>
          <w:b/>
          <w:lang w:eastAsia="cs-CZ"/>
        </w:rPr>
        <w:t>……</w:t>
      </w:r>
    </w:p>
    <w:p w14:paraId="02F1C343" w14:textId="77777777" w:rsidR="0084180B" w:rsidRPr="00135E38" w:rsidRDefault="0084180B" w:rsidP="0084180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4.14.3 Zhotovené kabelové žlaby budou sloužit pro uložení kabelizací všech profesí po</w:t>
      </w:r>
    </w:p>
    <w:p w14:paraId="68EB1CBC" w14:textId="5C910C9B" w:rsidR="00D55924" w:rsidRPr="00135E38" w:rsidRDefault="0084180B" w:rsidP="0084180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odsouhlasení prostorového obsazení od všech správců, projednání a schválení je součástí</w:t>
      </w:r>
      <w:r w:rsidR="005A1005" w:rsidRPr="00135E38">
        <w:rPr>
          <w:rFonts w:eastAsia="Calibri" w:cs="Times New Roman"/>
          <w:b/>
          <w:lang w:eastAsia="cs-CZ"/>
        </w:rPr>
        <w:t xml:space="preserve"> </w:t>
      </w:r>
      <w:r w:rsidRPr="00135E38">
        <w:rPr>
          <w:rFonts w:eastAsia="Calibri" w:cs="Times New Roman"/>
          <w:b/>
          <w:lang w:eastAsia="cs-CZ"/>
        </w:rPr>
        <w:t>dokumentace RDS zpracovanou dle článku 4.4 těchto ZTP.</w:t>
      </w:r>
    </w:p>
    <w:p w14:paraId="06589E2F" w14:textId="77777777" w:rsidR="00626019" w:rsidRPr="00135E38" w:rsidRDefault="00626019" w:rsidP="00FC66F3">
      <w:pPr>
        <w:spacing w:after="0" w:line="240" w:lineRule="auto"/>
        <w:rPr>
          <w:rFonts w:eastAsia="Calibri" w:cs="Times New Roman"/>
          <w:bCs/>
          <w:lang w:eastAsia="cs-CZ"/>
        </w:rPr>
      </w:pPr>
      <w:r w:rsidRPr="00135E38">
        <w:rPr>
          <w:rFonts w:eastAsia="Calibri" w:cs="Times New Roman"/>
          <w:bCs/>
          <w:lang w:eastAsia="cs-CZ"/>
        </w:rPr>
        <w:t>Do nabídkové ceny za dodávku a montáž si musí zhotovitel zohlednit i související náklady.</w:t>
      </w:r>
    </w:p>
    <w:p w14:paraId="0D314D75" w14:textId="725A1EB3" w:rsidR="00FC66F3" w:rsidRPr="00135E38" w:rsidRDefault="00FC66F3" w:rsidP="00FC66F3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dokumentace.</w:t>
      </w:r>
    </w:p>
    <w:p w14:paraId="6C554A04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031C884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D60D625" w14:textId="66BC598C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</w:t>
      </w:r>
      <w:r w:rsidRPr="00BD5319">
        <w:rPr>
          <w:rFonts w:eastAsia="Calibri" w:cs="Times New Roman"/>
          <w:b/>
          <w:lang w:eastAsia="cs-CZ"/>
        </w:rPr>
        <w:t>:</w:t>
      </w:r>
    </w:p>
    <w:p w14:paraId="6E545A0A" w14:textId="77777777" w:rsidR="00D55924" w:rsidRDefault="00D55924" w:rsidP="00D55924">
      <w:pPr>
        <w:spacing w:after="0" w:line="259" w:lineRule="auto"/>
        <w:rPr>
          <w:b/>
        </w:rPr>
      </w:pPr>
      <w:r>
        <w:t>V </w:t>
      </w:r>
      <w:r w:rsidRPr="00D55924">
        <w:rPr>
          <w:b/>
        </w:rPr>
        <w:t>PS 00-02-51 Přelouč – Kostelec u H.M., traťový kabel,</w:t>
      </w:r>
    </w:p>
    <w:p w14:paraId="26E3E43A" w14:textId="42BD2C2C" w:rsidR="00D55924" w:rsidRPr="00D55924" w:rsidRDefault="00D55924" w:rsidP="00D55924">
      <w:pPr>
        <w:spacing w:after="0" w:line="259" w:lineRule="auto"/>
        <w:rPr>
          <w:b/>
        </w:rPr>
      </w:pPr>
      <w:r w:rsidRPr="00D55924">
        <w:rPr>
          <w:b/>
        </w:rPr>
        <w:t xml:space="preserve">PS 00-02-52 Přelouč – Kostelec u </w:t>
      </w:r>
      <w:proofErr w:type="gramStart"/>
      <w:r w:rsidRPr="00D55924">
        <w:rPr>
          <w:b/>
        </w:rPr>
        <w:t>H.M.,,</w:t>
      </w:r>
      <w:proofErr w:type="gramEnd"/>
      <w:r w:rsidRPr="00D55924">
        <w:rPr>
          <w:b/>
        </w:rPr>
        <w:t xml:space="preserve"> dálkový a traťový optický kabel,</w:t>
      </w:r>
    </w:p>
    <w:p w14:paraId="0FB74C8E" w14:textId="77777777" w:rsidR="00D55924" w:rsidRPr="00D55924" w:rsidRDefault="00D55924" w:rsidP="00D55924">
      <w:pPr>
        <w:spacing w:after="0"/>
        <w:rPr>
          <w:b/>
        </w:rPr>
      </w:pPr>
      <w:r w:rsidRPr="00D55924">
        <w:rPr>
          <w:b/>
        </w:rPr>
        <w:t>PS 13-02-11 ŽST Choltice, místní kabelizace,</w:t>
      </w:r>
    </w:p>
    <w:p w14:paraId="0600A201" w14:textId="77777777" w:rsidR="00D55924" w:rsidRPr="00D55924" w:rsidRDefault="00D55924" w:rsidP="00D55924">
      <w:pPr>
        <w:spacing w:after="0"/>
        <w:rPr>
          <w:b/>
        </w:rPr>
      </w:pPr>
      <w:r w:rsidRPr="00D55924">
        <w:rPr>
          <w:b/>
        </w:rPr>
        <w:t>PS 15-02-11 ŽST Heřmanův Městec, místní kabelizace,</w:t>
      </w:r>
    </w:p>
    <w:p w14:paraId="7097A41A" w14:textId="6153BF9A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C2997">
        <w:rPr>
          <w:b/>
        </w:rPr>
        <w:t xml:space="preserve">PS 17-02-11 ŽST Kostelec u H.M., místní kabelizace, </w:t>
      </w:r>
      <w:r>
        <w:t>se vyskytují položky „HLOUBENÍ JAM ZAPAŽ I NEPAŽ TŘ. III“ a „HLOUBENÍ RÝH ŠÍŘ DO 2M PAŽ I NEPAŽ TŘ. III“. Chápeme správně, že se jedná o třídu těžitelnosti 3 dle starší ČSN 73 3050 podle tabulky níže, nebo se jedná o třídu těžitelnosti 6 a 7 dle této tabulky?</w:t>
      </w:r>
    </w:p>
    <w:p w14:paraId="37043C4F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46FD2E3" w14:textId="04D4197F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noProof/>
          <w:lang w:eastAsia="cs-CZ"/>
        </w:rPr>
        <w:drawing>
          <wp:inline distT="0" distB="0" distL="0" distR="0" wp14:anchorId="57E2D9C1" wp14:editId="34C898EE">
            <wp:extent cx="5091430" cy="2403475"/>
            <wp:effectExtent l="0" t="0" r="0" b="0"/>
            <wp:docPr id="1391030615" name="Obrázek 1391030615" descr="cid:image001.jpg@01DA0342.FEAB8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cid:image001.jpg@01DA0342.FEAB877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430" cy="240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B4848" w14:textId="77777777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88A67B5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89935CC" w14:textId="77777777" w:rsidR="00CE1ED7" w:rsidRPr="00135E38" w:rsidRDefault="00091ED2" w:rsidP="00FC66F3">
      <w:pPr>
        <w:spacing w:after="0" w:line="240" w:lineRule="auto"/>
        <w:rPr>
          <w:rFonts w:eastAsia="Calibri" w:cs="Times New Roman"/>
          <w:bCs/>
          <w:lang w:eastAsia="cs-CZ"/>
        </w:rPr>
      </w:pPr>
      <w:r w:rsidRPr="00135E38">
        <w:rPr>
          <w:rFonts w:eastAsia="Calibri" w:cs="Times New Roman"/>
          <w:b/>
          <w:lang w:eastAsia="cs-CZ"/>
        </w:rPr>
        <w:t>Jedná se o kategorizaci tříd těžitelnosti a cen v cenové soustavě OTSKP, která se opírá o ČSN 73 6133.</w:t>
      </w:r>
      <w:r w:rsidR="00FC66F3" w:rsidRPr="00135E38">
        <w:rPr>
          <w:rFonts w:eastAsia="Calibri" w:cs="Times New Roman"/>
          <w:bCs/>
          <w:lang w:eastAsia="cs-CZ"/>
        </w:rPr>
        <w:t xml:space="preserve"> </w:t>
      </w:r>
    </w:p>
    <w:p w14:paraId="37754491" w14:textId="47C05567" w:rsidR="00FC66F3" w:rsidRPr="00135E38" w:rsidRDefault="00FC66F3" w:rsidP="00FC66F3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lastRenderedPageBreak/>
        <w:t>Bez úprav dokumentace.</w:t>
      </w:r>
    </w:p>
    <w:p w14:paraId="51710BB5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7BB878CA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73DAE3E1" w14:textId="3844BAB0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</w:t>
      </w:r>
      <w:r w:rsidRPr="00BD5319">
        <w:rPr>
          <w:rFonts w:eastAsia="Calibri" w:cs="Times New Roman"/>
          <w:b/>
          <w:lang w:eastAsia="cs-CZ"/>
        </w:rPr>
        <w:t>:</w:t>
      </w:r>
    </w:p>
    <w:p w14:paraId="10E25911" w14:textId="77777777" w:rsidR="00D55924" w:rsidRPr="00CA02D8" w:rsidRDefault="00D55924" w:rsidP="00D55924">
      <w:pPr>
        <w:spacing w:after="0" w:line="259" w:lineRule="auto"/>
      </w:pPr>
      <w:r>
        <w:t xml:space="preserve">V </w:t>
      </w:r>
      <w:r w:rsidRPr="00D55924">
        <w:rPr>
          <w:b/>
        </w:rPr>
        <w:t xml:space="preserve">PS 00-02-52 Přelouč – Kostelec u </w:t>
      </w:r>
      <w:proofErr w:type="gramStart"/>
      <w:r w:rsidRPr="00D55924">
        <w:rPr>
          <w:b/>
        </w:rPr>
        <w:t>H.M.,,</w:t>
      </w:r>
      <w:proofErr w:type="gramEnd"/>
      <w:r w:rsidRPr="00D55924">
        <w:rPr>
          <w:b/>
        </w:rPr>
        <w:t xml:space="preserve"> dálkový a traťový optický kabel, </w:t>
      </w:r>
    </w:p>
    <w:p w14:paraId="567F8969" w14:textId="77777777" w:rsidR="00D55924" w:rsidRPr="00D55924" w:rsidRDefault="00D55924" w:rsidP="00D55924">
      <w:pPr>
        <w:spacing w:after="0"/>
        <w:rPr>
          <w:b/>
        </w:rPr>
      </w:pPr>
      <w:r w:rsidRPr="00D55924">
        <w:rPr>
          <w:b/>
        </w:rPr>
        <w:t>PS 15-02-11 ŽST Heřmanův Městec, místní kabelizace,</w:t>
      </w:r>
    </w:p>
    <w:p w14:paraId="2F651C49" w14:textId="75C76FBC" w:rsidR="00D55924" w:rsidRDefault="00D55924" w:rsidP="00D55924">
      <w:pPr>
        <w:spacing w:after="0" w:line="240" w:lineRule="auto"/>
        <w:jc w:val="both"/>
      </w:pPr>
      <w:r>
        <w:t>se vyskytují položky č. 76 MĚŘENÍ GPK a č. 77 PODBITÍ PRAŽCE. Domníváme se, že tyto položky jsou v těchto PS sdělovacího vedení nadbytečné a nesouvisí s ním. Žádáme zadavatele o prověření.</w:t>
      </w:r>
    </w:p>
    <w:p w14:paraId="60508960" w14:textId="77777777" w:rsidR="00E87C6E" w:rsidRPr="00BD5319" w:rsidRDefault="00E87C6E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4FAE593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01E327DC" w14:textId="184149E1" w:rsidR="00CE1ED7" w:rsidRPr="00135E38" w:rsidRDefault="00CC234C" w:rsidP="00FC66F3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Návrh je proveden dle platných TKP pro provádění</w:t>
      </w:r>
      <w:r w:rsidR="00C45E59" w:rsidRPr="00135E38">
        <w:rPr>
          <w:rFonts w:eastAsia="Calibri" w:cs="Times New Roman"/>
          <w:b/>
          <w:lang w:eastAsia="cs-CZ"/>
        </w:rPr>
        <w:t xml:space="preserve"> kabelových chrániček pod provozovanou kolejí,</w:t>
      </w:r>
      <w:r w:rsidR="00091ED2" w:rsidRPr="00135E38">
        <w:rPr>
          <w:rFonts w:eastAsia="Calibri" w:cs="Times New Roman"/>
          <w:b/>
          <w:lang w:eastAsia="cs-CZ"/>
        </w:rPr>
        <w:t xml:space="preserve"> podbití pražců a měření GPK v rámci realizace </w:t>
      </w:r>
      <w:r w:rsidR="00C45E59" w:rsidRPr="00135E38">
        <w:rPr>
          <w:rFonts w:eastAsia="Calibri" w:cs="Times New Roman"/>
          <w:b/>
          <w:lang w:eastAsia="cs-CZ"/>
        </w:rPr>
        <w:t>chrániček pod</w:t>
      </w:r>
      <w:r w:rsidR="00091ED2" w:rsidRPr="00135E38">
        <w:rPr>
          <w:rFonts w:eastAsia="Calibri" w:cs="Times New Roman"/>
          <w:b/>
          <w:lang w:eastAsia="cs-CZ"/>
        </w:rPr>
        <w:t xml:space="preserve"> kolej</w:t>
      </w:r>
      <w:r w:rsidR="00C45E59" w:rsidRPr="00135E38">
        <w:rPr>
          <w:rFonts w:eastAsia="Calibri" w:cs="Times New Roman"/>
          <w:b/>
          <w:lang w:eastAsia="cs-CZ"/>
        </w:rPr>
        <w:t>í</w:t>
      </w:r>
      <w:r w:rsidR="00091ED2" w:rsidRPr="00135E38">
        <w:rPr>
          <w:rFonts w:eastAsia="Calibri" w:cs="Times New Roman"/>
          <w:b/>
          <w:lang w:eastAsia="cs-CZ"/>
        </w:rPr>
        <w:t xml:space="preserve"> </w:t>
      </w:r>
      <w:r w:rsidR="00C45E59" w:rsidRPr="00135E38">
        <w:rPr>
          <w:rFonts w:eastAsia="Calibri" w:cs="Times New Roman"/>
          <w:b/>
          <w:lang w:eastAsia="cs-CZ"/>
        </w:rPr>
        <w:t xml:space="preserve">je </w:t>
      </w:r>
      <w:r w:rsidR="00091ED2" w:rsidRPr="00135E38">
        <w:rPr>
          <w:rFonts w:eastAsia="Calibri" w:cs="Times New Roman"/>
          <w:b/>
          <w:lang w:eastAsia="cs-CZ"/>
        </w:rPr>
        <w:t>vyžadováno.</w:t>
      </w:r>
      <w:r w:rsidR="00FC66F3" w:rsidRPr="00135E38">
        <w:rPr>
          <w:rFonts w:eastAsia="Calibri" w:cs="Times New Roman"/>
          <w:b/>
          <w:lang w:eastAsia="cs-CZ"/>
        </w:rPr>
        <w:t xml:space="preserve"> </w:t>
      </w:r>
    </w:p>
    <w:p w14:paraId="0D2870CD" w14:textId="027CDE1F" w:rsidR="00D55924" w:rsidRPr="00135E38" w:rsidRDefault="00FC66F3" w:rsidP="00CE1ED7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dokumentace.</w:t>
      </w:r>
    </w:p>
    <w:p w14:paraId="295D8111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4012117D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A5608FE" w14:textId="6B5E0067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</w:t>
      </w:r>
      <w:r w:rsidRPr="00BD5319">
        <w:rPr>
          <w:rFonts w:eastAsia="Calibri" w:cs="Times New Roman"/>
          <w:b/>
          <w:lang w:eastAsia="cs-CZ"/>
        </w:rPr>
        <w:t>:</w:t>
      </w:r>
    </w:p>
    <w:p w14:paraId="71A3AF0B" w14:textId="210089D3" w:rsidR="00D55924" w:rsidRDefault="00D55924" w:rsidP="00D55924">
      <w:pPr>
        <w:spacing w:after="0" w:line="240" w:lineRule="auto"/>
        <w:jc w:val="both"/>
      </w:pPr>
      <w:r>
        <w:t xml:space="preserve">V </w:t>
      </w:r>
      <w:r w:rsidRPr="008A12D3">
        <w:rPr>
          <w:b/>
        </w:rPr>
        <w:t xml:space="preserve">PS 00-02-52 Přelouč – Kostelec u </w:t>
      </w:r>
      <w:proofErr w:type="gramStart"/>
      <w:r w:rsidRPr="008A12D3">
        <w:rPr>
          <w:b/>
        </w:rPr>
        <w:t>H.M.,,</w:t>
      </w:r>
      <w:proofErr w:type="gramEnd"/>
      <w:r w:rsidRPr="008A12D3">
        <w:rPr>
          <w:b/>
        </w:rPr>
        <w:t xml:space="preserve"> dálkový a traťový optický kabel,</w:t>
      </w:r>
      <w:r>
        <w:rPr>
          <w:b/>
        </w:rPr>
        <w:t xml:space="preserve"> </w:t>
      </w:r>
      <w:r>
        <w:t>se vyskytují položky č. 53 KONEKTOROVÝ MODUL 12 VLÁKEN – DODÁVKA  a č. 54 KONEKTOROVÝ MODUL 12 VLÁKEN  - MONTÁŽ. Obě položky v počtu 67 ks. Domníváme se, že tento počet kusů je nedostatečný a nekoresponduje se schématy vyvedení vláken. Žádáme zadavatele o prověření.</w:t>
      </w:r>
    </w:p>
    <w:p w14:paraId="225E7A5E" w14:textId="77777777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F7F30BC" w14:textId="77777777" w:rsidR="00D55924" w:rsidRPr="006260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26019">
        <w:rPr>
          <w:rFonts w:eastAsia="Calibri" w:cs="Times New Roman"/>
          <w:b/>
          <w:lang w:eastAsia="cs-CZ"/>
        </w:rPr>
        <w:t>Odpověď:</w:t>
      </w:r>
    </w:p>
    <w:p w14:paraId="2305E0C8" w14:textId="77777777" w:rsidR="00091ED2" w:rsidRPr="00135E38" w:rsidRDefault="00091ED2" w:rsidP="00091E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Ve výkazu výměr chybí 1 kus konektorového modulu 12 vláken.</w:t>
      </w:r>
    </w:p>
    <w:p w14:paraId="651FA33D" w14:textId="278E9352" w:rsidR="00D55924" w:rsidRPr="00135E38" w:rsidRDefault="00CE1ED7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Provedena úprava dokumentace</w:t>
      </w:r>
      <w:r w:rsidR="00626019" w:rsidRPr="00135E38">
        <w:rPr>
          <w:rFonts w:eastAsia="Calibri" w:cs="Times New Roman"/>
          <w:bCs/>
          <w:lang w:eastAsia="cs-CZ"/>
        </w:rPr>
        <w:t>, doplnění soupisu prací</w:t>
      </w:r>
      <w:r w:rsidRPr="00135E38">
        <w:rPr>
          <w:rFonts w:eastAsia="Calibri" w:cs="Times New Roman"/>
          <w:bCs/>
          <w:lang w:eastAsia="cs-CZ"/>
        </w:rPr>
        <w:t>.</w:t>
      </w:r>
    </w:p>
    <w:p w14:paraId="19839245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76A102FE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5F5B8975" w14:textId="4192A7C4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13:</w:t>
      </w:r>
    </w:p>
    <w:p w14:paraId="55B52D7C" w14:textId="1B0BF5D8" w:rsidR="00D55924" w:rsidRDefault="00D55924" w:rsidP="00D55924">
      <w:pPr>
        <w:spacing w:after="0" w:line="240" w:lineRule="auto"/>
        <w:jc w:val="both"/>
      </w:pPr>
      <w:r>
        <w:t xml:space="preserve">V </w:t>
      </w:r>
      <w:r w:rsidRPr="008A12D3">
        <w:rPr>
          <w:b/>
        </w:rPr>
        <w:t xml:space="preserve">PS 00-02-52 Přelouč – Kostelec u </w:t>
      </w:r>
      <w:proofErr w:type="gramStart"/>
      <w:r w:rsidRPr="008A12D3">
        <w:rPr>
          <w:b/>
        </w:rPr>
        <w:t>H.M.,,</w:t>
      </w:r>
      <w:proofErr w:type="gramEnd"/>
      <w:r w:rsidRPr="008A12D3">
        <w:rPr>
          <w:b/>
        </w:rPr>
        <w:t xml:space="preserve"> dálkový a traťový optický kabel,</w:t>
      </w:r>
      <w:r>
        <w:rPr>
          <w:b/>
        </w:rPr>
        <w:t xml:space="preserve"> </w:t>
      </w:r>
      <w:r>
        <w:t>se vyskytují položky č. 82 OPTICKÝ ROZVADĚČ 19“ PROVEDENÍ DO 144 VLÁKEN ( ŠASI ) a č. 83  OPTICKÝ ROZVADĚČ 19“ PROVEDENÍ DO 144 VLÁKEN ( ŠASI ) – MONTÁŽ  v počtech 11 kus. Tento počet kusů šasi nesouhlasí se schématy zapojení. Žádáme zadavatele o prověření.</w:t>
      </w:r>
    </w:p>
    <w:p w14:paraId="28C4CCEF" w14:textId="77777777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29EE20A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F55AACA" w14:textId="77777777" w:rsidR="00CE1ED7" w:rsidRPr="00135E38" w:rsidRDefault="00091ED2" w:rsidP="00FC66F3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Počet 11 kusů souhlasí se schématy zapojení.</w:t>
      </w:r>
      <w:r w:rsidR="00FC66F3" w:rsidRPr="00135E38">
        <w:rPr>
          <w:rFonts w:eastAsia="Calibri" w:cs="Times New Roman"/>
          <w:b/>
          <w:lang w:eastAsia="cs-CZ"/>
        </w:rPr>
        <w:t xml:space="preserve"> </w:t>
      </w:r>
    </w:p>
    <w:p w14:paraId="5876B1EA" w14:textId="4690E2B2" w:rsidR="00FC66F3" w:rsidRPr="00135E38" w:rsidRDefault="00FC66F3" w:rsidP="00FC66F3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dokumentace.</w:t>
      </w:r>
    </w:p>
    <w:p w14:paraId="4394616A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0FCE54A4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A6AA70E" w14:textId="56A34423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14</w:t>
      </w:r>
      <w:r w:rsidRPr="00BD5319">
        <w:rPr>
          <w:rFonts w:eastAsia="Calibri" w:cs="Times New Roman"/>
          <w:b/>
          <w:lang w:eastAsia="cs-CZ"/>
        </w:rPr>
        <w:t>:</w:t>
      </w:r>
    </w:p>
    <w:p w14:paraId="1897B8FA" w14:textId="7271F57F" w:rsidR="00D55924" w:rsidRDefault="0037255E" w:rsidP="00D55924">
      <w:pPr>
        <w:spacing w:after="0" w:line="240" w:lineRule="auto"/>
        <w:jc w:val="both"/>
      </w:pPr>
      <w:r>
        <w:t xml:space="preserve">V </w:t>
      </w:r>
      <w:r w:rsidRPr="008A12D3">
        <w:rPr>
          <w:b/>
        </w:rPr>
        <w:t xml:space="preserve">PS 00-02-52 Přelouč – Kostelec u </w:t>
      </w:r>
      <w:proofErr w:type="gramStart"/>
      <w:r w:rsidRPr="008A12D3">
        <w:rPr>
          <w:b/>
        </w:rPr>
        <w:t>H.M.,,</w:t>
      </w:r>
      <w:proofErr w:type="gramEnd"/>
      <w:r w:rsidRPr="008A12D3">
        <w:rPr>
          <w:b/>
        </w:rPr>
        <w:t xml:space="preserve"> dálkový a traťový optický kabel,</w:t>
      </w:r>
      <w:r>
        <w:rPr>
          <w:b/>
        </w:rPr>
        <w:t xml:space="preserve"> </w:t>
      </w:r>
      <w:r>
        <w:t>se v technické zprávě uvádí, že v úseku Přelouč – Prachovice, bude do společné kabelové trasy přiložena černá rezervní trubka. Znamená to dle schémat HDPE, že HDPE trubky modré a fialové barvy jsou v tomto úseku již položené a DOK a TOK se budou zafukovat do těchto stávajících HDPE trubek? Ze schémat a jejich legend je patrné, že by se měli pokládat i HDPE trubky modré a fialové barvy. Žádáme zadavatele o upřesnění.</w:t>
      </w:r>
    </w:p>
    <w:p w14:paraId="5BACCFAE" w14:textId="77777777" w:rsidR="0037255E" w:rsidRPr="00BD5319" w:rsidRDefault="0037255E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FA01016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C0D5CB0" w14:textId="77777777" w:rsidR="00CE1ED7" w:rsidRPr="00135E38" w:rsidRDefault="00091ED2" w:rsidP="00743574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V rámci tohoto PS bude položena v celém úseku jak fialová trubka pro DOK, tak modrá trubka pro TOK, tak rezervní černá trubka.</w:t>
      </w:r>
      <w:r w:rsidR="00743574" w:rsidRPr="00135E38">
        <w:rPr>
          <w:rFonts w:eastAsia="Calibri" w:cs="Times New Roman"/>
          <w:b/>
          <w:lang w:eastAsia="cs-CZ"/>
        </w:rPr>
        <w:t xml:space="preserve"> </w:t>
      </w:r>
    </w:p>
    <w:p w14:paraId="6B2714C6" w14:textId="17A98B7B" w:rsidR="00D55924" w:rsidRDefault="00743574" w:rsidP="00CE1ED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dokumentace.</w:t>
      </w:r>
    </w:p>
    <w:p w14:paraId="36DD967A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C7D6358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796DE710" w14:textId="37CD9B72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</w:t>
      </w:r>
      <w:r w:rsidRPr="00BD5319">
        <w:rPr>
          <w:rFonts w:eastAsia="Calibri" w:cs="Times New Roman"/>
          <w:b/>
          <w:lang w:eastAsia="cs-CZ"/>
        </w:rPr>
        <w:t>:</w:t>
      </w:r>
    </w:p>
    <w:p w14:paraId="0846451B" w14:textId="2FF38A3E" w:rsidR="00D55924" w:rsidRDefault="0037255E" w:rsidP="00D55924">
      <w:pPr>
        <w:spacing w:after="0" w:line="240" w:lineRule="auto"/>
        <w:jc w:val="both"/>
      </w:pPr>
      <w:r>
        <w:t>V </w:t>
      </w:r>
      <w:r w:rsidRPr="003931A7">
        <w:rPr>
          <w:b/>
        </w:rPr>
        <w:t>PS 15-02-11 ŽST Heřmanův Městec, místní kabelizace</w:t>
      </w:r>
      <w:r>
        <w:t>, se vyskytují položky č. 76 MĚŘENÍ GPK a č. 77 PODBITÍ PRAŽCE. Domníváme se, že tyto položky jsou v tomto provozním souboru sdělovacího vedení nadbytečné a nesouvisí s ním. Žádáme zadavatele o prověření.</w:t>
      </w:r>
    </w:p>
    <w:p w14:paraId="37114B8F" w14:textId="77777777" w:rsidR="0037255E" w:rsidRPr="00BD5319" w:rsidRDefault="0037255E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AD5CCB1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67F22B0" w14:textId="77777777" w:rsidR="00C45E59" w:rsidRPr="00135E38" w:rsidRDefault="00C45E59" w:rsidP="00C45E59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Návrh je proveden dle platných TKP pro provádění kabelových chrániček pod provozovanou kolejí, podbití pražců a měření GPK v rámci realizace chrániček pod kolejí je vyžadováno. </w:t>
      </w:r>
    </w:p>
    <w:p w14:paraId="046C4DF0" w14:textId="5E58A25B" w:rsidR="00743574" w:rsidRPr="00135E38" w:rsidRDefault="00743574" w:rsidP="00743574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dokumentace.</w:t>
      </w:r>
    </w:p>
    <w:p w14:paraId="20EBC385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4B2D81FF" w14:textId="7D613309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16</w:t>
      </w:r>
      <w:r w:rsidRPr="00BD5319">
        <w:rPr>
          <w:rFonts w:eastAsia="Calibri" w:cs="Times New Roman"/>
          <w:b/>
          <w:lang w:eastAsia="cs-CZ"/>
        </w:rPr>
        <w:t>:</w:t>
      </w:r>
    </w:p>
    <w:p w14:paraId="2BE0E383" w14:textId="2430BFFB" w:rsidR="00D55924" w:rsidRDefault="0037255E" w:rsidP="00D55924">
      <w:pPr>
        <w:spacing w:after="0" w:line="240" w:lineRule="auto"/>
        <w:jc w:val="both"/>
      </w:pPr>
      <w:r>
        <w:t>V </w:t>
      </w:r>
      <w:r w:rsidRPr="003931A7">
        <w:rPr>
          <w:b/>
        </w:rPr>
        <w:t>PS 15-02-11 ŽST Heřmanův Městec, místní kabelizace</w:t>
      </w:r>
      <w:r>
        <w:t>, chybí zemní žlaby ke kabelové trase metalického vedení. Žádáme zadavatele o prověření.</w:t>
      </w:r>
    </w:p>
    <w:p w14:paraId="5D3877E6" w14:textId="77777777" w:rsidR="0037255E" w:rsidRPr="00BD5319" w:rsidRDefault="0037255E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D84E431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DC2A102" w14:textId="31ADE2EE" w:rsidR="00091ED2" w:rsidRPr="00135E38" w:rsidRDefault="00091ED2" w:rsidP="00091E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Kabelové trasy jsou navrženy dle přílohy č. 26 předpisu S4 primárně bez použití </w:t>
      </w:r>
      <w:proofErr w:type="spellStart"/>
      <w:r w:rsidRPr="00135E38">
        <w:rPr>
          <w:rFonts w:eastAsia="Calibri" w:cs="Times New Roman"/>
          <w:b/>
          <w:lang w:eastAsia="cs-CZ"/>
        </w:rPr>
        <w:t>energokanálu</w:t>
      </w:r>
      <w:proofErr w:type="spellEnd"/>
      <w:r w:rsidRPr="00135E38">
        <w:rPr>
          <w:rFonts w:eastAsia="Calibri" w:cs="Times New Roman"/>
          <w:b/>
          <w:lang w:eastAsia="cs-CZ"/>
        </w:rPr>
        <w:t>.</w:t>
      </w:r>
      <w:r w:rsidR="007C3085" w:rsidRPr="00135E38">
        <w:t xml:space="preserve"> </w:t>
      </w:r>
      <w:r w:rsidR="007C3085" w:rsidRPr="00135E38">
        <w:rPr>
          <w:rFonts w:eastAsia="Calibri" w:cs="Times New Roman"/>
          <w:b/>
          <w:lang w:eastAsia="cs-CZ"/>
        </w:rPr>
        <w:t xml:space="preserve">V ŽST Heřmanův Městec jsou navrženy standartní kabelové žlaby dodávané a pokládané v rámci souvisejících PS. Na část kabelové trasy 997 m · km 12,705 – km 13,702 v žst. Heřmanův Městec jsou navrženy pochozí kabelové žlaby v rámci PS 00-02-52 Přelouč – Kostelec u </w:t>
      </w:r>
      <w:proofErr w:type="gramStart"/>
      <w:r w:rsidR="007C3085" w:rsidRPr="00135E38">
        <w:rPr>
          <w:rFonts w:eastAsia="Calibri" w:cs="Times New Roman"/>
          <w:b/>
          <w:lang w:eastAsia="cs-CZ"/>
        </w:rPr>
        <w:t>H.M.,,</w:t>
      </w:r>
      <w:proofErr w:type="gramEnd"/>
      <w:r w:rsidR="007C3085" w:rsidRPr="00135E38">
        <w:rPr>
          <w:rFonts w:eastAsia="Calibri" w:cs="Times New Roman"/>
          <w:b/>
          <w:lang w:eastAsia="cs-CZ"/>
        </w:rPr>
        <w:t xml:space="preserve"> dálkový a traťový optický kabel</w:t>
      </w:r>
      <w:r w:rsidR="007975F1" w:rsidRPr="00135E38">
        <w:rPr>
          <w:rFonts w:eastAsia="Calibri" w:cs="Times New Roman"/>
          <w:b/>
          <w:lang w:eastAsia="cs-CZ"/>
        </w:rPr>
        <w:t>.</w:t>
      </w:r>
    </w:p>
    <w:p w14:paraId="49F69221" w14:textId="77777777" w:rsidR="00743574" w:rsidRPr="00135E38" w:rsidRDefault="00743574" w:rsidP="00743574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dokumentace.</w:t>
      </w:r>
    </w:p>
    <w:p w14:paraId="24A6A483" w14:textId="0CB30A56" w:rsidR="007C3085" w:rsidRDefault="007C3085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820437E" w14:textId="77777777" w:rsidR="00E87C6E" w:rsidRDefault="00E87C6E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1B64E26" w14:textId="6C38FA46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</w:t>
      </w:r>
      <w:r w:rsidRPr="00BD5319">
        <w:rPr>
          <w:rFonts w:eastAsia="Calibri" w:cs="Times New Roman"/>
          <w:b/>
          <w:lang w:eastAsia="cs-CZ"/>
        </w:rPr>
        <w:t>:</w:t>
      </w:r>
    </w:p>
    <w:p w14:paraId="29E0E8C3" w14:textId="30527E51" w:rsidR="00D55924" w:rsidRDefault="0037255E" w:rsidP="00D55924">
      <w:pPr>
        <w:spacing w:after="0" w:line="240" w:lineRule="auto"/>
        <w:jc w:val="both"/>
      </w:pPr>
      <w:r>
        <w:t>V </w:t>
      </w:r>
      <w:r w:rsidRPr="004A4855">
        <w:rPr>
          <w:b/>
        </w:rPr>
        <w:t>PS 17-02-11 ŽST Kostelec u H.M., místní kabelizace</w:t>
      </w:r>
      <w:r>
        <w:t>, chybí zemní žlaby ke kabelové trase metalického vedení. Žádáme zadavatele o prověření.</w:t>
      </w:r>
    </w:p>
    <w:p w14:paraId="140663D7" w14:textId="77777777" w:rsidR="0037255E" w:rsidRPr="00BD5319" w:rsidRDefault="0037255E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44E5C54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56F810B" w14:textId="07390628" w:rsidR="00D55924" w:rsidRPr="00135E38" w:rsidRDefault="00091ED2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Kabelové trasy jsou navrženy dle přílohy č. 26 předpisu S4 primárně bez použití </w:t>
      </w:r>
      <w:proofErr w:type="spellStart"/>
      <w:r w:rsidRPr="00135E38">
        <w:rPr>
          <w:rFonts w:eastAsia="Calibri" w:cs="Times New Roman"/>
          <w:b/>
          <w:lang w:eastAsia="cs-CZ"/>
        </w:rPr>
        <w:t>energokanálu</w:t>
      </w:r>
      <w:proofErr w:type="spellEnd"/>
      <w:r w:rsidRPr="00135E38">
        <w:rPr>
          <w:rFonts w:eastAsia="Calibri" w:cs="Times New Roman"/>
          <w:b/>
          <w:lang w:eastAsia="cs-CZ"/>
        </w:rPr>
        <w:t>.</w:t>
      </w:r>
      <w:r w:rsidR="00EA566D" w:rsidRPr="00135E38">
        <w:t xml:space="preserve"> </w:t>
      </w:r>
      <w:r w:rsidR="00EA566D" w:rsidRPr="00135E38">
        <w:rPr>
          <w:rFonts w:eastAsia="Calibri" w:cs="Times New Roman"/>
          <w:b/>
          <w:lang w:eastAsia="cs-CZ"/>
        </w:rPr>
        <w:t xml:space="preserve">V Kostelec u H.M. jsou navrženy standartní kabelové žlaby dodávané a pokládané v rámci souvisejících PS. Na část kabelové trasy 360 m · km 17,238 – km 17,598 v žst. Kostelec u Heřmanova Městce jsou navrženy pochozí kabelové žlaby v rámci PS 00-02-52 Přelouč – Kostelec u </w:t>
      </w:r>
      <w:proofErr w:type="gramStart"/>
      <w:r w:rsidR="00EA566D" w:rsidRPr="00135E38">
        <w:rPr>
          <w:rFonts w:eastAsia="Calibri" w:cs="Times New Roman"/>
          <w:b/>
          <w:lang w:eastAsia="cs-CZ"/>
        </w:rPr>
        <w:t>H.M.,,</w:t>
      </w:r>
      <w:proofErr w:type="gramEnd"/>
      <w:r w:rsidR="00EA566D" w:rsidRPr="00135E38">
        <w:rPr>
          <w:rFonts w:eastAsia="Calibri" w:cs="Times New Roman"/>
          <w:b/>
          <w:lang w:eastAsia="cs-CZ"/>
        </w:rPr>
        <w:t xml:space="preserve"> dálkový a traťový optický kabel</w:t>
      </w:r>
      <w:r w:rsidR="007975F1" w:rsidRPr="00135E38">
        <w:rPr>
          <w:rFonts w:eastAsia="Calibri" w:cs="Times New Roman"/>
          <w:b/>
          <w:lang w:eastAsia="cs-CZ"/>
        </w:rPr>
        <w:t>.</w:t>
      </w:r>
    </w:p>
    <w:p w14:paraId="1350E0B2" w14:textId="77777777" w:rsidR="00743574" w:rsidRPr="00135E38" w:rsidRDefault="00743574" w:rsidP="00743574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dokumentace.</w:t>
      </w:r>
    </w:p>
    <w:p w14:paraId="74C5E848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74BF0F0A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7C4C7AA" w14:textId="34E2DF25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</w:t>
      </w:r>
      <w:r w:rsidRPr="00BD5319">
        <w:rPr>
          <w:rFonts w:eastAsia="Calibri" w:cs="Times New Roman"/>
          <w:b/>
          <w:lang w:eastAsia="cs-CZ"/>
        </w:rPr>
        <w:t>:</w:t>
      </w:r>
    </w:p>
    <w:p w14:paraId="0B41A504" w14:textId="77777777" w:rsidR="0037255E" w:rsidRPr="0037255E" w:rsidRDefault="0037255E" w:rsidP="0037255E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37255E">
        <w:rPr>
          <w:rFonts w:eastAsia="Times New Roman" w:cstheme="minorHAnsi"/>
          <w:b/>
          <w:lang w:eastAsia="cs-CZ"/>
        </w:rPr>
        <w:t>PS 00-02-71 Kamerové systémy na přejezdech</w:t>
      </w:r>
    </w:p>
    <w:p w14:paraId="706444F8" w14:textId="66E2967C" w:rsidR="0037255E" w:rsidRPr="008C43AF" w:rsidRDefault="0037255E" w:rsidP="0037255E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8C43AF">
        <w:rPr>
          <w:rFonts w:eastAsia="Times New Roman" w:cstheme="minorHAnsi"/>
          <w:b/>
          <w:lang w:eastAsia="cs-CZ"/>
        </w:rPr>
        <w:t>PS 13-02-71 ŽST Choltice, kamerový systém</w:t>
      </w:r>
    </w:p>
    <w:p w14:paraId="51B6D8FA" w14:textId="77777777" w:rsidR="0037255E" w:rsidRPr="008C43AF" w:rsidRDefault="0037255E" w:rsidP="0037255E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cs-CZ"/>
        </w:rPr>
      </w:pPr>
      <w:r w:rsidRPr="008C43AF">
        <w:rPr>
          <w:rFonts w:eastAsia="Times New Roman" w:cstheme="minorHAnsi"/>
          <w:lang w:eastAsia="cs-CZ"/>
        </w:rPr>
        <w:t xml:space="preserve">V technické zprávě je uvedeno, že optické kabely budou zafouknuty v HDPE trubkách. Ve výkazech výměr jsou položky jen na kalibraci a hermetizaci </w:t>
      </w:r>
      <w:proofErr w:type="spellStart"/>
      <w:r w:rsidRPr="008C43AF">
        <w:rPr>
          <w:rFonts w:eastAsia="Times New Roman" w:cstheme="minorHAnsi"/>
          <w:lang w:eastAsia="cs-CZ"/>
        </w:rPr>
        <w:t>optotrubky</w:t>
      </w:r>
      <w:proofErr w:type="spellEnd"/>
      <w:r w:rsidRPr="008C43AF">
        <w:rPr>
          <w:rFonts w:eastAsia="Times New Roman" w:cstheme="minorHAnsi"/>
          <w:lang w:eastAsia="cs-CZ"/>
        </w:rPr>
        <w:t xml:space="preserve">. Žádáme zadavatele o doplnění dodávky a montáže HDPE trubky do výkazu výměr. </w:t>
      </w:r>
    </w:p>
    <w:p w14:paraId="312AB6FE" w14:textId="77777777" w:rsidR="0037255E" w:rsidRDefault="0037255E" w:rsidP="0037255E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cs-CZ"/>
        </w:rPr>
      </w:pPr>
      <w:r w:rsidRPr="008C43AF">
        <w:rPr>
          <w:rFonts w:eastAsia="Times New Roman" w:cstheme="minorHAnsi"/>
          <w:lang w:eastAsia="cs-CZ"/>
        </w:rPr>
        <w:t>Žádáme zadavatele o doplnění výkazu výměr o položky 75M731 KAC, INTEGRACE A NASTAVENÍ KAMERY</w:t>
      </w:r>
      <w:r w:rsidRPr="008C43AF">
        <w:rPr>
          <w:rFonts w:eastAsia="Times New Roman" w:cstheme="minorHAnsi"/>
          <w:lang w:eastAsia="cs-CZ"/>
        </w:rPr>
        <w:tab/>
        <w:t>KOMPLET.</w:t>
      </w:r>
    </w:p>
    <w:p w14:paraId="732C89C4" w14:textId="37C58FCF" w:rsidR="00D55924" w:rsidRDefault="0037255E" w:rsidP="0037255E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cs-CZ"/>
        </w:rPr>
      </w:pPr>
      <w:r w:rsidRPr="0037255E">
        <w:rPr>
          <w:rFonts w:eastAsia="Times New Roman" w:cstheme="minorHAnsi"/>
          <w:lang w:eastAsia="cs-CZ"/>
        </w:rPr>
        <w:t>Žádáme zadavatele o doplnění výkazu výměr o položku 75L491 ZPROVOZNĚNÍ A NASTAVENÍ KAMERY.</w:t>
      </w:r>
    </w:p>
    <w:p w14:paraId="73AF8631" w14:textId="77777777" w:rsidR="0037255E" w:rsidRPr="0037255E" w:rsidRDefault="0037255E" w:rsidP="0037255E">
      <w:pPr>
        <w:spacing w:after="0" w:line="240" w:lineRule="auto"/>
        <w:ind w:left="709"/>
        <w:contextualSpacing/>
        <w:jc w:val="both"/>
        <w:rPr>
          <w:rFonts w:eastAsia="Times New Roman" w:cstheme="minorHAnsi"/>
          <w:lang w:eastAsia="cs-CZ"/>
        </w:rPr>
      </w:pPr>
    </w:p>
    <w:p w14:paraId="0EAE0936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272AC21" w14:textId="2A8BBE1D" w:rsidR="00091ED2" w:rsidRPr="00135E38" w:rsidRDefault="00091ED2" w:rsidP="00091E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Ad a)</w:t>
      </w:r>
      <w:r w:rsidR="007975F1" w:rsidRPr="00135E38">
        <w:rPr>
          <w:rFonts w:eastAsia="Calibri" w:cs="Times New Roman"/>
          <w:b/>
          <w:lang w:eastAsia="cs-CZ"/>
        </w:rPr>
        <w:t xml:space="preserve"> dodávku a montáž obsahuje položka 75IB41 a 75IB4X MIKROTRUBIČKA ZODOLNĚNÁ PŘES 10/5,5 MM</w:t>
      </w:r>
      <w:r w:rsidRPr="00135E38">
        <w:rPr>
          <w:rFonts w:eastAsia="Calibri" w:cs="Times New Roman"/>
          <w:b/>
          <w:lang w:eastAsia="cs-CZ"/>
        </w:rPr>
        <w:t>.</w:t>
      </w:r>
    </w:p>
    <w:p w14:paraId="744232FF" w14:textId="29FD171C" w:rsidR="00091ED2" w:rsidRPr="00135E38" w:rsidRDefault="00091ED2" w:rsidP="00091E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Ad b) je součástí položky 75L495</w:t>
      </w:r>
      <w:r w:rsidR="00D46214" w:rsidRPr="00135E38">
        <w:rPr>
          <w:rFonts w:eastAsia="Calibri" w:cs="Times New Roman"/>
          <w:b/>
          <w:lang w:eastAsia="cs-CZ"/>
        </w:rPr>
        <w:t xml:space="preserve"> LICENCE PRO PŘIPOJENÍ KAMERY DO SYSTÉMU KAC</w:t>
      </w:r>
      <w:r w:rsidRPr="00135E38">
        <w:rPr>
          <w:rFonts w:eastAsia="Calibri" w:cs="Times New Roman"/>
          <w:b/>
          <w:lang w:eastAsia="cs-CZ"/>
        </w:rPr>
        <w:t>.</w:t>
      </w:r>
    </w:p>
    <w:p w14:paraId="2AAB45A4" w14:textId="4BF12E88" w:rsidR="00091ED2" w:rsidRPr="00135E38" w:rsidRDefault="00091ED2" w:rsidP="00091E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Ad c) je součástí položek 75L492</w:t>
      </w:r>
      <w:r w:rsidR="007975F1" w:rsidRPr="00135E38">
        <w:rPr>
          <w:rFonts w:eastAsia="Calibri" w:cs="Times New Roman"/>
          <w:b/>
          <w:lang w:eastAsia="cs-CZ"/>
        </w:rPr>
        <w:t xml:space="preserve"> ZPROVOZNĚNÍ A NASTAVENÍ POHLEDU KAMERY</w:t>
      </w:r>
      <w:r w:rsidRPr="00135E38">
        <w:rPr>
          <w:rFonts w:eastAsia="Calibri" w:cs="Times New Roman"/>
          <w:b/>
          <w:lang w:eastAsia="cs-CZ"/>
        </w:rPr>
        <w:t xml:space="preserve"> a 75L493</w:t>
      </w:r>
      <w:r w:rsidR="007975F1" w:rsidRPr="00135E38">
        <w:rPr>
          <w:rFonts w:eastAsia="Calibri" w:cs="Times New Roman"/>
          <w:b/>
          <w:lang w:eastAsia="cs-CZ"/>
        </w:rPr>
        <w:t xml:space="preserve"> ZPROVOZNĚNÍ A NASTAVENÍ KAMEROVÉHO SYSTÉMU</w:t>
      </w:r>
      <w:r w:rsidRPr="00135E38">
        <w:rPr>
          <w:rFonts w:eastAsia="Calibri" w:cs="Times New Roman"/>
          <w:b/>
          <w:lang w:eastAsia="cs-CZ"/>
        </w:rPr>
        <w:t>.</w:t>
      </w:r>
    </w:p>
    <w:p w14:paraId="7DB65230" w14:textId="60CCBFF6" w:rsidR="00D55924" w:rsidRDefault="00743574" w:rsidP="00CE1ED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</w:t>
      </w:r>
      <w:r w:rsidR="004335F4" w:rsidRPr="00135E38">
        <w:rPr>
          <w:rFonts w:eastAsia="Calibri" w:cs="Times New Roman"/>
          <w:bCs/>
          <w:lang w:eastAsia="cs-CZ"/>
        </w:rPr>
        <w:t>,</w:t>
      </w:r>
      <w:r w:rsidR="004335F4" w:rsidRPr="00135E38">
        <w:t xml:space="preserve"> </w:t>
      </w:r>
      <w:r w:rsidR="004335F4" w:rsidRPr="00135E38">
        <w:rPr>
          <w:rFonts w:eastAsia="Calibri" w:cs="Times New Roman"/>
          <w:bCs/>
          <w:lang w:eastAsia="cs-CZ"/>
        </w:rPr>
        <w:t>doplnění požadovaných položek není akceptováno.</w:t>
      </w:r>
    </w:p>
    <w:p w14:paraId="69F0BCAC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7C2D926B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339190AA" w14:textId="40FF0EAA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</w:t>
      </w:r>
      <w:r w:rsidRPr="00BD5319">
        <w:rPr>
          <w:rFonts w:eastAsia="Calibri" w:cs="Times New Roman"/>
          <w:b/>
          <w:lang w:eastAsia="cs-CZ"/>
        </w:rPr>
        <w:t>:</w:t>
      </w:r>
    </w:p>
    <w:p w14:paraId="2BA9463A" w14:textId="77777777" w:rsidR="0037255E" w:rsidRPr="0037255E" w:rsidRDefault="0037255E" w:rsidP="0037255E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37255E">
        <w:rPr>
          <w:rFonts w:eastAsia="Times New Roman" w:cstheme="minorHAnsi"/>
          <w:b/>
          <w:lang w:eastAsia="cs-CZ"/>
        </w:rPr>
        <w:t>PS 15-02-71 ŽST Heřmanův Městec, kamerový systém</w:t>
      </w:r>
    </w:p>
    <w:p w14:paraId="787EA225" w14:textId="77777777" w:rsidR="0037255E" w:rsidRDefault="0037255E" w:rsidP="0037255E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cs-CZ"/>
        </w:rPr>
      </w:pPr>
      <w:r w:rsidRPr="008C43AF">
        <w:rPr>
          <w:rFonts w:eastAsia="Times New Roman" w:cstheme="minorHAnsi"/>
          <w:lang w:eastAsia="cs-CZ"/>
        </w:rPr>
        <w:t>Žádáme zadavatele o doplnění výkazu výměr o položky 75M731 KAC, INTEGRACE A NASTAVENÍ KAMERY</w:t>
      </w:r>
      <w:r w:rsidRPr="008C43AF">
        <w:rPr>
          <w:rFonts w:eastAsia="Times New Roman" w:cstheme="minorHAnsi"/>
          <w:lang w:eastAsia="cs-CZ"/>
        </w:rPr>
        <w:tab/>
        <w:t>KOMPLET.</w:t>
      </w:r>
    </w:p>
    <w:p w14:paraId="7267A864" w14:textId="4721D895" w:rsidR="00D55924" w:rsidRDefault="0037255E" w:rsidP="0037255E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cs-CZ"/>
        </w:rPr>
      </w:pPr>
      <w:r w:rsidRPr="0037255E">
        <w:rPr>
          <w:rFonts w:eastAsia="Times New Roman" w:cstheme="minorHAnsi"/>
          <w:lang w:eastAsia="cs-CZ"/>
        </w:rPr>
        <w:t>Žádáme zadavatele o doplnění výkazu výměr o položku 75L491 ZPROVOZNĚNÍ A NASTAVENÍ KAMERY.</w:t>
      </w:r>
    </w:p>
    <w:p w14:paraId="0B1E8FAD" w14:textId="77777777" w:rsidR="0037255E" w:rsidRPr="0037255E" w:rsidRDefault="0037255E" w:rsidP="0037255E">
      <w:pPr>
        <w:spacing w:after="0" w:line="240" w:lineRule="auto"/>
        <w:ind w:left="284"/>
        <w:contextualSpacing/>
        <w:jc w:val="both"/>
        <w:rPr>
          <w:rFonts w:eastAsia="Times New Roman" w:cstheme="minorHAnsi"/>
          <w:lang w:eastAsia="cs-CZ"/>
        </w:rPr>
      </w:pPr>
    </w:p>
    <w:p w14:paraId="0DB3EDFB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72D5E32" w14:textId="798FD788" w:rsidR="00091ED2" w:rsidRPr="00135E38" w:rsidRDefault="00091ED2" w:rsidP="00091E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Ad a) je součástí položky 75L495</w:t>
      </w:r>
      <w:r w:rsidR="00D46214" w:rsidRPr="00135E38">
        <w:rPr>
          <w:rFonts w:eastAsia="Calibri" w:cs="Times New Roman"/>
          <w:b/>
          <w:lang w:eastAsia="cs-CZ"/>
        </w:rPr>
        <w:t xml:space="preserve"> </w:t>
      </w:r>
      <w:bookmarkStart w:id="2" w:name="_Hlk182292808"/>
      <w:r w:rsidR="00D46214" w:rsidRPr="00135E38">
        <w:rPr>
          <w:rFonts w:eastAsia="Calibri" w:cs="Times New Roman"/>
          <w:b/>
          <w:lang w:eastAsia="cs-CZ"/>
        </w:rPr>
        <w:t>LICENCE PRO PŘIPOJENÍ KAMERY DO SYSTÉMU KAC</w:t>
      </w:r>
      <w:bookmarkEnd w:id="2"/>
      <w:r w:rsidRPr="00135E38">
        <w:rPr>
          <w:rFonts w:eastAsia="Calibri" w:cs="Times New Roman"/>
          <w:b/>
          <w:lang w:eastAsia="cs-CZ"/>
        </w:rPr>
        <w:t>.</w:t>
      </w:r>
    </w:p>
    <w:p w14:paraId="32837C5B" w14:textId="63EC6580" w:rsidR="00091ED2" w:rsidRPr="00135E38" w:rsidRDefault="00091ED2" w:rsidP="00091E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Ad b) je součástí položek </w:t>
      </w:r>
      <w:r w:rsidR="00D46214" w:rsidRPr="00135E38">
        <w:rPr>
          <w:rFonts w:eastAsia="Calibri" w:cs="Times New Roman"/>
          <w:b/>
          <w:lang w:eastAsia="cs-CZ"/>
        </w:rPr>
        <w:t>75L492 ZPROVOZNĚNÍ A NASTAVENÍ POHLEDU KAMERY a 75L493 ZPROVOZNĚNÍ A NASTAVENÍ KAMEROVÉHO SYSTÉMU</w:t>
      </w:r>
      <w:r w:rsidRPr="00135E38">
        <w:rPr>
          <w:rFonts w:eastAsia="Calibri" w:cs="Times New Roman"/>
          <w:b/>
          <w:lang w:eastAsia="cs-CZ"/>
        </w:rPr>
        <w:t>.</w:t>
      </w:r>
    </w:p>
    <w:p w14:paraId="4FB8FB08" w14:textId="2144BEB6" w:rsidR="00D55924" w:rsidRPr="00135E38" w:rsidRDefault="00743574" w:rsidP="00CE1ED7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</w:t>
      </w:r>
      <w:r w:rsidR="004335F4" w:rsidRPr="00135E38">
        <w:rPr>
          <w:rFonts w:eastAsia="Calibri" w:cs="Times New Roman"/>
          <w:bCs/>
          <w:lang w:eastAsia="cs-CZ"/>
        </w:rPr>
        <w:t>, doplnění položek není akceptováno</w:t>
      </w:r>
      <w:r w:rsidRPr="00135E38">
        <w:rPr>
          <w:rFonts w:eastAsia="Calibri" w:cs="Times New Roman"/>
          <w:bCs/>
          <w:lang w:eastAsia="cs-CZ"/>
        </w:rPr>
        <w:t>.</w:t>
      </w:r>
    </w:p>
    <w:p w14:paraId="74587764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328433C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39FA4C5B" w14:textId="13E27883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14:paraId="04E3EE63" w14:textId="77777777" w:rsidR="0037255E" w:rsidRPr="0037255E" w:rsidRDefault="0037255E" w:rsidP="0037255E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37255E">
        <w:rPr>
          <w:rFonts w:eastAsia="Times New Roman" w:cstheme="minorHAnsi"/>
          <w:b/>
          <w:lang w:eastAsia="cs-CZ"/>
        </w:rPr>
        <w:t>PS 17-02-71 ŽST Kostelec u H. M., kamerový systém</w:t>
      </w:r>
    </w:p>
    <w:p w14:paraId="373CF58D" w14:textId="77777777" w:rsidR="0037255E" w:rsidRPr="008C43AF" w:rsidRDefault="0037255E" w:rsidP="0037255E">
      <w:pPr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cs-CZ"/>
        </w:rPr>
      </w:pPr>
      <w:r w:rsidRPr="008C43AF">
        <w:rPr>
          <w:rFonts w:eastAsia="Times New Roman" w:cstheme="minorHAnsi"/>
          <w:lang w:eastAsia="cs-CZ"/>
        </w:rPr>
        <w:t>Žádáme zadavatele o doplnění výkazu výměr o položky 75M731 KAC, INTEGRACE A NASTAVENÍ KAMERY</w:t>
      </w:r>
      <w:r w:rsidRPr="008C43AF">
        <w:rPr>
          <w:rFonts w:eastAsia="Times New Roman" w:cstheme="minorHAnsi"/>
          <w:lang w:eastAsia="cs-CZ"/>
        </w:rPr>
        <w:tab/>
        <w:t>KOMPLET.</w:t>
      </w:r>
    </w:p>
    <w:p w14:paraId="38A4F4CB" w14:textId="77777777" w:rsidR="0037255E" w:rsidRPr="008C43AF" w:rsidRDefault="0037255E" w:rsidP="0037255E">
      <w:pPr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cs-CZ"/>
        </w:rPr>
      </w:pPr>
      <w:r w:rsidRPr="008C43AF">
        <w:rPr>
          <w:rFonts w:eastAsia="Times New Roman" w:cstheme="minorHAnsi"/>
          <w:lang w:eastAsia="cs-CZ"/>
        </w:rPr>
        <w:lastRenderedPageBreak/>
        <w:t>Žádáme zadavatele o doplnění výkazu výměr o položku 75L491 ZPROVOZNĚNÍ A NASTAVENÍ KAMERY.</w:t>
      </w:r>
    </w:p>
    <w:p w14:paraId="2B4FF008" w14:textId="77777777" w:rsidR="0037255E" w:rsidRPr="008C43AF" w:rsidRDefault="0037255E" w:rsidP="0037255E">
      <w:pPr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cs-CZ"/>
        </w:rPr>
      </w:pPr>
      <w:r w:rsidRPr="008C43AF">
        <w:rPr>
          <w:rFonts w:eastAsia="Times New Roman" w:cstheme="minorHAnsi"/>
          <w:lang w:eastAsia="cs-CZ"/>
        </w:rPr>
        <w:t>Žádáme zadavatele o vysvětlení, z jakého důvodu jsou ve výkazu výměr položky:</w:t>
      </w:r>
    </w:p>
    <w:p w14:paraId="34B8260B" w14:textId="77777777" w:rsidR="0037255E" w:rsidRPr="008C43AF" w:rsidRDefault="0037255E" w:rsidP="0037255E">
      <w:pPr>
        <w:spacing w:after="0" w:line="240" w:lineRule="auto"/>
        <w:contextualSpacing/>
        <w:jc w:val="both"/>
        <w:rPr>
          <w:rFonts w:eastAsia="Times New Roman" w:cstheme="minorHAnsi"/>
          <w:lang w:eastAsia="cs-CZ"/>
        </w:rPr>
      </w:pPr>
      <w:r w:rsidRPr="008C43AF">
        <w:rPr>
          <w:rFonts w:eastAsia="Times New Roman" w:cstheme="minorHAnsi"/>
          <w:lang w:eastAsia="cs-CZ"/>
        </w:rPr>
        <w:t>73</w:t>
      </w:r>
      <w:r w:rsidRPr="008C43AF">
        <w:rPr>
          <w:rFonts w:eastAsia="Times New Roman" w:cstheme="minorHAnsi"/>
          <w:lang w:eastAsia="cs-CZ"/>
        </w:rPr>
        <w:tab/>
        <w:t xml:space="preserve">75M921 DATOVÁ INFRASTRUKTURA LAN, L2 SWITCH PRŮMYSLOVÝ KOMPAKTNÍ, 4XFE, DC </w:t>
      </w:r>
      <w:proofErr w:type="gramStart"/>
      <w:r w:rsidRPr="008C43AF">
        <w:rPr>
          <w:rFonts w:eastAsia="Times New Roman" w:cstheme="minorHAnsi"/>
          <w:lang w:eastAsia="cs-CZ"/>
        </w:rPr>
        <w:t>PROVEDENÍ - DODÁVKA</w:t>
      </w:r>
      <w:proofErr w:type="gramEnd"/>
      <w:r w:rsidRPr="008C43AF">
        <w:rPr>
          <w:rFonts w:eastAsia="Times New Roman" w:cstheme="minorHAnsi"/>
          <w:lang w:eastAsia="cs-CZ"/>
        </w:rPr>
        <w:tab/>
        <w:t>KUS 4,000</w:t>
      </w:r>
    </w:p>
    <w:p w14:paraId="52501710" w14:textId="30C560DC" w:rsidR="00D55924" w:rsidRDefault="0037255E" w:rsidP="0037255E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8C43AF">
        <w:rPr>
          <w:rFonts w:eastAsia="Times New Roman" w:cstheme="minorHAnsi"/>
          <w:lang w:eastAsia="cs-CZ"/>
        </w:rPr>
        <w:t>74</w:t>
      </w:r>
      <w:r w:rsidRPr="008C43AF">
        <w:rPr>
          <w:rFonts w:eastAsia="Times New Roman" w:cstheme="minorHAnsi"/>
          <w:lang w:eastAsia="cs-CZ"/>
        </w:rPr>
        <w:tab/>
        <w:t xml:space="preserve">75M922 DATOVÁ INFRASTRUKTURA LAN, L2 SWITCH PRŮMYSLOVÝ KOMPAKTNÍ, 8XFE, DC </w:t>
      </w:r>
      <w:proofErr w:type="gramStart"/>
      <w:r w:rsidRPr="008C43AF">
        <w:rPr>
          <w:rFonts w:eastAsia="Times New Roman" w:cstheme="minorHAnsi"/>
          <w:lang w:eastAsia="cs-CZ"/>
        </w:rPr>
        <w:t>PROVEDENÍ - DODÁVKA</w:t>
      </w:r>
      <w:proofErr w:type="gramEnd"/>
      <w:r w:rsidRPr="008C43AF">
        <w:rPr>
          <w:rFonts w:eastAsia="Times New Roman" w:cstheme="minorHAnsi"/>
          <w:lang w:eastAsia="cs-CZ"/>
        </w:rPr>
        <w:tab/>
        <w:t>KUS</w:t>
      </w:r>
      <w:r w:rsidRPr="008C43AF">
        <w:rPr>
          <w:rFonts w:eastAsia="Times New Roman" w:cstheme="minorHAnsi"/>
          <w:lang w:eastAsia="cs-CZ"/>
        </w:rPr>
        <w:tab/>
        <w:t>1,000. V blokovém schématu jsou nakresleny pouze 3 switche (v technologických pilířích).</w:t>
      </w:r>
    </w:p>
    <w:p w14:paraId="1F21955E" w14:textId="77777777" w:rsidR="006F4A50" w:rsidRPr="00BD5319" w:rsidRDefault="006F4A50" w:rsidP="003725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591946E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0C30F245" w14:textId="58BE1343" w:rsidR="00091ED2" w:rsidRPr="00135E38" w:rsidRDefault="00091ED2" w:rsidP="00091E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Ad a) je součástí položky 75L495</w:t>
      </w:r>
      <w:r w:rsidR="00D46214" w:rsidRPr="00135E38">
        <w:rPr>
          <w:rFonts w:eastAsia="Calibri" w:cs="Times New Roman"/>
          <w:b/>
          <w:lang w:eastAsia="cs-CZ"/>
        </w:rPr>
        <w:t xml:space="preserve"> LICENCE PRO PŘIPOJENÍ KAMERY DO SYSTÉMU KAC</w:t>
      </w:r>
      <w:r w:rsidR="004335F4" w:rsidRPr="00135E38">
        <w:rPr>
          <w:rFonts w:eastAsia="Calibri" w:cs="Times New Roman"/>
          <w:b/>
          <w:lang w:eastAsia="cs-CZ"/>
        </w:rPr>
        <w:t>,</w:t>
      </w:r>
      <w:r w:rsidR="004335F4" w:rsidRPr="00135E38">
        <w:rPr>
          <w:rFonts w:eastAsia="Calibri" w:cs="Times New Roman"/>
          <w:bCs/>
          <w:lang w:eastAsia="cs-CZ"/>
        </w:rPr>
        <w:t xml:space="preserve"> doplnění položky není akceptováno.</w:t>
      </w:r>
    </w:p>
    <w:p w14:paraId="4CCB01E1" w14:textId="06F707F2" w:rsidR="00091ED2" w:rsidRPr="00135E38" w:rsidRDefault="00091ED2" w:rsidP="00091E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Ad b) je součástí položek </w:t>
      </w:r>
      <w:r w:rsidR="00D46214" w:rsidRPr="00135E38">
        <w:rPr>
          <w:rFonts w:eastAsia="Calibri" w:cs="Times New Roman"/>
          <w:b/>
          <w:lang w:eastAsia="cs-CZ"/>
        </w:rPr>
        <w:t>75L492 ZPROVOZNĚNÍ A NASTAVENÍ POHLEDU KAMERY a 75L493 ZPROVOZNĚNÍ A NASTAVENÍ KAMEROVÉHO SYSTÉMU</w:t>
      </w:r>
      <w:r w:rsidR="004335F4" w:rsidRPr="00135E38">
        <w:rPr>
          <w:rFonts w:eastAsia="Calibri" w:cs="Times New Roman"/>
          <w:b/>
          <w:lang w:eastAsia="cs-CZ"/>
        </w:rPr>
        <w:t>,</w:t>
      </w:r>
      <w:r w:rsidR="004335F4" w:rsidRPr="00135E38">
        <w:rPr>
          <w:rFonts w:eastAsia="Calibri" w:cs="Times New Roman"/>
          <w:bCs/>
          <w:lang w:eastAsia="cs-CZ"/>
        </w:rPr>
        <w:t xml:space="preserve"> doplnění položky není akceptováno.</w:t>
      </w:r>
    </w:p>
    <w:p w14:paraId="2313F326" w14:textId="7F5816E3" w:rsidR="00091ED2" w:rsidRPr="00135E38" w:rsidRDefault="00091ED2" w:rsidP="00091E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Ad c) Položka 75M921 </w:t>
      </w:r>
      <w:r w:rsidR="00B21358" w:rsidRPr="00135E38">
        <w:rPr>
          <w:rFonts w:eastAsia="Calibri" w:cs="Times New Roman"/>
          <w:b/>
          <w:lang w:eastAsia="cs-CZ"/>
        </w:rPr>
        <w:t>opravena</w:t>
      </w:r>
      <w:r w:rsidRPr="00135E38">
        <w:rPr>
          <w:rFonts w:eastAsia="Calibri" w:cs="Times New Roman"/>
          <w:b/>
          <w:lang w:eastAsia="cs-CZ"/>
        </w:rPr>
        <w:t xml:space="preserve"> ve výkazu výměr v počtu 3 kusů. Položka 75M922 </w:t>
      </w:r>
      <w:r w:rsidR="00B21358" w:rsidRPr="00135E38">
        <w:rPr>
          <w:rFonts w:eastAsia="Calibri" w:cs="Times New Roman"/>
          <w:b/>
          <w:lang w:eastAsia="cs-CZ"/>
        </w:rPr>
        <w:t>opravena</w:t>
      </w:r>
      <w:r w:rsidRPr="00135E38">
        <w:rPr>
          <w:rFonts w:eastAsia="Calibri" w:cs="Times New Roman"/>
          <w:b/>
          <w:lang w:eastAsia="cs-CZ"/>
        </w:rPr>
        <w:t xml:space="preserve"> ve výkazu v počtu 0 kusů. </w:t>
      </w:r>
      <w:r w:rsidR="00B21358" w:rsidRPr="00135E38">
        <w:rPr>
          <w:rFonts w:eastAsia="Calibri" w:cs="Times New Roman"/>
          <w:b/>
          <w:lang w:eastAsia="cs-CZ"/>
        </w:rPr>
        <w:t xml:space="preserve">Položka 75M92X opravena ve výkazu v počtu 3 kusů. </w:t>
      </w:r>
    </w:p>
    <w:p w14:paraId="66A95D1A" w14:textId="487FF01C" w:rsidR="00D55924" w:rsidRPr="00135E38" w:rsidRDefault="00CE1ED7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Provedena úprava dokumentace</w:t>
      </w:r>
      <w:r w:rsidR="00D46214" w:rsidRPr="00135E38">
        <w:rPr>
          <w:rFonts w:eastAsia="Calibri" w:cs="Times New Roman"/>
          <w:bCs/>
          <w:lang w:eastAsia="cs-CZ"/>
        </w:rPr>
        <w:t>, doplnění soupisu prací</w:t>
      </w:r>
      <w:r w:rsidRPr="00135E38">
        <w:rPr>
          <w:rFonts w:eastAsia="Calibri" w:cs="Times New Roman"/>
          <w:bCs/>
          <w:lang w:eastAsia="cs-CZ"/>
        </w:rPr>
        <w:t>.</w:t>
      </w:r>
    </w:p>
    <w:p w14:paraId="79C76986" w14:textId="717302D0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EBEEFA8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ED575BD" w14:textId="7235EA84" w:rsidR="00D55924" w:rsidRPr="00BD5319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14:paraId="71A118CD" w14:textId="77777777" w:rsidR="0037255E" w:rsidRPr="008C43AF" w:rsidRDefault="0037255E" w:rsidP="0037255E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8C43AF">
        <w:rPr>
          <w:rFonts w:eastAsia="Times New Roman" w:cstheme="minorHAnsi"/>
          <w:b/>
          <w:lang w:eastAsia="cs-CZ"/>
        </w:rPr>
        <w:t>PS 00-02-61 Informační systém na zastávkách</w:t>
      </w:r>
    </w:p>
    <w:p w14:paraId="4C4174B8" w14:textId="77777777" w:rsidR="0037255E" w:rsidRPr="008C43AF" w:rsidRDefault="0037255E" w:rsidP="0037255E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8C43AF">
        <w:rPr>
          <w:rFonts w:eastAsia="Times New Roman" w:cstheme="minorHAnsi"/>
          <w:b/>
          <w:lang w:eastAsia="cs-CZ"/>
        </w:rPr>
        <w:t>PS 13-02-61 ŽST Choltice, informační systém</w:t>
      </w:r>
    </w:p>
    <w:p w14:paraId="0627A79D" w14:textId="77777777" w:rsidR="0037255E" w:rsidRPr="008C43AF" w:rsidRDefault="0037255E" w:rsidP="0037255E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8C43AF">
        <w:rPr>
          <w:rFonts w:eastAsia="Times New Roman" w:cstheme="minorHAnsi"/>
          <w:b/>
          <w:lang w:eastAsia="cs-CZ"/>
        </w:rPr>
        <w:t>PS 17-02-61 ŽST Kostelec u H. M., informační systém</w:t>
      </w:r>
    </w:p>
    <w:p w14:paraId="3A55F3AC" w14:textId="77777777" w:rsidR="0037255E" w:rsidRPr="008C43AF" w:rsidRDefault="0037255E" w:rsidP="0037255E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8C43AF">
        <w:rPr>
          <w:rFonts w:eastAsia="Times New Roman" w:cstheme="minorHAnsi"/>
          <w:b/>
          <w:lang w:eastAsia="cs-CZ"/>
        </w:rPr>
        <w:t>PS 00-02-71 Kamerové systémy na přejezdech</w:t>
      </w:r>
    </w:p>
    <w:p w14:paraId="0E71EBD3" w14:textId="77777777" w:rsidR="0037255E" w:rsidRPr="008C43AF" w:rsidRDefault="0037255E" w:rsidP="0037255E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8C43AF">
        <w:rPr>
          <w:rFonts w:eastAsia="Times New Roman" w:cstheme="minorHAnsi"/>
          <w:b/>
          <w:lang w:eastAsia="cs-CZ"/>
        </w:rPr>
        <w:t>PS 13-02-71 ŽST Choltice, kamerový systém</w:t>
      </w:r>
    </w:p>
    <w:p w14:paraId="4370A511" w14:textId="77777777" w:rsidR="0037255E" w:rsidRPr="008C43AF" w:rsidRDefault="0037255E" w:rsidP="0037255E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8C43AF">
        <w:rPr>
          <w:rFonts w:eastAsia="Times New Roman" w:cstheme="minorHAnsi"/>
          <w:b/>
          <w:lang w:eastAsia="cs-CZ"/>
        </w:rPr>
        <w:t>PS 17-02-71 ŽST Kostelec u H. M., kamerový systém</w:t>
      </w:r>
    </w:p>
    <w:p w14:paraId="5379457B" w14:textId="77777777" w:rsidR="0037255E" w:rsidRPr="008C43AF" w:rsidRDefault="0037255E" w:rsidP="0037255E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8C43AF">
        <w:rPr>
          <w:rFonts w:eastAsia="Times New Roman" w:cstheme="minorHAnsi"/>
          <w:lang w:eastAsia="cs-CZ"/>
        </w:rPr>
        <w:t xml:space="preserve">V PS jsou ve výkazu výměr tyto položky: </w:t>
      </w:r>
    </w:p>
    <w:p w14:paraId="6E6B6462" w14:textId="77777777" w:rsidR="0037255E" w:rsidRPr="008C43AF" w:rsidRDefault="0037255E" w:rsidP="0037255E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8C43AF">
        <w:rPr>
          <w:rFonts w:eastAsia="Times New Roman" w:cstheme="minorHAnsi"/>
          <w:lang w:eastAsia="cs-CZ"/>
        </w:rPr>
        <w:t>13193 HLOUBENÍ JAM ZAPAŽ I NEPAŽ TŘ III</w:t>
      </w:r>
    </w:p>
    <w:p w14:paraId="28F7089A" w14:textId="77777777" w:rsidR="0037255E" w:rsidRPr="008C43AF" w:rsidRDefault="0037255E" w:rsidP="0037255E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8C43AF">
        <w:rPr>
          <w:rFonts w:eastAsia="Times New Roman" w:cstheme="minorHAnsi"/>
          <w:lang w:eastAsia="cs-CZ"/>
        </w:rPr>
        <w:t>131938 HLOUBENÍ JAM ZAPAŽ I NEPAŽ TŘ. III, ODVOZ DO 20KM</w:t>
      </w:r>
    </w:p>
    <w:p w14:paraId="2811BF4F" w14:textId="77777777" w:rsidR="0037255E" w:rsidRPr="008C43AF" w:rsidRDefault="0037255E" w:rsidP="0037255E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8C43AF">
        <w:rPr>
          <w:rFonts w:eastAsia="Times New Roman" w:cstheme="minorHAnsi"/>
          <w:lang w:eastAsia="cs-CZ"/>
        </w:rPr>
        <w:t>13293 HLOUBENÍ RÝH ŠÍŘ DO 2M PAŽ I NEPAŽ TŘ. III</w:t>
      </w:r>
    </w:p>
    <w:p w14:paraId="0E12B392" w14:textId="4BE4F87D" w:rsidR="00D55924" w:rsidRDefault="0037255E" w:rsidP="0037255E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8C43AF">
        <w:rPr>
          <w:rFonts w:eastAsia="Times New Roman" w:cstheme="minorHAnsi"/>
          <w:lang w:eastAsia="cs-CZ"/>
        </w:rPr>
        <w:t>Chápeme správně, že se jedná o třídu těžitelnosti 3 dle starší ČSN 73 3050 podle tabulky níže, nebo se jedná o třídu těžitelnosti 6 a 7 dle této tabulky?</w:t>
      </w:r>
    </w:p>
    <w:p w14:paraId="4049B98C" w14:textId="77777777" w:rsidR="0037255E" w:rsidRDefault="0037255E" w:rsidP="003725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E68CA75" w14:textId="352BBCED" w:rsidR="0037255E" w:rsidRDefault="0037255E" w:rsidP="003725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C43AF">
        <w:rPr>
          <w:rFonts w:eastAsia="Calibri" w:cstheme="minorHAnsi"/>
          <w:noProof/>
          <w:lang w:eastAsia="cs-CZ"/>
        </w:rPr>
        <w:drawing>
          <wp:inline distT="0" distB="0" distL="0" distR="0" wp14:anchorId="69FBA271" wp14:editId="7593BACA">
            <wp:extent cx="5091430" cy="2403475"/>
            <wp:effectExtent l="0" t="0" r="0" b="0"/>
            <wp:docPr id="1" name="Obrázek 1" descr="cid:image001.jpg@01DA0342.FEAB8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cid:image001.jpg@01DA0342.FEAB877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430" cy="240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379D6" w14:textId="77777777" w:rsidR="0037255E" w:rsidRPr="00BD5319" w:rsidRDefault="0037255E" w:rsidP="003725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E7FAEB1" w14:textId="77777777" w:rsidR="00D55924" w:rsidRDefault="00D5592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D0517B8" w14:textId="77777777" w:rsidR="00CE1ED7" w:rsidRPr="00135E38" w:rsidRDefault="00091ED2" w:rsidP="00743574">
      <w:pPr>
        <w:spacing w:after="0" w:line="240" w:lineRule="auto"/>
        <w:rPr>
          <w:rFonts w:eastAsia="Calibri" w:cs="Times New Roman"/>
          <w:bCs/>
          <w:lang w:eastAsia="cs-CZ"/>
        </w:rPr>
      </w:pPr>
      <w:r w:rsidRPr="00135E38">
        <w:rPr>
          <w:rFonts w:eastAsia="Calibri" w:cs="Times New Roman"/>
          <w:b/>
          <w:lang w:eastAsia="cs-CZ"/>
        </w:rPr>
        <w:t>Jedná se o kategorizaci tříd těžitelnosti a cen v cenové soustavě OTSKP, která se opírá o ČSN 73 6133.</w:t>
      </w:r>
      <w:r w:rsidR="00743574" w:rsidRPr="00135E38">
        <w:rPr>
          <w:rFonts w:eastAsia="Calibri" w:cs="Times New Roman"/>
          <w:bCs/>
          <w:lang w:eastAsia="cs-CZ"/>
        </w:rPr>
        <w:t xml:space="preserve"> </w:t>
      </w:r>
    </w:p>
    <w:p w14:paraId="69C47624" w14:textId="45057277" w:rsidR="00743574" w:rsidRPr="00135E38" w:rsidRDefault="00743574" w:rsidP="00743574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dokumentace.</w:t>
      </w:r>
    </w:p>
    <w:p w14:paraId="0BE45611" w14:textId="77777777" w:rsidR="00ED0A1D" w:rsidRDefault="00ED0A1D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989A2F6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4F5900F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835296E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BA0EC08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E89151B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F3D93E1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975A2D2" w14:textId="1F76B597" w:rsidR="00ED0A1D" w:rsidRDefault="00ED0A1D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č.22:</w:t>
      </w:r>
    </w:p>
    <w:p w14:paraId="185BCE22" w14:textId="5201EEB5" w:rsidR="00ED0A1D" w:rsidRDefault="00ED0A1D" w:rsidP="00D55924">
      <w:pPr>
        <w:spacing w:after="0" w:line="240" w:lineRule="auto"/>
        <w:jc w:val="both"/>
        <w:rPr>
          <w:rFonts w:cstheme="minorHAnsi"/>
        </w:rPr>
      </w:pPr>
      <w:r w:rsidRPr="00FF7613">
        <w:rPr>
          <w:rFonts w:cstheme="minorHAnsi"/>
          <w:b/>
        </w:rPr>
        <w:t xml:space="preserve">PS 00-01-71, </w:t>
      </w:r>
      <w:proofErr w:type="gramStart"/>
      <w:r w:rsidRPr="00FF7613">
        <w:rPr>
          <w:rFonts w:cstheme="minorHAnsi"/>
          <w:b/>
        </w:rPr>
        <w:t>Přelouč - Kostelec</w:t>
      </w:r>
      <w:proofErr w:type="gramEnd"/>
      <w:r w:rsidRPr="00FF7613">
        <w:rPr>
          <w:rFonts w:cstheme="minorHAnsi"/>
          <w:b/>
        </w:rPr>
        <w:t xml:space="preserve"> u H.M., ETCS L1. </w:t>
      </w:r>
      <w:r w:rsidRPr="00FF7613">
        <w:rPr>
          <w:rFonts w:cstheme="minorHAnsi"/>
        </w:rPr>
        <w:t>V soupisu prací se nachází položka:</w:t>
      </w:r>
    </w:p>
    <w:p w14:paraId="462D9017" w14:textId="77777777" w:rsidR="00ED0A1D" w:rsidRDefault="00ED0A1D" w:rsidP="00D55924">
      <w:pPr>
        <w:spacing w:after="0" w:line="240" w:lineRule="auto"/>
        <w:jc w:val="both"/>
        <w:rPr>
          <w:rFonts w:cstheme="minorHAnsi"/>
        </w:rPr>
      </w:pPr>
    </w:p>
    <w:tbl>
      <w:tblPr>
        <w:tblW w:w="1020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160"/>
        <w:gridCol w:w="7211"/>
        <w:gridCol w:w="625"/>
        <w:gridCol w:w="934"/>
      </w:tblGrid>
      <w:tr w:rsidR="00ED0A1D" w:rsidRPr="00FF7613" w14:paraId="64267643" w14:textId="77777777" w:rsidTr="00ED0A1D">
        <w:trPr>
          <w:trHeight w:val="51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D20DADB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078FBF8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75A311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4C672EF6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7211" w:type="dxa"/>
            <w:shd w:val="clear" w:color="auto" w:fill="auto"/>
            <w:vAlign w:val="bottom"/>
            <w:hideMark/>
          </w:tcPr>
          <w:p w14:paraId="2D81735A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KABELOVÁ FORMA (UKONČENÍ KABELŮ) PRO KABELY ZABEZPEČOVACÍ DO 12 PÁRŮ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14:paraId="5A331152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14:paraId="742C5785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136,000</w:t>
            </w:r>
          </w:p>
        </w:tc>
      </w:tr>
    </w:tbl>
    <w:p w14:paraId="589FF75E" w14:textId="77777777" w:rsidR="00ED0A1D" w:rsidRDefault="00ED0A1D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7C8A877" w14:textId="57F3B3D9" w:rsidR="00ED0A1D" w:rsidRDefault="00ED0A1D" w:rsidP="00D55924">
      <w:pPr>
        <w:spacing w:after="0" w:line="240" w:lineRule="auto"/>
        <w:jc w:val="both"/>
        <w:rPr>
          <w:rFonts w:cstheme="minorHAnsi"/>
        </w:rPr>
      </w:pPr>
      <w:r w:rsidRPr="00FF7613">
        <w:rPr>
          <w:rFonts w:cstheme="minorHAnsi"/>
        </w:rPr>
        <w:t xml:space="preserve">Předpokládáme, že se položka vztahuje k položce č. 7 (KABEL PE-ALT-CLT 1x4x1,53MM – DODÁVKA). Dle kabelové dokumentace napříč </w:t>
      </w:r>
      <w:proofErr w:type="spellStart"/>
      <w:r w:rsidRPr="00FF7613">
        <w:rPr>
          <w:rFonts w:cstheme="minorHAnsi"/>
        </w:rPr>
        <w:t>zab</w:t>
      </w:r>
      <w:proofErr w:type="spellEnd"/>
      <w:r w:rsidRPr="00FF7613">
        <w:rPr>
          <w:rFonts w:cstheme="minorHAnsi"/>
        </w:rPr>
        <w:t>. zař. se předpokládá dodávka celkem 58ks těchto kabelů, tedy zhotovení 116ks kabelových forem. Žádáme zadavatele o prověření množství u pol. č. 4.</w:t>
      </w:r>
    </w:p>
    <w:p w14:paraId="3D1F68E6" w14:textId="77777777" w:rsidR="00ED0A1D" w:rsidRDefault="00ED0A1D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0D200AC" w14:textId="0111F2C8" w:rsidR="00ED0A1D" w:rsidRDefault="00ED0A1D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7A90183C" w14:textId="4821261E" w:rsidR="00ED0A1D" w:rsidRPr="00135E38" w:rsidRDefault="00D46214" w:rsidP="00D5592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Dle jednotlivých Schémat kabelů bude dodávka 68 ks kabelů (po provozních souborech 11+8+3+24+5+17) = 136 KUS.</w:t>
      </w:r>
    </w:p>
    <w:p w14:paraId="44CB58F9" w14:textId="77777777" w:rsidR="00D46214" w:rsidRPr="00135E38" w:rsidRDefault="00D46214" w:rsidP="00D46214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dokumentace.</w:t>
      </w:r>
    </w:p>
    <w:p w14:paraId="3A59B298" w14:textId="77777777" w:rsidR="00ED0A1D" w:rsidRDefault="00ED0A1D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AC441DC" w14:textId="77777777" w:rsidR="00135E38" w:rsidRDefault="00135E38" w:rsidP="00D5592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0FAB2C8" w14:textId="70C61DE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č.23:</w:t>
      </w:r>
    </w:p>
    <w:p w14:paraId="0CA98A6F" w14:textId="0D29C1C0" w:rsidR="00ED0A1D" w:rsidRDefault="00ED0A1D" w:rsidP="00ED0A1D">
      <w:pPr>
        <w:spacing w:after="0" w:line="240" w:lineRule="auto"/>
        <w:jc w:val="both"/>
        <w:rPr>
          <w:rFonts w:cstheme="minorHAnsi"/>
        </w:rPr>
      </w:pPr>
      <w:r w:rsidRPr="00FF7613">
        <w:rPr>
          <w:rFonts w:cstheme="minorHAnsi"/>
          <w:b/>
        </w:rPr>
        <w:t xml:space="preserve">PS 12-01-21, </w:t>
      </w:r>
      <w:proofErr w:type="gramStart"/>
      <w:r w:rsidRPr="00FF7613">
        <w:rPr>
          <w:rFonts w:cstheme="minorHAnsi"/>
          <w:b/>
        </w:rPr>
        <w:t>Přelouč - Choltice</w:t>
      </w:r>
      <w:proofErr w:type="gramEnd"/>
      <w:r w:rsidRPr="00FF7613">
        <w:rPr>
          <w:rFonts w:cstheme="minorHAnsi"/>
          <w:b/>
        </w:rPr>
        <w:t>, TZZ</w:t>
      </w:r>
      <w:r w:rsidRPr="00FF7613">
        <w:rPr>
          <w:rFonts w:cstheme="minorHAnsi"/>
        </w:rPr>
        <w:t>. V soupisu prací se nachází položky: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836"/>
        <w:gridCol w:w="160"/>
        <w:gridCol w:w="6427"/>
        <w:gridCol w:w="567"/>
        <w:gridCol w:w="992"/>
      </w:tblGrid>
      <w:tr w:rsidR="00ED0A1D" w:rsidRPr="00FF7613" w14:paraId="1AA944AD" w14:textId="77777777" w:rsidTr="00CD59E5">
        <w:trPr>
          <w:trHeight w:val="510"/>
          <w:jc w:val="center"/>
        </w:trPr>
        <w:tc>
          <w:tcPr>
            <w:tcW w:w="363" w:type="dxa"/>
            <w:shd w:val="clear" w:color="auto" w:fill="auto"/>
            <w:noWrap/>
            <w:vAlign w:val="center"/>
            <w:hideMark/>
          </w:tcPr>
          <w:p w14:paraId="4FCD481E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22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14:paraId="11547760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75A321</w:t>
            </w:r>
          </w:p>
        </w:tc>
        <w:tc>
          <w:tcPr>
            <w:tcW w:w="160" w:type="dxa"/>
            <w:shd w:val="clear" w:color="auto" w:fill="auto"/>
            <w:noWrap/>
            <w:vAlign w:val="center"/>
            <w:hideMark/>
          </w:tcPr>
          <w:p w14:paraId="7074547F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439" w:type="dxa"/>
            <w:shd w:val="clear" w:color="auto" w:fill="auto"/>
            <w:vAlign w:val="center"/>
            <w:hideMark/>
          </w:tcPr>
          <w:p w14:paraId="39DA75F0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SPOJKA ROVNÁ PRO PLASTOVÉ KABELY S JÁDRY O PRŮMĚRU 1 MM2 DO 12 PÁRŮ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EB3DF3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B44AE0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9,000</w:t>
            </w:r>
          </w:p>
        </w:tc>
      </w:tr>
      <w:tr w:rsidR="00ED0A1D" w:rsidRPr="00FF7613" w14:paraId="462C7AAF" w14:textId="77777777" w:rsidTr="00CD59E5">
        <w:trPr>
          <w:trHeight w:val="510"/>
          <w:jc w:val="center"/>
        </w:trPr>
        <w:tc>
          <w:tcPr>
            <w:tcW w:w="363" w:type="dxa"/>
            <w:shd w:val="clear" w:color="auto" w:fill="auto"/>
            <w:noWrap/>
            <w:vAlign w:val="center"/>
            <w:hideMark/>
          </w:tcPr>
          <w:p w14:paraId="6ABC5765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23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14:paraId="5671A085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75A331</w:t>
            </w:r>
          </w:p>
        </w:tc>
        <w:tc>
          <w:tcPr>
            <w:tcW w:w="160" w:type="dxa"/>
            <w:shd w:val="clear" w:color="auto" w:fill="auto"/>
            <w:noWrap/>
            <w:vAlign w:val="center"/>
            <w:hideMark/>
          </w:tcPr>
          <w:p w14:paraId="6027FE8F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439" w:type="dxa"/>
            <w:shd w:val="clear" w:color="auto" w:fill="auto"/>
            <w:vAlign w:val="center"/>
            <w:hideMark/>
          </w:tcPr>
          <w:p w14:paraId="795D9188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SPOJKA ROVNÁ PRO PLASTOVÉ KABELY SE STÍNĚNÍM S JÁDRY O PRŮMĚRU 1 MM2 DO 12 PÁRŮ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A50997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6DB101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8,000</w:t>
            </w:r>
          </w:p>
        </w:tc>
      </w:tr>
    </w:tbl>
    <w:p w14:paraId="386033A2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8CF982A" w14:textId="2F0D6D35" w:rsidR="00ED0A1D" w:rsidRDefault="00ED0A1D" w:rsidP="00ED0A1D">
      <w:pPr>
        <w:spacing w:after="0" w:line="240" w:lineRule="auto"/>
        <w:jc w:val="both"/>
        <w:rPr>
          <w:rFonts w:cstheme="minorHAnsi"/>
        </w:rPr>
      </w:pPr>
      <w:r w:rsidRPr="00FF7613">
        <w:rPr>
          <w:rFonts w:cstheme="minorHAnsi"/>
        </w:rPr>
        <w:t>Z kabelové dokumentace nevyplývají požadavky na tyto spojky. Chápeme správně, že se jedná o rezervy?</w:t>
      </w:r>
    </w:p>
    <w:p w14:paraId="546E5828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F308DC1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7EBDDA89" w14:textId="5475BB8B" w:rsidR="00D46214" w:rsidRPr="00135E38" w:rsidRDefault="00D46214" w:rsidP="00D46214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Ano.  </w:t>
      </w:r>
    </w:p>
    <w:p w14:paraId="3793AEA4" w14:textId="379F8BAA" w:rsidR="00D46214" w:rsidRPr="00135E38" w:rsidRDefault="00D46214" w:rsidP="00D46214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dokumentace.</w:t>
      </w:r>
    </w:p>
    <w:p w14:paraId="49EC27EF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A70F3FC" w14:textId="77777777" w:rsidR="00135E38" w:rsidRDefault="00135E38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5301EAF2" w14:textId="7B6948CE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č.24:</w:t>
      </w:r>
    </w:p>
    <w:p w14:paraId="0B9F1C63" w14:textId="339DBC71" w:rsidR="00ED0A1D" w:rsidRDefault="00ED0A1D" w:rsidP="00ED0A1D">
      <w:pPr>
        <w:spacing w:after="0" w:line="240" w:lineRule="auto"/>
        <w:jc w:val="both"/>
        <w:rPr>
          <w:rFonts w:cstheme="minorHAnsi"/>
        </w:rPr>
      </w:pPr>
      <w:r w:rsidRPr="00FF7613">
        <w:rPr>
          <w:rFonts w:cstheme="minorHAnsi"/>
          <w:b/>
        </w:rPr>
        <w:t xml:space="preserve">PS 12-01-21, </w:t>
      </w:r>
      <w:proofErr w:type="gramStart"/>
      <w:r w:rsidRPr="00FF7613">
        <w:rPr>
          <w:rFonts w:cstheme="minorHAnsi"/>
          <w:b/>
        </w:rPr>
        <w:t>Přelouč - Choltice</w:t>
      </w:r>
      <w:proofErr w:type="gramEnd"/>
      <w:r w:rsidRPr="00FF7613">
        <w:rPr>
          <w:rFonts w:cstheme="minorHAnsi"/>
          <w:b/>
        </w:rPr>
        <w:t>, TZZ</w:t>
      </w:r>
      <w:r w:rsidRPr="00FF7613">
        <w:rPr>
          <w:rFonts w:cstheme="minorHAnsi"/>
        </w:rPr>
        <w:t>. V soupisu prací se nachází položka:</w:t>
      </w:r>
    </w:p>
    <w:p w14:paraId="32DC9117" w14:textId="77777777" w:rsidR="00ED0A1D" w:rsidRDefault="00ED0A1D" w:rsidP="00ED0A1D">
      <w:pPr>
        <w:spacing w:after="0" w:line="240" w:lineRule="auto"/>
        <w:jc w:val="both"/>
        <w:rPr>
          <w:rFonts w:cstheme="minorHAnsi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160"/>
        <w:gridCol w:w="6927"/>
        <w:gridCol w:w="426"/>
        <w:gridCol w:w="1134"/>
      </w:tblGrid>
      <w:tr w:rsidR="00ED0A1D" w:rsidRPr="00FF7613" w14:paraId="5E0F4921" w14:textId="77777777" w:rsidTr="00CD59E5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312E003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628BD1D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702111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43EBDC33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927" w:type="dxa"/>
            <w:shd w:val="clear" w:color="auto" w:fill="auto"/>
            <w:vAlign w:val="bottom"/>
            <w:hideMark/>
          </w:tcPr>
          <w:p w14:paraId="4A6B6220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KABELOVÝ ŽLAB ZEMNÍ VČETNĚ KRYTU SVĚTLÉ ŠÍŘKY DO 120 MM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14:paraId="14A0380D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92F6B4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60,000</w:t>
            </w:r>
          </w:p>
        </w:tc>
      </w:tr>
    </w:tbl>
    <w:p w14:paraId="7BA014D7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DA5EAC5" w14:textId="712C7688" w:rsidR="00ED0A1D" w:rsidRDefault="00ED0A1D" w:rsidP="00ED0A1D">
      <w:pPr>
        <w:spacing w:after="0" w:line="240" w:lineRule="auto"/>
        <w:jc w:val="both"/>
        <w:rPr>
          <w:rFonts w:cstheme="minorHAnsi"/>
        </w:rPr>
      </w:pPr>
      <w:r w:rsidRPr="00FF7613">
        <w:rPr>
          <w:rFonts w:cstheme="minorHAnsi"/>
        </w:rPr>
        <w:t>Předpokládáme správně, že se požadují plastové, běžně používané, zavedené, zemní žlaby?</w:t>
      </w:r>
    </w:p>
    <w:p w14:paraId="766F438A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210A69A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2BA5B556" w14:textId="77777777" w:rsidR="00680E1B" w:rsidRPr="00135E38" w:rsidRDefault="00680E1B" w:rsidP="00680E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Ano.  </w:t>
      </w:r>
    </w:p>
    <w:p w14:paraId="0F09BFB4" w14:textId="4A4CDA7F" w:rsidR="00ED0A1D" w:rsidRPr="00135E38" w:rsidRDefault="00680E1B" w:rsidP="00680E1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5E38">
        <w:rPr>
          <w:rFonts w:eastAsia="Calibri" w:cs="Times New Roman"/>
          <w:lang w:eastAsia="cs-CZ"/>
        </w:rPr>
        <w:t>Bez úprav dokumentace</w:t>
      </w:r>
      <w:r w:rsidR="00135E38">
        <w:rPr>
          <w:rFonts w:eastAsia="Calibri" w:cs="Times New Roman"/>
          <w:lang w:eastAsia="cs-CZ"/>
        </w:rPr>
        <w:t>.</w:t>
      </w:r>
    </w:p>
    <w:p w14:paraId="7C96E4D3" w14:textId="77777777" w:rsidR="00680E1B" w:rsidRDefault="00680E1B" w:rsidP="00680E1B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695F5C09" w14:textId="77777777" w:rsidR="00135E38" w:rsidRPr="00680E1B" w:rsidRDefault="00135E38" w:rsidP="00680E1B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3913133A" w14:textId="51748436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č.25:</w:t>
      </w:r>
    </w:p>
    <w:p w14:paraId="59D70C36" w14:textId="77777777" w:rsidR="00ED0A1D" w:rsidRPr="00FF7613" w:rsidRDefault="00ED0A1D" w:rsidP="00ED0A1D">
      <w:pPr>
        <w:rPr>
          <w:rFonts w:cstheme="minorHAnsi"/>
        </w:rPr>
      </w:pPr>
      <w:r w:rsidRPr="00FF7613">
        <w:rPr>
          <w:rFonts w:cstheme="minorHAnsi"/>
          <w:b/>
        </w:rPr>
        <w:t>PS 13-01-11, ŽST Choltice, SZZ</w:t>
      </w:r>
      <w:r w:rsidRPr="00FF7613">
        <w:rPr>
          <w:rFonts w:cstheme="minorHAnsi"/>
        </w:rPr>
        <w:t>. V soupisu prací se nachází položky:</w:t>
      </w: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713"/>
        <w:gridCol w:w="160"/>
        <w:gridCol w:w="5506"/>
        <w:gridCol w:w="425"/>
        <w:gridCol w:w="992"/>
      </w:tblGrid>
      <w:tr w:rsidR="00ED0A1D" w:rsidRPr="00FF7613" w14:paraId="0D353240" w14:textId="77777777" w:rsidTr="00CD59E5">
        <w:trPr>
          <w:trHeight w:val="255"/>
          <w:jc w:val="center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14:paraId="29FC521A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E68B28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13183</w:t>
            </w:r>
          </w:p>
        </w:tc>
        <w:tc>
          <w:tcPr>
            <w:tcW w:w="160" w:type="dxa"/>
            <w:shd w:val="clear" w:color="auto" w:fill="auto"/>
            <w:noWrap/>
            <w:vAlign w:val="center"/>
            <w:hideMark/>
          </w:tcPr>
          <w:p w14:paraId="5A7563F5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5510" w:type="dxa"/>
            <w:shd w:val="clear" w:color="auto" w:fill="auto"/>
            <w:vAlign w:val="center"/>
            <w:hideMark/>
          </w:tcPr>
          <w:p w14:paraId="64889374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HLOUBENÍ JAM ZAPAŽ I NEPAŽ TŘ II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8DC718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M3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1BCA85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28,000</w:t>
            </w:r>
          </w:p>
        </w:tc>
      </w:tr>
      <w:tr w:rsidR="00ED0A1D" w:rsidRPr="00FF7613" w14:paraId="7DEBEE74" w14:textId="77777777" w:rsidTr="00CD59E5">
        <w:trPr>
          <w:trHeight w:val="255"/>
          <w:jc w:val="center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14:paraId="4CD5843C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3EDA79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13283</w:t>
            </w:r>
          </w:p>
        </w:tc>
        <w:tc>
          <w:tcPr>
            <w:tcW w:w="160" w:type="dxa"/>
            <w:shd w:val="clear" w:color="auto" w:fill="auto"/>
            <w:noWrap/>
            <w:vAlign w:val="center"/>
            <w:hideMark/>
          </w:tcPr>
          <w:p w14:paraId="24502448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5510" w:type="dxa"/>
            <w:shd w:val="clear" w:color="auto" w:fill="auto"/>
            <w:vAlign w:val="center"/>
            <w:hideMark/>
          </w:tcPr>
          <w:p w14:paraId="318CAD35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HLOUBENÍ RÝH ŠÍŘ DO 2M PAŽ I NEPAŽ TŘ. II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DD95EE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M3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CDB6D5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95,000</w:t>
            </w:r>
          </w:p>
        </w:tc>
      </w:tr>
      <w:tr w:rsidR="00ED0A1D" w:rsidRPr="00FF7613" w14:paraId="76E0B539" w14:textId="77777777" w:rsidTr="00CD59E5">
        <w:trPr>
          <w:trHeight w:val="255"/>
          <w:jc w:val="center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14:paraId="5F27D99D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D45772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17491</w:t>
            </w:r>
          </w:p>
        </w:tc>
        <w:tc>
          <w:tcPr>
            <w:tcW w:w="160" w:type="dxa"/>
            <w:shd w:val="clear" w:color="auto" w:fill="auto"/>
            <w:noWrap/>
            <w:vAlign w:val="center"/>
            <w:hideMark/>
          </w:tcPr>
          <w:p w14:paraId="6B2B6A1B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5510" w:type="dxa"/>
            <w:shd w:val="clear" w:color="auto" w:fill="auto"/>
            <w:vAlign w:val="center"/>
            <w:hideMark/>
          </w:tcPr>
          <w:p w14:paraId="7B9288C3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ZÁSYP JAM A RÝH Z JINÝCH MATERIÁLŮ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95A3E4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M3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BD2FD4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72,000</w:t>
            </w:r>
          </w:p>
        </w:tc>
      </w:tr>
    </w:tbl>
    <w:p w14:paraId="2BD5706A" w14:textId="25954A6A" w:rsidR="00ED0A1D" w:rsidRDefault="00ED0A1D" w:rsidP="00ED0A1D">
      <w:pPr>
        <w:spacing w:after="0" w:line="240" w:lineRule="auto"/>
        <w:jc w:val="both"/>
        <w:rPr>
          <w:rFonts w:cstheme="minorHAnsi"/>
        </w:rPr>
      </w:pPr>
      <w:r w:rsidRPr="00FF7613">
        <w:rPr>
          <w:rFonts w:cstheme="minorHAnsi"/>
        </w:rPr>
        <w:t xml:space="preserve">Domníváme se, že správné množství u pol. č. 6 je </w:t>
      </w:r>
      <w:proofErr w:type="gramStart"/>
      <w:r w:rsidRPr="00FF7613">
        <w:rPr>
          <w:rFonts w:cstheme="minorHAnsi"/>
        </w:rPr>
        <w:t>123m3</w:t>
      </w:r>
      <w:proofErr w:type="gramEnd"/>
      <w:r w:rsidRPr="00FF7613">
        <w:rPr>
          <w:rFonts w:cstheme="minorHAnsi"/>
        </w:rPr>
        <w:t>. Žádáme zadavatele o prověření.</w:t>
      </w:r>
    </w:p>
    <w:p w14:paraId="34498122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3EF9747" w14:textId="77777777" w:rsidR="00135E38" w:rsidRDefault="00135E38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6464BE7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Odpověď:</w:t>
      </w:r>
    </w:p>
    <w:p w14:paraId="4DCBB291" w14:textId="75982C88" w:rsidR="00ED0A1D" w:rsidRPr="00135E38" w:rsidRDefault="00680E1B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 xml:space="preserve">Položka </w:t>
      </w:r>
      <w:r w:rsidR="007D776E" w:rsidRPr="00135E38">
        <w:rPr>
          <w:rFonts w:eastAsia="Calibri" w:cs="Times New Roman"/>
          <w:b/>
          <w:lang w:eastAsia="cs-CZ"/>
        </w:rPr>
        <w:t xml:space="preserve">č.6 souhlasí, </w:t>
      </w:r>
      <w:r w:rsidRPr="00135E38">
        <w:rPr>
          <w:rFonts w:eastAsia="Calibri" w:cs="Times New Roman"/>
          <w:b/>
          <w:lang w:eastAsia="cs-CZ"/>
        </w:rPr>
        <w:t xml:space="preserve">Zásyp jam a rýh je snížena o objem </w:t>
      </w:r>
      <w:r w:rsidR="00EE1EE5" w:rsidRPr="00135E38">
        <w:rPr>
          <w:rFonts w:eastAsia="Calibri" w:cs="Times New Roman"/>
          <w:b/>
          <w:lang w:eastAsia="cs-CZ"/>
        </w:rPr>
        <w:t xml:space="preserve">51 m3 </w:t>
      </w:r>
      <w:r w:rsidRPr="00135E38">
        <w:rPr>
          <w:rFonts w:eastAsia="Calibri" w:cs="Times New Roman"/>
          <w:b/>
          <w:lang w:eastAsia="cs-CZ"/>
        </w:rPr>
        <w:t>uložených základů a žlabů</w:t>
      </w:r>
      <w:r w:rsidR="00EE1EE5" w:rsidRPr="00135E38">
        <w:rPr>
          <w:rFonts w:eastAsia="Calibri" w:cs="Times New Roman"/>
          <w:b/>
          <w:lang w:eastAsia="cs-CZ"/>
        </w:rPr>
        <w:t>.</w:t>
      </w:r>
    </w:p>
    <w:p w14:paraId="30D38DF6" w14:textId="77777777" w:rsidR="00680E1B" w:rsidRPr="00135E38" w:rsidRDefault="00680E1B" w:rsidP="00680E1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5E38">
        <w:rPr>
          <w:rFonts w:eastAsia="Calibri" w:cs="Times New Roman"/>
          <w:lang w:eastAsia="cs-CZ"/>
        </w:rPr>
        <w:t>Bez úprav dokumentace</w:t>
      </w:r>
    </w:p>
    <w:p w14:paraId="7B7CCA87" w14:textId="77777777" w:rsidR="00680E1B" w:rsidRDefault="00680E1B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3B6FACB" w14:textId="77777777" w:rsidR="00135E38" w:rsidRDefault="00135E38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483775DE" w14:textId="04E81A3D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č.26:</w:t>
      </w:r>
    </w:p>
    <w:p w14:paraId="38778D81" w14:textId="77777777" w:rsidR="00ED0A1D" w:rsidRPr="00FF7613" w:rsidRDefault="00ED0A1D" w:rsidP="00ED0A1D">
      <w:pPr>
        <w:rPr>
          <w:rFonts w:cstheme="minorHAnsi"/>
        </w:rPr>
      </w:pPr>
      <w:r w:rsidRPr="00FF7613">
        <w:rPr>
          <w:rFonts w:cstheme="minorHAnsi"/>
          <w:b/>
        </w:rPr>
        <w:t>PS 13-01-11, ŽST Choltice, SZZ</w:t>
      </w:r>
      <w:r w:rsidRPr="00FF7613">
        <w:rPr>
          <w:rFonts w:cstheme="minorHAnsi"/>
        </w:rPr>
        <w:t>. V soupisu prací jsme nalezli nesoulad u položek venkovní kabelizace vůči zadávací dokumentaci:</w:t>
      </w:r>
    </w:p>
    <w:tbl>
      <w:tblPr>
        <w:tblW w:w="10661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924"/>
        <w:gridCol w:w="6174"/>
        <w:gridCol w:w="992"/>
        <w:gridCol w:w="778"/>
        <w:gridCol w:w="1383"/>
      </w:tblGrid>
      <w:tr w:rsidR="00ED0A1D" w:rsidRPr="00FF7613" w14:paraId="04D5121F" w14:textId="77777777" w:rsidTr="00ED0A1D"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5CB0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CA914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6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0F47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9D44F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2B968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výkaz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BB66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výpočet</w:t>
            </w:r>
          </w:p>
        </w:tc>
      </w:tr>
      <w:tr w:rsidR="00ED0A1D" w:rsidRPr="00FF7613" w14:paraId="009F56F7" w14:textId="77777777" w:rsidTr="00ED0A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4EF79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3E85A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75A151</w:t>
            </w:r>
          </w:p>
        </w:tc>
        <w:tc>
          <w:tcPr>
            <w:tcW w:w="6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56DAE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 xml:space="preserve">KABEL METALICKÝ SE STÍNĚNÍM DO 12 </w:t>
            </w:r>
            <w:proofErr w:type="gramStart"/>
            <w:r w:rsidRPr="00FF7613">
              <w:rPr>
                <w:rFonts w:eastAsia="Times New Roman" w:cstheme="minorHAnsi"/>
                <w:color w:val="000000"/>
                <w:lang w:eastAsia="cs-CZ"/>
              </w:rPr>
              <w:t>PÁRŮ - DODÁVKA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93C4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KMPÁR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7ABA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 xml:space="preserve">    4,010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1812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6,170</w:t>
            </w:r>
          </w:p>
        </w:tc>
      </w:tr>
      <w:tr w:rsidR="00ED0A1D" w:rsidRPr="00FF7613" w14:paraId="75A36C24" w14:textId="77777777" w:rsidTr="00ED0A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EEE9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54ECB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75A237</w:t>
            </w:r>
          </w:p>
        </w:tc>
        <w:tc>
          <w:tcPr>
            <w:tcW w:w="6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C8136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 xml:space="preserve">ZATAŽENÍ A SPOJKOVÁNÍ KABELŮ SE STÍNĚNÍM DO 12 </w:t>
            </w:r>
            <w:proofErr w:type="gramStart"/>
            <w:r w:rsidRPr="00FF7613">
              <w:rPr>
                <w:rFonts w:eastAsia="Times New Roman" w:cstheme="minorHAnsi"/>
                <w:color w:val="000000"/>
                <w:lang w:eastAsia="cs-CZ"/>
              </w:rPr>
              <w:t>PÁRŮ - MONTÁŽ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5C8AF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KMPÁR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DA23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 xml:space="preserve">    4,010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2E3A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6,170</w:t>
            </w:r>
          </w:p>
        </w:tc>
      </w:tr>
      <w:tr w:rsidR="00ED0A1D" w:rsidRPr="00FF7613" w14:paraId="328E9AA1" w14:textId="77777777" w:rsidTr="00ED0A1D">
        <w:trPr>
          <w:trHeight w:val="6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8A8C7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14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8BF8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75A311</w:t>
            </w:r>
          </w:p>
        </w:tc>
        <w:tc>
          <w:tcPr>
            <w:tcW w:w="6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99358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KABELOVÁ FORMA (UKONČENÍ KABELŮ) PRO KABELY ZABEZPEČOVACÍ DO 12 PÁRŮ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602D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KUS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6395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 xml:space="preserve">    10,000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1EAD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18,000</w:t>
            </w:r>
          </w:p>
        </w:tc>
      </w:tr>
      <w:tr w:rsidR="00ED0A1D" w:rsidRPr="00FF7613" w14:paraId="652FBD3F" w14:textId="77777777" w:rsidTr="00ED0A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ECC7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15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6369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75A321</w:t>
            </w:r>
          </w:p>
        </w:tc>
        <w:tc>
          <w:tcPr>
            <w:tcW w:w="6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89A2C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SPOJKA ROVNÁ PRO PLASTOVÉ KABELY S JÁDRY O PRŮMĚRU 1 MM2 DO 12 PÁRŮ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5A74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KUS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177D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 xml:space="preserve">    1,000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0049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F7613">
              <w:rPr>
                <w:rFonts w:eastAsia="Times New Roman" w:cstheme="minorHAnsi"/>
                <w:color w:val="000000"/>
                <w:lang w:eastAsia="cs-CZ"/>
              </w:rPr>
              <w:t>5,000</w:t>
            </w:r>
          </w:p>
        </w:tc>
      </w:tr>
    </w:tbl>
    <w:p w14:paraId="12B1A94E" w14:textId="737BF3B9" w:rsidR="00ED0A1D" w:rsidRDefault="00ED0A1D" w:rsidP="00ED0A1D">
      <w:pPr>
        <w:spacing w:after="0" w:line="240" w:lineRule="auto"/>
        <w:jc w:val="both"/>
        <w:rPr>
          <w:rFonts w:cstheme="minorHAnsi"/>
        </w:rPr>
      </w:pPr>
      <w:r w:rsidRPr="00FF7613">
        <w:rPr>
          <w:rFonts w:cstheme="minorHAnsi"/>
        </w:rPr>
        <w:t xml:space="preserve">Domníváme se, že u pol. č. 12 a 13 není započten kabel č. 101 k novému návěstidlu </w:t>
      </w:r>
      <w:proofErr w:type="spellStart"/>
      <w:r w:rsidRPr="00FF7613">
        <w:rPr>
          <w:rFonts w:cstheme="minorHAnsi"/>
        </w:rPr>
        <w:t>PřS</w:t>
      </w:r>
      <w:proofErr w:type="spellEnd"/>
      <w:r w:rsidRPr="00FF7613">
        <w:rPr>
          <w:rFonts w:cstheme="minorHAnsi"/>
        </w:rPr>
        <w:t>. Žádáme zadavatele o prověření.</w:t>
      </w:r>
    </w:p>
    <w:p w14:paraId="208D4F32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4B8DF24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06846C36" w14:textId="3FE3B720" w:rsidR="007D776E" w:rsidRPr="00135E38" w:rsidRDefault="007D776E" w:rsidP="007D776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Položky č.12,13,14,15</w:t>
      </w:r>
      <w:r w:rsidR="00687916" w:rsidRPr="00135E38">
        <w:rPr>
          <w:rFonts w:eastAsia="Calibri" w:cs="Times New Roman"/>
          <w:b/>
          <w:lang w:eastAsia="cs-CZ"/>
        </w:rPr>
        <w:t xml:space="preserve"> navýšeny dle výpočtu,</w:t>
      </w:r>
      <w:r w:rsidRPr="00135E38">
        <w:rPr>
          <w:rFonts w:eastAsia="Calibri" w:cs="Times New Roman"/>
          <w:b/>
          <w:lang w:eastAsia="cs-CZ"/>
        </w:rPr>
        <w:t xml:space="preserve"> doplněny o kabel č.101. </w:t>
      </w:r>
    </w:p>
    <w:p w14:paraId="7B6816AF" w14:textId="26041ACA" w:rsidR="007D776E" w:rsidRPr="00135E38" w:rsidRDefault="007D776E" w:rsidP="007D776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5E38">
        <w:rPr>
          <w:rFonts w:eastAsia="Calibri" w:cs="Times New Roman"/>
          <w:lang w:eastAsia="cs-CZ"/>
        </w:rPr>
        <w:t>Provedena úprava dokumentace, doplnění soupisu prací.</w:t>
      </w:r>
    </w:p>
    <w:p w14:paraId="7DC851A3" w14:textId="77777777" w:rsidR="007D776E" w:rsidRDefault="007D776E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52BF28D4" w14:textId="77777777" w:rsidR="00135E38" w:rsidRDefault="00135E38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0EA9AC91" w14:textId="4AF40951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č.27:</w:t>
      </w:r>
    </w:p>
    <w:p w14:paraId="477935D2" w14:textId="77777777" w:rsidR="00ED0A1D" w:rsidRPr="00FF7613" w:rsidRDefault="00ED0A1D" w:rsidP="00ED0A1D">
      <w:pPr>
        <w:rPr>
          <w:rFonts w:cstheme="minorHAnsi"/>
        </w:rPr>
      </w:pPr>
      <w:r w:rsidRPr="00FF7613">
        <w:rPr>
          <w:rFonts w:cstheme="minorHAnsi"/>
          <w:b/>
        </w:rPr>
        <w:t>PS 13-01-11, ŽST Choltice, SZZ</w:t>
      </w:r>
      <w:r w:rsidRPr="00FF7613">
        <w:rPr>
          <w:rFonts w:cstheme="minorHAnsi"/>
        </w:rPr>
        <w:t>. V soupisu prací se nachází položka: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160"/>
        <w:gridCol w:w="6927"/>
        <w:gridCol w:w="426"/>
        <w:gridCol w:w="1134"/>
      </w:tblGrid>
      <w:tr w:rsidR="00ED0A1D" w:rsidRPr="00FF7613" w14:paraId="151E8500" w14:textId="77777777" w:rsidTr="00CD59E5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0129095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416F0F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702111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704E5E80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927" w:type="dxa"/>
            <w:shd w:val="clear" w:color="auto" w:fill="auto"/>
            <w:vAlign w:val="bottom"/>
            <w:hideMark/>
          </w:tcPr>
          <w:p w14:paraId="098C3C5B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KABELOVÝ ŽLAB ZEMNÍ VČETNĚ KRYTU SVĚTLÉ ŠÍŘKY DO 120 MM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14:paraId="63F4193E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79437B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330,000</w:t>
            </w:r>
          </w:p>
        </w:tc>
      </w:tr>
    </w:tbl>
    <w:p w14:paraId="1E4DEA74" w14:textId="4EE11722" w:rsidR="00ED0A1D" w:rsidRDefault="00ED0A1D" w:rsidP="00ED0A1D">
      <w:pPr>
        <w:spacing w:after="0" w:line="240" w:lineRule="auto"/>
        <w:jc w:val="both"/>
        <w:rPr>
          <w:rFonts w:cstheme="minorHAnsi"/>
        </w:rPr>
      </w:pPr>
      <w:r w:rsidRPr="00FF7613">
        <w:rPr>
          <w:rFonts w:cstheme="minorHAnsi"/>
        </w:rPr>
        <w:t>Předpokládáme správně, že se požadují plastové, běžně používané, zavedené, zemní žlaby?</w:t>
      </w:r>
    </w:p>
    <w:p w14:paraId="19CB6FEE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E282B53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03440238" w14:textId="77777777" w:rsidR="007D776E" w:rsidRPr="00135E38" w:rsidRDefault="007D776E" w:rsidP="007D776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Ano</w:t>
      </w:r>
    </w:p>
    <w:p w14:paraId="5E4DEFDA" w14:textId="1E73C8FC" w:rsidR="00ED0A1D" w:rsidRPr="00135E38" w:rsidRDefault="007D776E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lang w:eastAsia="cs-CZ"/>
        </w:rPr>
        <w:t>Bez úprav dokumentace</w:t>
      </w:r>
    </w:p>
    <w:p w14:paraId="2B2F8585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0BABE344" w14:textId="77777777" w:rsidR="00135E38" w:rsidRDefault="00135E38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13CF2AB" w14:textId="66D8DB44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č.28:</w:t>
      </w:r>
    </w:p>
    <w:p w14:paraId="27AA5496" w14:textId="77777777" w:rsidR="00ED0A1D" w:rsidRPr="00FF7613" w:rsidRDefault="00ED0A1D" w:rsidP="00ED0A1D">
      <w:pPr>
        <w:rPr>
          <w:rFonts w:cstheme="minorHAnsi"/>
          <w:b/>
        </w:rPr>
      </w:pPr>
      <w:r w:rsidRPr="00FF7613">
        <w:rPr>
          <w:rFonts w:cstheme="minorHAnsi"/>
          <w:b/>
        </w:rPr>
        <w:t xml:space="preserve">PS 14-01-21, </w:t>
      </w:r>
      <w:proofErr w:type="gramStart"/>
      <w:r w:rsidRPr="00FF7613">
        <w:rPr>
          <w:rFonts w:cstheme="minorHAnsi"/>
          <w:b/>
        </w:rPr>
        <w:t>Choltice - Heřmanův</w:t>
      </w:r>
      <w:proofErr w:type="gramEnd"/>
      <w:r w:rsidRPr="00FF7613">
        <w:rPr>
          <w:rFonts w:cstheme="minorHAnsi"/>
          <w:b/>
        </w:rPr>
        <w:t xml:space="preserve"> Městec, úprava TZZ. </w:t>
      </w:r>
      <w:r w:rsidRPr="00FF7613">
        <w:rPr>
          <w:rFonts w:cstheme="minorHAnsi"/>
        </w:rPr>
        <w:t>V soupisu prací se nachází položka:</w:t>
      </w:r>
    </w:p>
    <w:tbl>
      <w:tblPr>
        <w:tblW w:w="107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55"/>
        <w:gridCol w:w="992"/>
        <w:gridCol w:w="160"/>
        <w:gridCol w:w="6674"/>
        <w:gridCol w:w="426"/>
        <w:gridCol w:w="1134"/>
      </w:tblGrid>
      <w:tr w:rsidR="00ED0A1D" w:rsidRPr="00FF7613" w14:paraId="37FA4A52" w14:textId="77777777" w:rsidTr="00CD59E5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C7BC6B9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9</w:t>
            </w:r>
          </w:p>
        </w:tc>
        <w:tc>
          <w:tcPr>
            <w:tcW w:w="955" w:type="dxa"/>
          </w:tcPr>
          <w:p w14:paraId="438384F1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8FF44F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702111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589C3D9C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74" w:type="dxa"/>
            <w:shd w:val="clear" w:color="auto" w:fill="auto"/>
            <w:vAlign w:val="bottom"/>
            <w:hideMark/>
          </w:tcPr>
          <w:p w14:paraId="7CF46B60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KABELOVÝ ŽLAB ZEMNÍ VČETNĚ KRYTU SVĚTLÉ ŠÍŘKY DO 120 MM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14:paraId="47C83CAF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CCD452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30,000</w:t>
            </w:r>
          </w:p>
        </w:tc>
      </w:tr>
    </w:tbl>
    <w:p w14:paraId="7A367677" w14:textId="18020149" w:rsidR="00ED0A1D" w:rsidRDefault="00ED0A1D" w:rsidP="00ED0A1D">
      <w:pPr>
        <w:spacing w:after="0" w:line="240" w:lineRule="auto"/>
        <w:jc w:val="both"/>
        <w:rPr>
          <w:rFonts w:cstheme="minorHAnsi"/>
        </w:rPr>
      </w:pPr>
      <w:r w:rsidRPr="00FF7613">
        <w:rPr>
          <w:rFonts w:cstheme="minorHAnsi"/>
        </w:rPr>
        <w:t>Předpokládáme správně, že se požadují plastové, běžně používané, zavedené, zemní žlaby?</w:t>
      </w:r>
    </w:p>
    <w:p w14:paraId="2D0310E8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66BA619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2F170074" w14:textId="77777777" w:rsidR="007D776E" w:rsidRPr="00135E38" w:rsidRDefault="007D776E" w:rsidP="007D776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Ano</w:t>
      </w:r>
    </w:p>
    <w:p w14:paraId="7758F742" w14:textId="5AF233DA" w:rsidR="00ED0A1D" w:rsidRPr="00135E38" w:rsidRDefault="007D776E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lang w:eastAsia="cs-CZ"/>
        </w:rPr>
        <w:t>Bez úprav dokumentace</w:t>
      </w:r>
    </w:p>
    <w:p w14:paraId="39797216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4801EBC7" w14:textId="77777777" w:rsidR="00135E38" w:rsidRDefault="00135E38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024272C7" w14:textId="1FBDDAD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č.29:</w:t>
      </w:r>
    </w:p>
    <w:p w14:paraId="574555DA" w14:textId="77777777" w:rsidR="00ED0A1D" w:rsidRPr="00FF7613" w:rsidRDefault="00ED0A1D" w:rsidP="00ED0A1D">
      <w:pPr>
        <w:rPr>
          <w:rFonts w:cstheme="minorHAnsi"/>
        </w:rPr>
      </w:pPr>
      <w:r w:rsidRPr="00FF7613">
        <w:rPr>
          <w:rFonts w:cstheme="minorHAnsi"/>
          <w:b/>
        </w:rPr>
        <w:t xml:space="preserve">PS 14-01-21, </w:t>
      </w:r>
      <w:proofErr w:type="gramStart"/>
      <w:r w:rsidRPr="00FF7613">
        <w:rPr>
          <w:rFonts w:cstheme="minorHAnsi"/>
          <w:b/>
        </w:rPr>
        <w:t>Choltice - Heřmanův</w:t>
      </w:r>
      <w:proofErr w:type="gramEnd"/>
      <w:r w:rsidRPr="00FF7613">
        <w:rPr>
          <w:rFonts w:cstheme="minorHAnsi"/>
          <w:b/>
        </w:rPr>
        <w:t xml:space="preserve"> Městec, úprava TZZ. </w:t>
      </w:r>
      <w:r w:rsidRPr="00FF7613">
        <w:rPr>
          <w:rFonts w:cstheme="minorHAnsi"/>
        </w:rPr>
        <w:t>V soupisu prací se nachází položky:</w:t>
      </w: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713"/>
        <w:gridCol w:w="160"/>
        <w:gridCol w:w="5364"/>
        <w:gridCol w:w="425"/>
        <w:gridCol w:w="992"/>
      </w:tblGrid>
      <w:tr w:rsidR="00ED0A1D" w:rsidRPr="00FF7613" w14:paraId="3B0F5E92" w14:textId="77777777" w:rsidTr="00CD59E5">
        <w:trPr>
          <w:trHeight w:val="255"/>
          <w:jc w:val="center"/>
        </w:trPr>
        <w:tc>
          <w:tcPr>
            <w:tcW w:w="279" w:type="dxa"/>
            <w:shd w:val="clear" w:color="auto" w:fill="auto"/>
            <w:noWrap/>
            <w:vAlign w:val="bottom"/>
            <w:hideMark/>
          </w:tcPr>
          <w:p w14:paraId="19FB6D88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lastRenderedPageBreak/>
              <w:t>5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DA5AC02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13183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37C4AC02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5380" w:type="dxa"/>
            <w:shd w:val="clear" w:color="auto" w:fill="auto"/>
            <w:vAlign w:val="bottom"/>
            <w:hideMark/>
          </w:tcPr>
          <w:p w14:paraId="0F07960E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HLOUBENÍ JAM ZAPAŽ I NEPAŽ TŘ II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1145BF2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M3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1829FA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2,500</w:t>
            </w:r>
          </w:p>
        </w:tc>
      </w:tr>
      <w:tr w:rsidR="00ED0A1D" w:rsidRPr="00FF7613" w14:paraId="4D57E567" w14:textId="77777777" w:rsidTr="00CD59E5">
        <w:trPr>
          <w:trHeight w:val="255"/>
          <w:jc w:val="center"/>
        </w:trPr>
        <w:tc>
          <w:tcPr>
            <w:tcW w:w="279" w:type="dxa"/>
            <w:shd w:val="clear" w:color="auto" w:fill="auto"/>
            <w:noWrap/>
            <w:vAlign w:val="bottom"/>
            <w:hideMark/>
          </w:tcPr>
          <w:p w14:paraId="57ABDF87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6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7AB2BBC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13283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7CB9C880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5380" w:type="dxa"/>
            <w:shd w:val="clear" w:color="auto" w:fill="auto"/>
            <w:vAlign w:val="bottom"/>
            <w:hideMark/>
          </w:tcPr>
          <w:p w14:paraId="7E4DC46B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HLOUBENÍ RÝH ŠÍŘ DO 2M PAŽ I NEPAŽ TŘ. II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87528B2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M3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1A6F6D4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5,000</w:t>
            </w:r>
          </w:p>
        </w:tc>
      </w:tr>
    </w:tbl>
    <w:p w14:paraId="4A39ED5F" w14:textId="400877B6" w:rsidR="00ED0A1D" w:rsidRDefault="00ED0A1D" w:rsidP="00ED0A1D">
      <w:pPr>
        <w:spacing w:after="0" w:line="240" w:lineRule="auto"/>
        <w:jc w:val="both"/>
        <w:rPr>
          <w:rFonts w:cstheme="minorHAnsi"/>
        </w:rPr>
      </w:pPr>
      <w:r w:rsidRPr="00FF7613">
        <w:rPr>
          <w:rFonts w:cstheme="minorHAnsi"/>
        </w:rPr>
        <w:t>V soupisu prací postrádáme položku pro zához jam a rýh s celkovým množstvím 7,5m3. Žádáme zadavatele o prověření.</w:t>
      </w:r>
    </w:p>
    <w:p w14:paraId="523AA0D4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B542E61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78AF245E" w14:textId="2B8B50BE" w:rsidR="00BC11EC" w:rsidRPr="00135E38" w:rsidRDefault="00BC11EC" w:rsidP="007D776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Doplněna položka Zásyp jam a rýh, snížena o objem uložených základů a žlabů</w:t>
      </w:r>
      <w:r w:rsidR="006B3F47" w:rsidRPr="00135E38">
        <w:rPr>
          <w:rFonts w:eastAsia="Calibri" w:cs="Times New Roman"/>
          <w:b/>
          <w:lang w:eastAsia="cs-CZ"/>
        </w:rPr>
        <w:t>, celkem 3,9 m3</w:t>
      </w:r>
      <w:r w:rsidRPr="00135E38">
        <w:rPr>
          <w:rFonts w:eastAsia="Calibri" w:cs="Times New Roman"/>
          <w:b/>
          <w:lang w:eastAsia="cs-CZ"/>
        </w:rPr>
        <w:t xml:space="preserve">. </w:t>
      </w:r>
    </w:p>
    <w:p w14:paraId="63E835E8" w14:textId="6DD7539A" w:rsidR="007D776E" w:rsidRPr="00135E38" w:rsidRDefault="007D776E" w:rsidP="007D776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5E38">
        <w:rPr>
          <w:rFonts w:eastAsia="Calibri" w:cs="Times New Roman"/>
          <w:lang w:eastAsia="cs-CZ"/>
        </w:rPr>
        <w:t>Provedena úprava dokumentace, doplnění soupisu prací.</w:t>
      </w:r>
    </w:p>
    <w:p w14:paraId="0B23881C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67CFBA6" w14:textId="77777777" w:rsidR="00135E38" w:rsidRDefault="00135E38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7FDBF06E" w14:textId="4F0D8995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č.30:</w:t>
      </w:r>
    </w:p>
    <w:p w14:paraId="3F3217AB" w14:textId="77777777" w:rsidR="00ED0A1D" w:rsidRPr="00FF7613" w:rsidRDefault="00ED0A1D" w:rsidP="00ED0A1D">
      <w:pPr>
        <w:rPr>
          <w:rFonts w:cstheme="minorHAnsi"/>
        </w:rPr>
      </w:pPr>
      <w:r w:rsidRPr="00FF7613">
        <w:rPr>
          <w:rFonts w:cstheme="minorHAnsi"/>
          <w:b/>
        </w:rPr>
        <w:t>PS 15-01-11, ŽST Heřmanův Městec, SZZ</w:t>
      </w:r>
      <w:r w:rsidRPr="00FF7613">
        <w:rPr>
          <w:rFonts w:cstheme="minorHAnsi"/>
        </w:rPr>
        <w:t>. V soupisu prací se nachází položky: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160"/>
        <w:gridCol w:w="6717"/>
        <w:gridCol w:w="567"/>
        <w:gridCol w:w="778"/>
      </w:tblGrid>
      <w:tr w:rsidR="00ED0A1D" w:rsidRPr="00FF7613" w14:paraId="409002F9" w14:textId="77777777" w:rsidTr="00CD59E5">
        <w:trPr>
          <w:trHeight w:val="510"/>
          <w:jc w:val="center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FC2C8E5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A1E7DC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75A321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5448C7B3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786" w:type="dxa"/>
            <w:shd w:val="clear" w:color="auto" w:fill="auto"/>
            <w:vAlign w:val="bottom"/>
            <w:hideMark/>
          </w:tcPr>
          <w:p w14:paraId="072203B5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SPOJKA ROVNÁ PRO PLASTOVÉ KABELY S JÁDRY O PRŮMĚRU 1 MM2 DO 12 PÁRŮ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F4FCE3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966AE7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19,000</w:t>
            </w:r>
          </w:p>
        </w:tc>
      </w:tr>
      <w:tr w:rsidR="00ED0A1D" w:rsidRPr="00FF7613" w14:paraId="1AA6EE11" w14:textId="77777777" w:rsidTr="00CD59E5">
        <w:trPr>
          <w:trHeight w:val="510"/>
          <w:jc w:val="center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FCEE93D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D6C0BE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75A322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1CAD3555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786" w:type="dxa"/>
            <w:shd w:val="clear" w:color="auto" w:fill="auto"/>
            <w:vAlign w:val="bottom"/>
            <w:hideMark/>
          </w:tcPr>
          <w:p w14:paraId="3BE3BE8B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SPOJKA ROVNÁ PRO PLASTOVÉ KABELY S JÁDRY O PRŮMĚRU 1 MM2 PŘES 12 PÁRŮ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11AAF8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D8C914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3,000</w:t>
            </w:r>
          </w:p>
        </w:tc>
      </w:tr>
    </w:tbl>
    <w:p w14:paraId="33A39C6E" w14:textId="1107C7F0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F7613">
        <w:rPr>
          <w:rFonts w:cstheme="minorHAnsi"/>
        </w:rPr>
        <w:t>Z kabelové dokumentace vyplývá požadavek na 2ks u pol. č. 25 a žádný kus u pol. č. 26. Chápeme správně, že se jedná o rezervy?</w:t>
      </w:r>
    </w:p>
    <w:p w14:paraId="40B3E611" w14:textId="77777777" w:rsidR="00135E38" w:rsidRDefault="00135E38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6B4F42A" w14:textId="53CED450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04BDC930" w14:textId="7D8609C1" w:rsidR="00ED0A1D" w:rsidRPr="00135E38" w:rsidRDefault="00687916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Ano</w:t>
      </w:r>
    </w:p>
    <w:p w14:paraId="48B45A5A" w14:textId="18BC16E7" w:rsidR="00ED0A1D" w:rsidRPr="00135E38" w:rsidRDefault="007D776E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lang w:eastAsia="cs-CZ"/>
        </w:rPr>
        <w:t>Bez úprav dokumentace</w:t>
      </w:r>
    </w:p>
    <w:p w14:paraId="3BA8FDAA" w14:textId="5D1834E1" w:rsidR="00E87C6E" w:rsidRDefault="00E87C6E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04B17894" w14:textId="77777777" w:rsidR="00E87C6E" w:rsidRDefault="00E87C6E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3A7C9C9C" w14:textId="4C438ED5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č.31:</w:t>
      </w:r>
    </w:p>
    <w:p w14:paraId="15E4E982" w14:textId="77777777" w:rsidR="00ED0A1D" w:rsidRPr="00FF7613" w:rsidRDefault="00ED0A1D" w:rsidP="00ED0A1D">
      <w:pPr>
        <w:rPr>
          <w:rFonts w:cstheme="minorHAnsi"/>
        </w:rPr>
      </w:pPr>
      <w:r w:rsidRPr="00FF7613">
        <w:rPr>
          <w:rFonts w:cstheme="minorHAnsi"/>
          <w:b/>
        </w:rPr>
        <w:t>PS 15-01-11, ŽST Heřmanův Městec, SZZ</w:t>
      </w:r>
      <w:r w:rsidRPr="00FF7613">
        <w:rPr>
          <w:rFonts w:cstheme="minorHAnsi"/>
        </w:rPr>
        <w:t>. V soupisu prací se nachází položky:</w:t>
      </w:r>
    </w:p>
    <w:tbl>
      <w:tblPr>
        <w:tblW w:w="991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160"/>
        <w:gridCol w:w="6786"/>
        <w:gridCol w:w="425"/>
        <w:gridCol w:w="1276"/>
      </w:tblGrid>
      <w:tr w:rsidR="00ED0A1D" w:rsidRPr="00FF7613" w14:paraId="6A599D82" w14:textId="77777777" w:rsidTr="00ED0A1D">
        <w:trPr>
          <w:trHeight w:val="255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9DEDC3F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5B42352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702111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2ABBD0BD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786" w:type="dxa"/>
            <w:shd w:val="clear" w:color="auto" w:fill="auto"/>
            <w:vAlign w:val="bottom"/>
            <w:hideMark/>
          </w:tcPr>
          <w:p w14:paraId="0243B53C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KABELOVÝ ŽLAB ZEMNÍ VČETNĚ KRYTU SVĚTLÉ ŠÍŘKY DO 120 MM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7A8C78B7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M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9FFEDFB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2 200,000</w:t>
            </w:r>
          </w:p>
        </w:tc>
      </w:tr>
      <w:tr w:rsidR="00ED0A1D" w:rsidRPr="00FF7613" w14:paraId="71D52E5C" w14:textId="77777777" w:rsidTr="00ED0A1D">
        <w:trPr>
          <w:trHeight w:val="255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AFC70A7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7A63C7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702112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1F528A1C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786" w:type="dxa"/>
            <w:shd w:val="clear" w:color="auto" w:fill="auto"/>
            <w:vAlign w:val="bottom"/>
            <w:hideMark/>
          </w:tcPr>
          <w:p w14:paraId="3C890C38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KABELOVÝ ŽLAB ZEMNÍ VČETNĚ KRYTU SVĚTLÉ ŠÍŘKY PŘES 120 DO 250 MM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70A69516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M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B2578A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910,000</w:t>
            </w:r>
          </w:p>
        </w:tc>
      </w:tr>
    </w:tbl>
    <w:p w14:paraId="5990CF22" w14:textId="1A606879" w:rsidR="00ED0A1D" w:rsidRDefault="00ED0A1D" w:rsidP="00ED0A1D">
      <w:pPr>
        <w:spacing w:after="0" w:line="240" w:lineRule="auto"/>
        <w:jc w:val="both"/>
        <w:rPr>
          <w:rFonts w:cstheme="minorHAnsi"/>
        </w:rPr>
      </w:pPr>
      <w:r w:rsidRPr="00FF7613">
        <w:rPr>
          <w:rFonts w:cstheme="minorHAnsi"/>
        </w:rPr>
        <w:t>Předpokládáme správně, že se požadují plastové, běžně používané, zavedené, zemní žlaby?</w:t>
      </w:r>
    </w:p>
    <w:p w14:paraId="3EED7557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367299D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3CFC6A08" w14:textId="152A72D3" w:rsidR="00ED0A1D" w:rsidRPr="00135E38" w:rsidRDefault="00687916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Ano</w:t>
      </w:r>
    </w:p>
    <w:p w14:paraId="4C914F11" w14:textId="02C75431" w:rsidR="00ED0A1D" w:rsidRPr="00135E38" w:rsidRDefault="007D776E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lang w:eastAsia="cs-CZ"/>
        </w:rPr>
        <w:t>Bez úprav dokumentace</w:t>
      </w:r>
    </w:p>
    <w:p w14:paraId="501A234A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FFC98F3" w14:textId="77777777" w:rsidR="00135E38" w:rsidRDefault="00135E38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3FCA2CC" w14:textId="16D7117C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č.32:</w:t>
      </w:r>
    </w:p>
    <w:p w14:paraId="600B6709" w14:textId="77777777" w:rsidR="00ED0A1D" w:rsidRPr="00FF7613" w:rsidRDefault="00ED0A1D" w:rsidP="00ED0A1D">
      <w:pPr>
        <w:rPr>
          <w:rFonts w:cstheme="minorHAnsi"/>
        </w:rPr>
      </w:pPr>
      <w:r w:rsidRPr="00FF7613">
        <w:rPr>
          <w:rFonts w:cstheme="minorHAnsi"/>
          <w:b/>
        </w:rPr>
        <w:t>PS 15-01-11, ŽST Heřmanův Městec, SZZ</w:t>
      </w:r>
      <w:r w:rsidRPr="00FF7613">
        <w:rPr>
          <w:rFonts w:cstheme="minorHAnsi"/>
        </w:rPr>
        <w:t>. V soupisu prací se nachází položky: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766"/>
        <w:gridCol w:w="160"/>
        <w:gridCol w:w="5363"/>
        <w:gridCol w:w="425"/>
        <w:gridCol w:w="1134"/>
      </w:tblGrid>
      <w:tr w:rsidR="00ED0A1D" w:rsidRPr="00FF7613" w14:paraId="0A14D5B6" w14:textId="77777777" w:rsidTr="00CD59E5">
        <w:trPr>
          <w:trHeight w:val="255"/>
          <w:jc w:val="center"/>
        </w:trPr>
        <w:tc>
          <w:tcPr>
            <w:tcW w:w="363" w:type="dxa"/>
            <w:shd w:val="clear" w:color="auto" w:fill="auto"/>
            <w:noWrap/>
            <w:vAlign w:val="bottom"/>
            <w:hideMark/>
          </w:tcPr>
          <w:p w14:paraId="307CAC0C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7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39E111CA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13183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0A744C86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5369" w:type="dxa"/>
            <w:shd w:val="clear" w:color="auto" w:fill="auto"/>
            <w:vAlign w:val="bottom"/>
            <w:hideMark/>
          </w:tcPr>
          <w:p w14:paraId="2AA877DD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HLOUBENÍ JAM ZAPAŽ I NEPAŽ TŘ II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C0B2231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M3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2B8186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110,500</w:t>
            </w:r>
          </w:p>
        </w:tc>
      </w:tr>
      <w:tr w:rsidR="00ED0A1D" w:rsidRPr="00FF7613" w14:paraId="035E67E3" w14:textId="77777777" w:rsidTr="00CD59E5">
        <w:trPr>
          <w:trHeight w:val="255"/>
          <w:jc w:val="center"/>
        </w:trPr>
        <w:tc>
          <w:tcPr>
            <w:tcW w:w="363" w:type="dxa"/>
            <w:shd w:val="clear" w:color="auto" w:fill="auto"/>
            <w:noWrap/>
            <w:vAlign w:val="bottom"/>
            <w:hideMark/>
          </w:tcPr>
          <w:p w14:paraId="5C576D79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8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210FAA4D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13283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710522A9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5369" w:type="dxa"/>
            <w:shd w:val="clear" w:color="auto" w:fill="auto"/>
            <w:vAlign w:val="bottom"/>
            <w:hideMark/>
          </w:tcPr>
          <w:p w14:paraId="6D0FB3AA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HLOUBENÍ RÝH ŠÍŘ DO 2M PAŽ I NEPAŽ TŘ. II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E6C6DC8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M3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BC5038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520,000</w:t>
            </w:r>
          </w:p>
        </w:tc>
      </w:tr>
      <w:tr w:rsidR="00ED0A1D" w:rsidRPr="00FF7613" w14:paraId="6334D526" w14:textId="77777777" w:rsidTr="00CD59E5">
        <w:trPr>
          <w:trHeight w:val="255"/>
          <w:jc w:val="center"/>
        </w:trPr>
        <w:tc>
          <w:tcPr>
            <w:tcW w:w="363" w:type="dxa"/>
            <w:shd w:val="clear" w:color="auto" w:fill="auto"/>
            <w:noWrap/>
            <w:vAlign w:val="bottom"/>
            <w:hideMark/>
          </w:tcPr>
          <w:p w14:paraId="57C42689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10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1B074304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17491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00A2C3DA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5369" w:type="dxa"/>
            <w:shd w:val="clear" w:color="auto" w:fill="auto"/>
            <w:vAlign w:val="bottom"/>
            <w:hideMark/>
          </w:tcPr>
          <w:p w14:paraId="7F403C09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ZÁSYP JAM A RÝH Z JINÝCH MATERIÁLŮ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E4C2E2A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M3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93E13E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195,000</w:t>
            </w:r>
          </w:p>
        </w:tc>
      </w:tr>
    </w:tbl>
    <w:p w14:paraId="2DFE3A7C" w14:textId="7CE1F389" w:rsidR="00ED0A1D" w:rsidRDefault="00ED0A1D" w:rsidP="00ED0A1D">
      <w:pPr>
        <w:spacing w:after="0" w:line="240" w:lineRule="auto"/>
        <w:jc w:val="both"/>
        <w:rPr>
          <w:rFonts w:cstheme="minorHAnsi"/>
        </w:rPr>
      </w:pPr>
      <w:r w:rsidRPr="00FF7613">
        <w:rPr>
          <w:rFonts w:cstheme="minorHAnsi"/>
        </w:rPr>
        <w:t>Domníváme se, že správné množství u pol. č. 10 je 630,5m3. Žádáme zadavatele o prověření.</w:t>
      </w:r>
    </w:p>
    <w:p w14:paraId="2379D9B5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01CBE5C" w14:textId="753B7D7F" w:rsidR="00687916" w:rsidRPr="00687916" w:rsidRDefault="00ED0A1D" w:rsidP="007D776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71FABB91" w14:textId="376EF7FD" w:rsidR="00AA6DB3" w:rsidRPr="00135E38" w:rsidRDefault="00AA6DB3" w:rsidP="00AA6DB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Položka č.</w:t>
      </w:r>
      <w:r w:rsidR="006E35DE" w:rsidRPr="00135E38">
        <w:rPr>
          <w:rFonts w:eastAsia="Calibri" w:cs="Times New Roman"/>
          <w:b/>
          <w:lang w:eastAsia="cs-CZ"/>
        </w:rPr>
        <w:t>10</w:t>
      </w:r>
      <w:r w:rsidRPr="00135E38">
        <w:rPr>
          <w:rFonts w:eastAsia="Calibri" w:cs="Times New Roman"/>
          <w:b/>
          <w:lang w:eastAsia="cs-CZ"/>
        </w:rPr>
        <w:t xml:space="preserve"> souhlasí, Zásyp jam a rýh je snížena o objem uložených základů a žlabů.</w:t>
      </w:r>
    </w:p>
    <w:p w14:paraId="6EEB3F5F" w14:textId="77777777" w:rsidR="00687916" w:rsidRDefault="00687916" w:rsidP="00687916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135E38">
        <w:rPr>
          <w:rFonts w:eastAsia="Calibri" w:cs="Times New Roman"/>
          <w:lang w:eastAsia="cs-CZ"/>
        </w:rPr>
        <w:t>Bez úprav dokumentace</w:t>
      </w:r>
    </w:p>
    <w:p w14:paraId="6F577130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3E549E6D" w14:textId="3DEEDFC6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č.33:</w:t>
      </w:r>
    </w:p>
    <w:p w14:paraId="3B356595" w14:textId="77777777" w:rsidR="00ED0A1D" w:rsidRPr="00FF7613" w:rsidRDefault="00ED0A1D" w:rsidP="00ED0A1D">
      <w:pPr>
        <w:rPr>
          <w:rFonts w:cstheme="minorHAnsi"/>
          <w:b/>
        </w:rPr>
      </w:pPr>
      <w:r w:rsidRPr="00FF7613">
        <w:rPr>
          <w:rFonts w:cstheme="minorHAnsi"/>
          <w:b/>
        </w:rPr>
        <w:t xml:space="preserve">PS 16-01-21, Heřmanův </w:t>
      </w:r>
      <w:proofErr w:type="gramStart"/>
      <w:r w:rsidRPr="00FF7613">
        <w:rPr>
          <w:rFonts w:cstheme="minorHAnsi"/>
          <w:b/>
        </w:rPr>
        <w:t>Městec - Kostelec</w:t>
      </w:r>
      <w:proofErr w:type="gramEnd"/>
      <w:r w:rsidRPr="00FF7613">
        <w:rPr>
          <w:rFonts w:cstheme="minorHAnsi"/>
          <w:b/>
        </w:rPr>
        <w:t xml:space="preserve"> u H. M., TZZ</w:t>
      </w:r>
      <w:r w:rsidRPr="00FF7613">
        <w:rPr>
          <w:rFonts w:cstheme="minorHAnsi"/>
        </w:rPr>
        <w:t>. V soupisu prací se nachází položky: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160"/>
        <w:gridCol w:w="7069"/>
        <w:gridCol w:w="709"/>
        <w:gridCol w:w="851"/>
      </w:tblGrid>
      <w:tr w:rsidR="00ED0A1D" w:rsidRPr="00FF7613" w14:paraId="34D372AF" w14:textId="77777777" w:rsidTr="00CD59E5">
        <w:trPr>
          <w:trHeight w:val="510"/>
          <w:jc w:val="center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A86E959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4B2BFD0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75A321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08758F85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7069" w:type="dxa"/>
            <w:shd w:val="clear" w:color="auto" w:fill="auto"/>
            <w:vAlign w:val="bottom"/>
            <w:hideMark/>
          </w:tcPr>
          <w:p w14:paraId="210F85A9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SPOJKA ROVNÁ PRO PLASTOVÉ KABELY S JÁDRY O PRŮMĚRU 1 MM2 DO 12 PÁRŮ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875B8A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2CFB159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3,000</w:t>
            </w:r>
          </w:p>
        </w:tc>
      </w:tr>
      <w:tr w:rsidR="00ED0A1D" w:rsidRPr="00FF7613" w14:paraId="085774C9" w14:textId="77777777" w:rsidTr="00CD59E5">
        <w:trPr>
          <w:trHeight w:val="510"/>
          <w:jc w:val="center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EE364C3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9D67BA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75A331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05A13113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7069" w:type="dxa"/>
            <w:shd w:val="clear" w:color="auto" w:fill="auto"/>
            <w:vAlign w:val="bottom"/>
            <w:hideMark/>
          </w:tcPr>
          <w:p w14:paraId="13E46BF7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SPOJKA ROVNÁ PRO PLASTOVÉ KABELY SE STÍNĚNÍM S JÁDRY O PRŮMĚRU 1 MM2 DO 12 PÁRŮ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0E8FD6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2B0EBEA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13,000</w:t>
            </w:r>
          </w:p>
        </w:tc>
      </w:tr>
    </w:tbl>
    <w:p w14:paraId="4F4E8879" w14:textId="1E27F167" w:rsidR="00ED0A1D" w:rsidRDefault="00ED0A1D" w:rsidP="00ED0A1D">
      <w:pPr>
        <w:spacing w:after="0" w:line="240" w:lineRule="auto"/>
        <w:jc w:val="both"/>
        <w:rPr>
          <w:rFonts w:cstheme="minorHAnsi"/>
        </w:rPr>
      </w:pPr>
      <w:r w:rsidRPr="00FF7613">
        <w:rPr>
          <w:rFonts w:cstheme="minorHAnsi"/>
        </w:rPr>
        <w:t>Z kabelové dokumentace nevyplývají požadavky na tyto spojky. Chápeme správně, že se jedná o rezervy?</w:t>
      </w:r>
    </w:p>
    <w:p w14:paraId="6C91D438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2D671BC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57BE65CF" w14:textId="2B2B1892" w:rsidR="00ED0A1D" w:rsidRPr="00135E38" w:rsidRDefault="00687916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Ano</w:t>
      </w:r>
    </w:p>
    <w:p w14:paraId="114B8F0C" w14:textId="33F59F16" w:rsidR="00ED0A1D" w:rsidRPr="00135E38" w:rsidRDefault="007D776E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lang w:eastAsia="cs-CZ"/>
        </w:rPr>
        <w:t>Bez úprav dokumentace</w:t>
      </w:r>
    </w:p>
    <w:p w14:paraId="269E317B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43A5058" w14:textId="77777777" w:rsidR="00135E38" w:rsidRDefault="00135E38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4C06E11D" w14:textId="493F7245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č.34:</w:t>
      </w:r>
    </w:p>
    <w:p w14:paraId="16B1FEAA" w14:textId="77777777" w:rsidR="00ED0A1D" w:rsidRPr="00FF7613" w:rsidRDefault="00ED0A1D" w:rsidP="00ED0A1D">
      <w:pPr>
        <w:rPr>
          <w:rFonts w:cstheme="minorHAnsi"/>
          <w:b/>
        </w:rPr>
      </w:pPr>
      <w:r w:rsidRPr="00FF7613">
        <w:rPr>
          <w:rFonts w:cstheme="minorHAnsi"/>
          <w:b/>
        </w:rPr>
        <w:t xml:space="preserve">PS 16-01-21, Heřmanův </w:t>
      </w:r>
      <w:proofErr w:type="gramStart"/>
      <w:r w:rsidRPr="00FF7613">
        <w:rPr>
          <w:rFonts w:cstheme="minorHAnsi"/>
          <w:b/>
        </w:rPr>
        <w:t>Městec - Kostelec</w:t>
      </w:r>
      <w:proofErr w:type="gramEnd"/>
      <w:r w:rsidRPr="00FF7613">
        <w:rPr>
          <w:rFonts w:cstheme="minorHAnsi"/>
          <w:b/>
        </w:rPr>
        <w:t xml:space="preserve"> u H. M., TZZ</w:t>
      </w:r>
      <w:r w:rsidRPr="00FF7613">
        <w:rPr>
          <w:rFonts w:cstheme="minorHAnsi"/>
        </w:rPr>
        <w:t>. V soupisu prací se nachází položka: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160"/>
        <w:gridCol w:w="6927"/>
        <w:gridCol w:w="426"/>
        <w:gridCol w:w="1134"/>
      </w:tblGrid>
      <w:tr w:rsidR="00ED0A1D" w:rsidRPr="00FF7613" w14:paraId="22DD8F98" w14:textId="77777777" w:rsidTr="00CD59E5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5837661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615109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702111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336EB264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927" w:type="dxa"/>
            <w:shd w:val="clear" w:color="auto" w:fill="auto"/>
            <w:vAlign w:val="bottom"/>
            <w:hideMark/>
          </w:tcPr>
          <w:p w14:paraId="38BE844A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KABELOVÝ ŽLAB ZEMNÍ VČETNĚ KRYTU SVĚTLÉ ŠÍŘKY DO 120 MM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14:paraId="7FE5DC2D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3CADA0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450,000</w:t>
            </w:r>
          </w:p>
        </w:tc>
      </w:tr>
    </w:tbl>
    <w:p w14:paraId="3EF6E0EA" w14:textId="28DA841A" w:rsidR="00ED0A1D" w:rsidRDefault="00ED0A1D" w:rsidP="00ED0A1D">
      <w:pPr>
        <w:spacing w:after="0" w:line="240" w:lineRule="auto"/>
        <w:jc w:val="both"/>
        <w:rPr>
          <w:rFonts w:cstheme="minorHAnsi"/>
        </w:rPr>
      </w:pPr>
      <w:r w:rsidRPr="00FF7613">
        <w:rPr>
          <w:rFonts w:cstheme="minorHAnsi"/>
        </w:rPr>
        <w:t>Předpokládáme správně, že se požadují plastové, běžně používané, zavedené, zemní žlaby?</w:t>
      </w:r>
    </w:p>
    <w:p w14:paraId="283DCE61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01F4082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44535594" w14:textId="799145F9" w:rsidR="00ED0A1D" w:rsidRPr="00135E38" w:rsidRDefault="00687916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Ano</w:t>
      </w:r>
    </w:p>
    <w:p w14:paraId="250E0E4F" w14:textId="70E4ED2D" w:rsidR="00ED0A1D" w:rsidRPr="00135E38" w:rsidRDefault="007D776E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lang w:eastAsia="cs-CZ"/>
        </w:rPr>
        <w:t>Bez úprav dokumentace</w:t>
      </w:r>
    </w:p>
    <w:p w14:paraId="0EE59D88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7E9C59B5" w14:textId="77777777" w:rsidR="00135E38" w:rsidRDefault="00135E38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0DCA3D7D" w14:textId="1A9C4891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č.35:</w:t>
      </w:r>
    </w:p>
    <w:p w14:paraId="28356346" w14:textId="77777777" w:rsidR="00ED0A1D" w:rsidRPr="00FF7613" w:rsidRDefault="00ED0A1D" w:rsidP="00ED0A1D">
      <w:pPr>
        <w:rPr>
          <w:rFonts w:cstheme="minorHAnsi"/>
        </w:rPr>
      </w:pPr>
      <w:r w:rsidRPr="00FF7613">
        <w:rPr>
          <w:rFonts w:cstheme="minorHAnsi"/>
          <w:b/>
        </w:rPr>
        <w:t>PS 17-01-11, ŽST Kostelec u Heřmanova Městce, SZZ</w:t>
      </w:r>
      <w:r w:rsidRPr="00FF7613">
        <w:rPr>
          <w:rFonts w:cstheme="minorHAnsi"/>
        </w:rPr>
        <w:t>. V soupisu prací se nachází položky:</w:t>
      </w:r>
    </w:p>
    <w:tbl>
      <w:tblPr>
        <w:tblW w:w="100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908"/>
        <w:gridCol w:w="160"/>
        <w:gridCol w:w="7205"/>
        <w:gridCol w:w="567"/>
        <w:gridCol w:w="851"/>
      </w:tblGrid>
      <w:tr w:rsidR="00ED0A1D" w:rsidRPr="00FF7613" w14:paraId="69560C7B" w14:textId="77777777" w:rsidTr="00C83B90">
        <w:trPr>
          <w:trHeight w:val="510"/>
        </w:trPr>
        <w:tc>
          <w:tcPr>
            <w:tcW w:w="369" w:type="dxa"/>
            <w:shd w:val="clear" w:color="auto" w:fill="auto"/>
            <w:noWrap/>
            <w:vAlign w:val="bottom"/>
            <w:hideMark/>
          </w:tcPr>
          <w:p w14:paraId="232E36BE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24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3EF6E759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75A321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21161062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7205" w:type="dxa"/>
            <w:shd w:val="clear" w:color="auto" w:fill="auto"/>
            <w:vAlign w:val="bottom"/>
            <w:hideMark/>
          </w:tcPr>
          <w:p w14:paraId="667F4B47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SPOJKA ROVNÁ PRO PLASTOVÉ KABELY S JÁDRY O PRŮMĚRU 1 MM2 DO 12 PÁRŮ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77CE2A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B2D0643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15,000</w:t>
            </w:r>
          </w:p>
        </w:tc>
      </w:tr>
      <w:tr w:rsidR="00ED0A1D" w:rsidRPr="00FF7613" w14:paraId="39FA46C4" w14:textId="77777777" w:rsidTr="00C83B90">
        <w:trPr>
          <w:trHeight w:val="510"/>
        </w:trPr>
        <w:tc>
          <w:tcPr>
            <w:tcW w:w="369" w:type="dxa"/>
            <w:shd w:val="clear" w:color="auto" w:fill="auto"/>
            <w:noWrap/>
            <w:vAlign w:val="bottom"/>
            <w:hideMark/>
          </w:tcPr>
          <w:p w14:paraId="2529CA37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25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4F3F594D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75A322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4C51B717" w14:textId="77777777" w:rsidR="00ED0A1D" w:rsidRPr="00FF7613" w:rsidRDefault="00ED0A1D" w:rsidP="00CD59E5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7205" w:type="dxa"/>
            <w:shd w:val="clear" w:color="auto" w:fill="auto"/>
            <w:vAlign w:val="bottom"/>
            <w:hideMark/>
          </w:tcPr>
          <w:p w14:paraId="75E9B835" w14:textId="77777777" w:rsidR="00ED0A1D" w:rsidRPr="00FF7613" w:rsidRDefault="00ED0A1D" w:rsidP="00CD59E5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SPOJKA ROVNÁ PRO PLASTOVÉ KABELY S JÁDRY O PRŮMĚRU 1 MM2 PŘES 12 PÁRŮ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4CB4B4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3BD2325" w14:textId="77777777" w:rsidR="00ED0A1D" w:rsidRPr="00FF7613" w:rsidRDefault="00ED0A1D" w:rsidP="00CD59E5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FF7613">
              <w:rPr>
                <w:rFonts w:eastAsia="Times New Roman" w:cstheme="minorHAnsi"/>
                <w:lang w:eastAsia="cs-CZ"/>
              </w:rPr>
              <w:t xml:space="preserve">    2,000</w:t>
            </w:r>
          </w:p>
        </w:tc>
      </w:tr>
    </w:tbl>
    <w:p w14:paraId="22A59A70" w14:textId="51799EA6" w:rsidR="00ED0A1D" w:rsidRDefault="00ED0A1D" w:rsidP="00ED0A1D">
      <w:pPr>
        <w:spacing w:after="0" w:line="240" w:lineRule="auto"/>
        <w:jc w:val="both"/>
        <w:rPr>
          <w:rFonts w:cstheme="minorHAnsi"/>
        </w:rPr>
      </w:pPr>
      <w:r w:rsidRPr="00FF7613">
        <w:rPr>
          <w:rFonts w:cstheme="minorHAnsi"/>
        </w:rPr>
        <w:t>Z kabelové dokumentace nevyplývají požadavky na tyto spojky. Chápeme správně, že se jedná o rezervy?</w:t>
      </w:r>
    </w:p>
    <w:p w14:paraId="63EDF70C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6226CBD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05B86368" w14:textId="5AD6B5B3" w:rsidR="00ED0A1D" w:rsidRPr="00135E38" w:rsidRDefault="00687916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Ano</w:t>
      </w:r>
    </w:p>
    <w:p w14:paraId="0111F008" w14:textId="196BD48E" w:rsidR="00ED0A1D" w:rsidRPr="00135E38" w:rsidRDefault="007D776E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lang w:eastAsia="cs-CZ"/>
        </w:rPr>
        <w:t>Bez úprav dokumentace</w:t>
      </w:r>
    </w:p>
    <w:p w14:paraId="3BB4FDBF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59A9482" w14:textId="77777777" w:rsidR="00135E38" w:rsidRDefault="00135E38" w:rsidP="00ED0A1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7FA5EE7" w14:textId="767AE112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3" w:name="_Hlk182295325"/>
      <w:r>
        <w:rPr>
          <w:rFonts w:eastAsia="Calibri" w:cs="Times New Roman"/>
          <w:b/>
          <w:lang w:eastAsia="cs-CZ"/>
        </w:rPr>
        <w:t>Dotaz č.36:</w:t>
      </w:r>
    </w:p>
    <w:p w14:paraId="4B179746" w14:textId="5C2B7653" w:rsidR="00ED0A1D" w:rsidRDefault="00ED0A1D" w:rsidP="00ED0A1D">
      <w:pPr>
        <w:spacing w:after="0" w:line="240" w:lineRule="auto"/>
        <w:jc w:val="both"/>
      </w:pPr>
      <w:r w:rsidRPr="00FF7613">
        <w:rPr>
          <w:rFonts w:cstheme="minorHAnsi"/>
        </w:rPr>
        <w:t xml:space="preserve">Ve věci </w:t>
      </w:r>
      <w:r w:rsidRPr="00FF7613">
        <w:rPr>
          <w:rFonts w:cstheme="minorHAnsi"/>
          <w:b/>
        </w:rPr>
        <w:t>ZTP, čl. 4.1.22</w:t>
      </w:r>
      <w:r w:rsidRPr="00FF7613">
        <w:rPr>
          <w:rFonts w:cstheme="minorHAnsi"/>
        </w:rPr>
        <w:t xml:space="preserve"> žádáme zadavatele o bližší vysvětlení. Chápeme správně, že uchazeč zpracovává cenovou nabídku dle zadavatelem poskytnuté zadávací dokumentace (soupisu prací) a že změny/odchylky kabelizace vyžadované dle ZTP, čl. 4.1.22 budou řešeny až v realizaci standardním změnovým řízením? Žádáme zadavatele o potvrzen</w:t>
      </w:r>
      <w:r w:rsidRPr="00B20972">
        <w:t>í.</w:t>
      </w:r>
    </w:p>
    <w:bookmarkEnd w:id="3"/>
    <w:p w14:paraId="28B3D005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3134855" w14:textId="77777777" w:rsidR="00ED0A1D" w:rsidRDefault="00ED0A1D" w:rsidP="00ED0A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256ED552" w14:textId="0C58CCF7" w:rsidR="00ED0A1D" w:rsidRPr="00135E38" w:rsidRDefault="00743574" w:rsidP="0074357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/>
          <w:lang w:eastAsia="cs-CZ"/>
        </w:rPr>
        <w:t>Bod</w:t>
      </w:r>
      <w:r w:rsidR="00C01F6A" w:rsidRPr="00135E38">
        <w:rPr>
          <w:rFonts w:eastAsia="Calibri" w:cs="Times New Roman"/>
          <w:b/>
          <w:lang w:eastAsia="cs-CZ"/>
        </w:rPr>
        <w:t>em</w:t>
      </w:r>
      <w:r w:rsidRPr="00135E38">
        <w:rPr>
          <w:rFonts w:eastAsia="Calibri" w:cs="Times New Roman"/>
          <w:b/>
          <w:lang w:eastAsia="cs-CZ"/>
        </w:rPr>
        <w:t xml:space="preserve"> ZTP, čl. 4.1.22 sdělujeme zhotoviteli, že v rámci dokumentace RDS dojde z</w:t>
      </w:r>
      <w:r w:rsidR="00C01F6A" w:rsidRPr="00135E38">
        <w:rPr>
          <w:rFonts w:eastAsia="Calibri" w:cs="Times New Roman"/>
          <w:b/>
          <w:lang w:eastAsia="cs-CZ"/>
        </w:rPr>
        <w:t> </w:t>
      </w:r>
      <w:r w:rsidRPr="00135E38">
        <w:rPr>
          <w:rFonts w:eastAsia="Calibri" w:cs="Times New Roman"/>
          <w:b/>
          <w:lang w:eastAsia="cs-CZ"/>
        </w:rPr>
        <w:t>důvodu</w:t>
      </w:r>
      <w:r w:rsidR="00C01F6A" w:rsidRPr="00135E38">
        <w:rPr>
          <w:rFonts w:eastAsia="Calibri" w:cs="Times New Roman"/>
          <w:b/>
          <w:lang w:eastAsia="cs-CZ"/>
        </w:rPr>
        <w:t xml:space="preserve"> dodatečného</w:t>
      </w:r>
      <w:r w:rsidRPr="00135E38">
        <w:rPr>
          <w:rFonts w:eastAsia="Calibri" w:cs="Times New Roman"/>
          <w:b/>
          <w:lang w:eastAsia="cs-CZ"/>
        </w:rPr>
        <w:t xml:space="preserve"> požadavku</w:t>
      </w:r>
      <w:r w:rsidR="00C01F6A" w:rsidRPr="00135E38">
        <w:rPr>
          <w:rFonts w:eastAsia="Calibri" w:cs="Times New Roman"/>
          <w:b/>
          <w:lang w:eastAsia="cs-CZ"/>
        </w:rPr>
        <w:t xml:space="preserve"> dle Vyhlášky Ministerstva dopravy,</w:t>
      </w:r>
      <w:r w:rsidRPr="00135E38">
        <w:rPr>
          <w:rFonts w:eastAsia="Calibri" w:cs="Times New Roman"/>
          <w:b/>
          <w:lang w:eastAsia="cs-CZ"/>
        </w:rPr>
        <w:t xml:space="preserve"> Při rekonstrukci nebo modernizaci stavby dráhy celostátní nebo regionální musí být</w:t>
      </w:r>
      <w:r w:rsidR="00C01F6A" w:rsidRPr="00135E38">
        <w:rPr>
          <w:rFonts w:eastAsia="Calibri" w:cs="Times New Roman"/>
          <w:b/>
          <w:lang w:eastAsia="cs-CZ"/>
        </w:rPr>
        <w:t xml:space="preserve"> </w:t>
      </w:r>
      <w:r w:rsidRPr="00135E38">
        <w:rPr>
          <w:rFonts w:eastAsia="Calibri" w:cs="Times New Roman"/>
          <w:b/>
          <w:lang w:eastAsia="cs-CZ"/>
        </w:rPr>
        <w:t>zajištěno uspořádání elektrických, sdělovacích a zabezpečovacích zařízení umožňující</w:t>
      </w:r>
      <w:r w:rsidR="00C01F6A" w:rsidRPr="00135E38">
        <w:rPr>
          <w:rFonts w:eastAsia="Calibri" w:cs="Times New Roman"/>
          <w:b/>
          <w:lang w:eastAsia="cs-CZ"/>
        </w:rPr>
        <w:t xml:space="preserve"> </w:t>
      </w:r>
      <w:r w:rsidRPr="00135E38">
        <w:rPr>
          <w:rFonts w:eastAsia="Calibri" w:cs="Times New Roman"/>
          <w:b/>
          <w:lang w:eastAsia="cs-CZ"/>
        </w:rPr>
        <w:lastRenderedPageBreak/>
        <w:t xml:space="preserve">provozování střídavé trakční soustavy o napětí 25 </w:t>
      </w:r>
      <w:proofErr w:type="spellStart"/>
      <w:r w:rsidRPr="00135E38">
        <w:rPr>
          <w:rFonts w:eastAsia="Calibri" w:cs="Times New Roman"/>
          <w:b/>
          <w:lang w:eastAsia="cs-CZ"/>
        </w:rPr>
        <w:t>kV</w:t>
      </w:r>
      <w:proofErr w:type="spellEnd"/>
      <w:r w:rsidRPr="00135E38">
        <w:rPr>
          <w:rFonts w:eastAsia="Calibri" w:cs="Times New Roman"/>
          <w:b/>
          <w:lang w:eastAsia="cs-CZ"/>
        </w:rPr>
        <w:t xml:space="preserve"> s kmitočtem 50 Hz.</w:t>
      </w:r>
      <w:r w:rsidR="00C01F6A" w:rsidRPr="00135E38">
        <w:rPr>
          <w:rFonts w:eastAsia="Calibri" w:cs="Times New Roman"/>
          <w:b/>
          <w:lang w:eastAsia="cs-CZ"/>
        </w:rPr>
        <w:t xml:space="preserve"> Tento požadavek dle ZTP bude zohledněn při rozdílovém soupisu prací zpracovaného v rámci RDS standartním změnovým řízením.</w:t>
      </w:r>
    </w:p>
    <w:p w14:paraId="483D7FB4" w14:textId="21905988" w:rsidR="00743574" w:rsidRPr="00135E38" w:rsidRDefault="00743574" w:rsidP="00743574">
      <w:pPr>
        <w:spacing w:after="0" w:line="240" w:lineRule="auto"/>
        <w:rPr>
          <w:rFonts w:eastAsia="Calibri" w:cs="Times New Roman"/>
          <w:b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</w:t>
      </w:r>
      <w:r w:rsidR="00C83B90" w:rsidRPr="00135E38">
        <w:rPr>
          <w:rFonts w:eastAsia="Calibri" w:cs="Times New Roman"/>
          <w:bCs/>
          <w:lang w:eastAsia="cs-CZ"/>
        </w:rPr>
        <w:t>, potvrzujeme postup ocenění.</w:t>
      </w:r>
    </w:p>
    <w:p w14:paraId="7AC53DF0" w14:textId="77777777" w:rsidR="0087146D" w:rsidRPr="00BC11EC" w:rsidRDefault="0087146D" w:rsidP="0087146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BE622EF" w14:textId="77777777" w:rsidR="0087146D" w:rsidRPr="00BC11EC" w:rsidRDefault="0087146D" w:rsidP="0087146D">
      <w:pPr>
        <w:spacing w:after="0" w:line="240" w:lineRule="auto"/>
        <w:rPr>
          <w:rFonts w:eastAsia="Calibri" w:cs="Times New Roman"/>
          <w:b/>
          <w:lang w:eastAsia="cs-CZ"/>
        </w:rPr>
      </w:pPr>
      <w:r w:rsidRPr="00BC11EC">
        <w:rPr>
          <w:rFonts w:eastAsia="Calibri" w:cs="Times New Roman"/>
          <w:b/>
          <w:lang w:eastAsia="cs-CZ"/>
        </w:rPr>
        <w:t>Dotaz č.37:</w:t>
      </w:r>
    </w:p>
    <w:p w14:paraId="46D729AD" w14:textId="77777777" w:rsidR="0087146D" w:rsidRPr="00BC11EC" w:rsidRDefault="0087146D" w:rsidP="0087146D">
      <w:pPr>
        <w:spacing w:after="0" w:line="240" w:lineRule="auto"/>
        <w:rPr>
          <w:rFonts w:ascii="Verdana" w:eastAsia="Calibri" w:hAnsi="Verdana" w:cs="Calibri"/>
          <w:b/>
          <w:bCs/>
          <w:color w:val="000000"/>
          <w:szCs w:val="20"/>
          <w14:ligatures w14:val="standardContextual"/>
        </w:rPr>
      </w:pPr>
      <w:bookmarkStart w:id="4" w:name="_Hlk182229177"/>
      <w:r w:rsidRPr="00BC11EC">
        <w:rPr>
          <w:rFonts w:ascii="Verdana" w:eastAsia="Calibri" w:hAnsi="Verdana" w:cs="Calibri"/>
          <w:b/>
          <w:bCs/>
          <w:color w:val="000000"/>
          <w:szCs w:val="20"/>
          <w14:ligatures w14:val="standardContextual"/>
        </w:rPr>
        <w:t xml:space="preserve">PS 00-02-71 </w:t>
      </w:r>
      <w:bookmarkEnd w:id="4"/>
      <w:r w:rsidRPr="00BC11EC">
        <w:rPr>
          <w:rFonts w:ascii="Verdana" w:eastAsia="Calibri" w:hAnsi="Verdana" w:cs="Calibri"/>
          <w:b/>
          <w:bCs/>
          <w:color w:val="000000"/>
          <w:szCs w:val="20"/>
          <w14:ligatures w14:val="standardContextual"/>
        </w:rPr>
        <w:t>Kamerové systémy na přejezdech</w:t>
      </w:r>
    </w:p>
    <w:p w14:paraId="4766BF9E" w14:textId="77777777" w:rsidR="0087146D" w:rsidRPr="00BC11EC" w:rsidRDefault="0087146D" w:rsidP="0087146D">
      <w:pPr>
        <w:spacing w:after="0" w:line="240" w:lineRule="auto"/>
        <w:rPr>
          <w:rFonts w:ascii="Verdana" w:eastAsia="Calibri" w:hAnsi="Verdana" w:cs="Calibri"/>
          <w:b/>
          <w:bCs/>
          <w:color w:val="000000"/>
          <w:szCs w:val="20"/>
          <w14:ligatures w14:val="standardContextual"/>
        </w:rPr>
      </w:pPr>
      <w:bookmarkStart w:id="5" w:name="_Hlk182243313"/>
      <w:r w:rsidRPr="00BC11EC">
        <w:rPr>
          <w:rFonts w:ascii="Verdana" w:eastAsia="Calibri" w:hAnsi="Verdana" w:cs="Calibri"/>
          <w:b/>
          <w:bCs/>
          <w:color w:val="000000"/>
          <w:szCs w:val="20"/>
          <w14:ligatures w14:val="standardContextual"/>
        </w:rPr>
        <w:t>PS 13-02-71 ŽST Choltice, kamerový systém</w:t>
      </w:r>
    </w:p>
    <w:p w14:paraId="4BD1EE35" w14:textId="77777777" w:rsidR="0087146D" w:rsidRPr="00BC11EC" w:rsidRDefault="0087146D" w:rsidP="0087146D">
      <w:pPr>
        <w:spacing w:after="0" w:line="240" w:lineRule="auto"/>
        <w:rPr>
          <w:rFonts w:ascii="Verdana" w:eastAsia="Calibri" w:hAnsi="Verdana" w:cs="Calibri"/>
          <w:b/>
          <w:bCs/>
          <w:color w:val="000000"/>
          <w:szCs w:val="20"/>
          <w14:ligatures w14:val="standardContextual"/>
        </w:rPr>
      </w:pPr>
      <w:r w:rsidRPr="00BC11EC">
        <w:rPr>
          <w:rFonts w:ascii="Verdana" w:eastAsia="Calibri" w:hAnsi="Verdana" w:cs="Calibri"/>
          <w:b/>
          <w:bCs/>
          <w:color w:val="000000"/>
          <w:szCs w:val="20"/>
          <w14:ligatures w14:val="standardContextual"/>
        </w:rPr>
        <w:t>PS 15-02-71 ŽST Heřmanův Městec, kamerový systém</w:t>
      </w:r>
    </w:p>
    <w:p w14:paraId="4FAC50FA" w14:textId="77777777" w:rsidR="0087146D" w:rsidRPr="00BC11EC" w:rsidRDefault="0087146D" w:rsidP="0087146D">
      <w:pPr>
        <w:spacing w:after="0" w:line="240" w:lineRule="auto"/>
        <w:rPr>
          <w:rFonts w:ascii="Verdana" w:eastAsia="Calibri" w:hAnsi="Verdana" w:cs="Calibri"/>
          <w:b/>
          <w:bCs/>
          <w:color w:val="000000"/>
          <w:szCs w:val="20"/>
          <w14:ligatures w14:val="standardContextual"/>
        </w:rPr>
      </w:pPr>
      <w:r w:rsidRPr="00BC11EC">
        <w:rPr>
          <w:rFonts w:ascii="Verdana" w:eastAsia="Calibri" w:hAnsi="Verdana" w:cs="Calibri"/>
          <w:b/>
          <w:bCs/>
          <w:color w:val="000000"/>
          <w:szCs w:val="20"/>
          <w14:ligatures w14:val="standardContextual"/>
        </w:rPr>
        <w:t>PS 17-02-71 ŽST Kostelec u H. M., kamerový systém</w:t>
      </w:r>
    </w:p>
    <w:bookmarkEnd w:id="5"/>
    <w:p w14:paraId="20AB6BFA" w14:textId="77777777" w:rsidR="0087146D" w:rsidRPr="00BC11EC" w:rsidRDefault="0087146D" w:rsidP="0087146D">
      <w:pPr>
        <w:spacing w:after="0" w:line="240" w:lineRule="auto"/>
        <w:rPr>
          <w:rFonts w:ascii="Verdana" w:eastAsia="Calibri" w:hAnsi="Verdana" w:cs="Calibri"/>
          <w:color w:val="000000"/>
          <w:szCs w:val="20"/>
          <w14:ligatures w14:val="standardContextual"/>
        </w:rPr>
      </w:pPr>
      <w:r w:rsidRPr="00BC11EC">
        <w:rPr>
          <w:rFonts w:ascii="Verdana" w:eastAsia="Calibri" w:hAnsi="Verdana" w:cs="Calibri"/>
          <w:color w:val="000000"/>
          <w:szCs w:val="20"/>
          <w14:ligatures w14:val="standardContextual"/>
        </w:rPr>
        <w:t>Žádáme zadavatele o doplnění položky 75L424 KAMERA DIGITÁLNÍ (IP) SW LICENCE do výkazu výměr.</w:t>
      </w:r>
    </w:p>
    <w:p w14:paraId="6B5A1189" w14:textId="77777777" w:rsidR="0087146D" w:rsidRDefault="0087146D" w:rsidP="0087146D">
      <w:pPr>
        <w:spacing w:after="0" w:line="240" w:lineRule="auto"/>
        <w:rPr>
          <w:rFonts w:ascii="Verdana" w:eastAsia="Calibri" w:hAnsi="Verdana" w:cs="Calibri"/>
          <w:b/>
          <w:bCs/>
          <w:color w:val="000000"/>
          <w:sz w:val="20"/>
          <w:szCs w:val="20"/>
          <w14:ligatures w14:val="standardContextual"/>
        </w:rPr>
      </w:pPr>
    </w:p>
    <w:p w14:paraId="40489E4D" w14:textId="77777777" w:rsidR="00135E38" w:rsidRPr="0087146D" w:rsidRDefault="00135E38" w:rsidP="0087146D">
      <w:pPr>
        <w:spacing w:after="0" w:line="240" w:lineRule="auto"/>
        <w:rPr>
          <w:rFonts w:ascii="Verdana" w:eastAsia="Calibri" w:hAnsi="Verdana" w:cs="Calibri"/>
          <w:b/>
          <w:bCs/>
          <w:color w:val="000000"/>
          <w:sz w:val="20"/>
          <w:szCs w:val="20"/>
          <w14:ligatures w14:val="standardContextual"/>
        </w:rPr>
      </w:pPr>
    </w:p>
    <w:p w14:paraId="795FAC0D" w14:textId="66CB0EE2" w:rsidR="0087146D" w:rsidRPr="00BC11EC" w:rsidRDefault="0087146D" w:rsidP="00BC11E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C11EC">
        <w:rPr>
          <w:rFonts w:eastAsia="Calibri" w:cs="Times New Roman"/>
          <w:b/>
          <w:lang w:eastAsia="cs-CZ"/>
        </w:rPr>
        <w:t>Odpověď:</w:t>
      </w:r>
    </w:p>
    <w:p w14:paraId="1706F129" w14:textId="407041C1" w:rsidR="00D93E8D" w:rsidRPr="00135E38" w:rsidRDefault="00D93E8D" w:rsidP="00D93E8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35E38">
        <w:rPr>
          <w:rFonts w:eastAsia="Times New Roman" w:cs="Times New Roman"/>
          <w:b/>
          <w:lang w:eastAsia="cs-CZ"/>
        </w:rPr>
        <w:t>V žst. Heřmanův Městec jsou instalovány dva záznamové servery (NVR KS) pro kamerové systémy v žst. Choltice, Heřmanův Městec a Kostelec u Heřmanova Městce a pro přejezdy P5028 a P5043</w:t>
      </w:r>
      <w:r w:rsidR="00C53FCF" w:rsidRPr="00135E38">
        <w:rPr>
          <w:rFonts w:eastAsia="Times New Roman" w:cs="Times New Roman"/>
          <w:b/>
          <w:lang w:eastAsia="cs-CZ"/>
        </w:rPr>
        <w:t>, včetně potřebných licencí pro kamery. Pokud zhotovitel uvažuje s použitím kamer</w:t>
      </w:r>
      <w:r w:rsidR="0075424C" w:rsidRPr="00135E38">
        <w:rPr>
          <w:rFonts w:eastAsia="Times New Roman" w:cs="Times New Roman"/>
          <w:b/>
          <w:lang w:eastAsia="cs-CZ"/>
        </w:rPr>
        <w:t xml:space="preserve"> odlišného provedení vyžadujících vlastní licence, musí si nové licence zohlednit do dodávky kamer.</w:t>
      </w:r>
      <w:r w:rsidR="00743CBD" w:rsidRPr="00135E38">
        <w:t xml:space="preserve"> </w:t>
      </w:r>
      <w:r w:rsidR="00743CBD" w:rsidRPr="00135E38">
        <w:rPr>
          <w:rFonts w:eastAsia="Times New Roman" w:cs="Times New Roman"/>
          <w:lang w:eastAsia="cs-CZ"/>
        </w:rPr>
        <w:t>Bez úprav dokumentace, doplnění položky 75L424 není akceptováno.</w:t>
      </w:r>
    </w:p>
    <w:p w14:paraId="09F011B0" w14:textId="77777777" w:rsidR="00C80EA8" w:rsidRPr="00135E38" w:rsidRDefault="00C80EA8" w:rsidP="00C80EA8">
      <w:pPr>
        <w:spacing w:after="0" w:line="240" w:lineRule="auto"/>
        <w:jc w:val="both"/>
        <w:rPr>
          <w:rFonts w:ascii="Verdana" w:eastAsia="Calibri" w:hAnsi="Verdana" w:cs="Calibri"/>
          <w:b/>
          <w:bCs/>
          <w:sz w:val="20"/>
          <w:szCs w:val="20"/>
          <w14:ligatures w14:val="standardContextual"/>
        </w:rPr>
      </w:pPr>
      <w:r w:rsidRPr="00135E38">
        <w:rPr>
          <w:rFonts w:eastAsia="Times New Roman" w:cs="Times New Roman"/>
          <w:b/>
          <w:lang w:eastAsia="cs-CZ"/>
        </w:rPr>
        <w:t>PS 00-02-71 Kamerové systémy na přejezdech</w:t>
      </w:r>
    </w:p>
    <w:p w14:paraId="5C633E95" w14:textId="65173B59" w:rsidR="00C80EA8" w:rsidRPr="00135E38" w:rsidRDefault="00C80EA8" w:rsidP="00C80EA8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135E38">
        <w:rPr>
          <w:rFonts w:eastAsia="Times New Roman" w:cs="Times New Roman"/>
          <w:b/>
          <w:lang w:eastAsia="cs-CZ"/>
        </w:rPr>
        <w:t>Dohledové pracoviště kamerového systému bude umístěno na RDP Pardubice, kde bude vybudováno v rámci PS 00-02-0</w:t>
      </w:r>
      <w:r w:rsidR="007460C0" w:rsidRPr="00135E38">
        <w:rPr>
          <w:rFonts w:eastAsia="Times New Roman" w:cs="Times New Roman"/>
          <w:b/>
          <w:lang w:eastAsia="cs-CZ"/>
        </w:rPr>
        <w:t>4</w:t>
      </w:r>
      <w:r w:rsidRPr="00135E38">
        <w:rPr>
          <w:rFonts w:eastAsia="Times New Roman" w:cs="Times New Roman"/>
          <w:b/>
          <w:lang w:eastAsia="cs-CZ"/>
        </w:rPr>
        <w:t xml:space="preserve"> Dálková kontrola a ovládání kamerových systémů této stavby a v žst. Heřmanův Městec, kde bude využito stávající dohledové pracoviště kamerového systému v dopravní kanceláři.</w:t>
      </w:r>
      <w:r w:rsidR="001C68CC" w:rsidRPr="00135E38">
        <w:rPr>
          <w:rFonts w:eastAsia="Times New Roman" w:cs="Times New Roman"/>
          <w:b/>
          <w:lang w:eastAsia="cs-CZ"/>
        </w:rPr>
        <w:t xml:space="preserve"> Stávající dohledové pracoviště kamerového systému v dopravní kanceláři H. Městec bylo vybudováno v rámci předsunuté IA 2022/2023 a obsahuje licence i pro tyto 4ks kamer na P5028.</w:t>
      </w:r>
    </w:p>
    <w:p w14:paraId="4D661DE3" w14:textId="483DFD60" w:rsidR="00BD5319" w:rsidRPr="00135E38" w:rsidRDefault="00C80EA8" w:rsidP="00C80EA8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135E38">
        <w:rPr>
          <w:rFonts w:eastAsia="Times New Roman" w:cs="Times New Roman"/>
          <w:b/>
          <w:lang w:eastAsia="cs-CZ"/>
        </w:rPr>
        <w:t>Pro záznam dat bude využit stávající server kamerového systému v žst. Heřmanův Městec. Kamerový systém musí být vybudován tak, aby ho bylo možno začlenit do systému dálkové diagnostiky technologických systémů DDTS a v rámci tohoto PS začlenit do stávajícího systému KAC.</w:t>
      </w:r>
    </w:p>
    <w:p w14:paraId="051801F9" w14:textId="4E4B2C82" w:rsidR="00907688" w:rsidRPr="00135E38" w:rsidRDefault="00907688" w:rsidP="00907688">
      <w:pPr>
        <w:spacing w:after="0" w:line="240" w:lineRule="auto"/>
        <w:rPr>
          <w:rFonts w:eastAsia="Calibri" w:cs="Times New Roman"/>
          <w:bCs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dokumentace, doplnění položky 75L424 není akceptováno.</w:t>
      </w:r>
    </w:p>
    <w:p w14:paraId="0D2E2438" w14:textId="3C40B861" w:rsidR="00C80EA8" w:rsidRPr="00135E38" w:rsidRDefault="00C80EA8" w:rsidP="00C80EA8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19EE41E6" w14:textId="6462D42B" w:rsidR="00AA5BCE" w:rsidRPr="00135E38" w:rsidRDefault="00AA5BCE" w:rsidP="00C80EA8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3E7257A1" w14:textId="77777777" w:rsidR="00AA5BCE" w:rsidRPr="00135E38" w:rsidRDefault="00AA5BCE" w:rsidP="00C80EA8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44F8B376" w14:textId="5594362D" w:rsidR="001C68CC" w:rsidRPr="00135E38" w:rsidRDefault="001C68CC" w:rsidP="001C68CC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135E38">
        <w:rPr>
          <w:rFonts w:eastAsia="Times New Roman" w:cs="Times New Roman"/>
          <w:b/>
          <w:lang w:eastAsia="cs-CZ"/>
        </w:rPr>
        <w:t>PS 13-02-71 ŽST Choltice, kamerový systém</w:t>
      </w:r>
    </w:p>
    <w:p w14:paraId="5631F052" w14:textId="634F17F6" w:rsidR="001C68CC" w:rsidRPr="00135E38" w:rsidRDefault="001C68CC" w:rsidP="001C68CC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135E38">
        <w:rPr>
          <w:rFonts w:eastAsia="Times New Roman" w:cs="Times New Roman"/>
          <w:b/>
          <w:lang w:eastAsia="cs-CZ"/>
        </w:rPr>
        <w:t>Dohledové pracoviště kamerového systému bude umístěno na RDP Pardubice, kde bude</w:t>
      </w:r>
      <w:r w:rsidR="00C43644" w:rsidRPr="00135E38">
        <w:rPr>
          <w:rFonts w:eastAsia="Times New Roman" w:cs="Times New Roman"/>
          <w:b/>
          <w:lang w:eastAsia="cs-CZ"/>
        </w:rPr>
        <w:t xml:space="preserve"> </w:t>
      </w:r>
      <w:r w:rsidRPr="00135E38">
        <w:rPr>
          <w:rFonts w:eastAsia="Times New Roman" w:cs="Times New Roman"/>
          <w:b/>
          <w:lang w:eastAsia="cs-CZ"/>
        </w:rPr>
        <w:t>vybudováno v rámci PS 00-02-0</w:t>
      </w:r>
      <w:r w:rsidR="007460C0" w:rsidRPr="00135E38">
        <w:rPr>
          <w:rFonts w:eastAsia="Times New Roman" w:cs="Times New Roman"/>
          <w:b/>
          <w:lang w:eastAsia="cs-CZ"/>
        </w:rPr>
        <w:t>4</w:t>
      </w:r>
      <w:r w:rsidRPr="00135E38">
        <w:rPr>
          <w:rFonts w:eastAsia="Times New Roman" w:cs="Times New Roman"/>
          <w:b/>
          <w:lang w:eastAsia="cs-CZ"/>
        </w:rPr>
        <w:t xml:space="preserve"> Dálková kontrola a ovládání kamerových systémů této stavby</w:t>
      </w:r>
      <w:r w:rsidR="00C43644" w:rsidRPr="00135E38">
        <w:rPr>
          <w:rFonts w:eastAsia="Times New Roman" w:cs="Times New Roman"/>
          <w:b/>
          <w:lang w:eastAsia="cs-CZ"/>
        </w:rPr>
        <w:t xml:space="preserve"> </w:t>
      </w:r>
      <w:r w:rsidRPr="00135E38">
        <w:rPr>
          <w:rFonts w:eastAsia="Times New Roman" w:cs="Times New Roman"/>
          <w:b/>
          <w:lang w:eastAsia="cs-CZ"/>
        </w:rPr>
        <w:t>a v žst. Heřmanův Městec, kde bude využito stávající dohledové pracoviště kamerového</w:t>
      </w:r>
      <w:r w:rsidR="00C43644" w:rsidRPr="00135E38">
        <w:rPr>
          <w:rFonts w:eastAsia="Times New Roman" w:cs="Times New Roman"/>
          <w:b/>
          <w:lang w:eastAsia="cs-CZ"/>
        </w:rPr>
        <w:t xml:space="preserve"> </w:t>
      </w:r>
      <w:r w:rsidRPr="00135E38">
        <w:rPr>
          <w:rFonts w:eastAsia="Times New Roman" w:cs="Times New Roman"/>
          <w:b/>
          <w:lang w:eastAsia="cs-CZ"/>
        </w:rPr>
        <w:t>systému v dopravní kanceláři.</w:t>
      </w:r>
      <w:r w:rsidR="00C43644" w:rsidRPr="00135E38">
        <w:rPr>
          <w:rFonts w:eastAsia="Times New Roman" w:cs="Times New Roman"/>
          <w:b/>
          <w:lang w:eastAsia="cs-CZ"/>
        </w:rPr>
        <w:t xml:space="preserve"> Stávající dohledové pracoviště kamerového systému v dopravní kanceláři H. Městec bylo vybudováno v rámci předsunuté IA 2022/2023 a obsahuje licence i pro tyto 2ks kamer.</w:t>
      </w:r>
    </w:p>
    <w:p w14:paraId="31EF3B0F" w14:textId="54DD4E15" w:rsidR="001C68CC" w:rsidRPr="00135E38" w:rsidRDefault="001C68CC" w:rsidP="001C68CC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135E38">
        <w:rPr>
          <w:rFonts w:eastAsia="Times New Roman" w:cs="Times New Roman"/>
          <w:b/>
          <w:lang w:eastAsia="cs-CZ"/>
        </w:rPr>
        <w:t>Pro záznam dat bude využit stávající server kamerového systému v žst. Heřmanův Městec.</w:t>
      </w:r>
    </w:p>
    <w:p w14:paraId="30438ADF" w14:textId="0509D788" w:rsidR="001C68CC" w:rsidRPr="00135E38" w:rsidRDefault="00907688" w:rsidP="00907688">
      <w:pPr>
        <w:spacing w:after="0" w:line="240" w:lineRule="auto"/>
        <w:rPr>
          <w:rFonts w:eastAsia="Calibri" w:cs="Times New Roman"/>
          <w:bCs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dokumentace, doplnění položky 75L424 není akceptováno.</w:t>
      </w:r>
    </w:p>
    <w:p w14:paraId="659E3C8B" w14:textId="77777777" w:rsidR="00907688" w:rsidRPr="00135E38" w:rsidRDefault="00907688" w:rsidP="0090768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4099302" w14:textId="2A335C5D" w:rsidR="001C68CC" w:rsidRPr="00135E38" w:rsidRDefault="001C68CC" w:rsidP="001C68CC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135E38">
        <w:rPr>
          <w:rFonts w:eastAsia="Times New Roman" w:cs="Times New Roman"/>
          <w:b/>
          <w:lang w:eastAsia="cs-CZ"/>
        </w:rPr>
        <w:t>PS 15-02-71 ŽST Heřmanův Městec, kamerový systém</w:t>
      </w:r>
    </w:p>
    <w:p w14:paraId="26ACB649" w14:textId="67FCD7E6" w:rsidR="00907688" w:rsidRPr="00135E38" w:rsidRDefault="00907688" w:rsidP="00907688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135E38">
        <w:rPr>
          <w:rFonts w:eastAsia="Times New Roman" w:cs="Times New Roman"/>
          <w:b/>
          <w:lang w:eastAsia="cs-CZ"/>
        </w:rPr>
        <w:t>Dohledové pracoviště kamerového systému bude umístěno na RDP Pardubice, kde bude vybudováno v rámci PS 00-02-0</w:t>
      </w:r>
      <w:r w:rsidR="007460C0" w:rsidRPr="00135E38">
        <w:rPr>
          <w:rFonts w:eastAsia="Times New Roman" w:cs="Times New Roman"/>
          <w:b/>
          <w:lang w:eastAsia="cs-CZ"/>
        </w:rPr>
        <w:t>4</w:t>
      </w:r>
      <w:r w:rsidRPr="00135E38">
        <w:rPr>
          <w:rFonts w:eastAsia="Times New Roman" w:cs="Times New Roman"/>
          <w:b/>
          <w:lang w:eastAsia="cs-CZ"/>
        </w:rPr>
        <w:t xml:space="preserve"> Dálková kontrola a ovládání kamerových systémů této stavby a v žst. Heřmanův Městec, kde bude využito stávající dohledové pracoviště kamerového systému v dopravní kanceláři. Stávající dohledové pracoviště kamerového systému v dopravní kanceláři H. Městec bylo vybudováno v rámci předsunuté IA 2022/2023 a obsahuje licence i pro tyto 5ks kamer.</w:t>
      </w:r>
    </w:p>
    <w:p w14:paraId="0F6B1CFA" w14:textId="4AD9C7C4" w:rsidR="001C68CC" w:rsidRPr="00135E38" w:rsidRDefault="00907688" w:rsidP="00907688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135E38">
        <w:rPr>
          <w:rFonts w:eastAsia="Times New Roman" w:cs="Times New Roman"/>
          <w:b/>
          <w:lang w:eastAsia="cs-CZ"/>
        </w:rPr>
        <w:t>Pro záznam dat bude využit stávající server kamerového systému v žst. Heřmanův Městec.</w:t>
      </w:r>
    </w:p>
    <w:p w14:paraId="790A1E44" w14:textId="692CFEB6" w:rsidR="001C68CC" w:rsidRPr="00135E38" w:rsidRDefault="00907688" w:rsidP="00C83B90">
      <w:pPr>
        <w:spacing w:after="0" w:line="240" w:lineRule="auto"/>
        <w:rPr>
          <w:rFonts w:eastAsia="Calibri" w:cs="Times New Roman"/>
          <w:bCs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dokumentace, doplnění položky 75L424 není akceptováno.</w:t>
      </w:r>
    </w:p>
    <w:p w14:paraId="7E346E1F" w14:textId="77777777" w:rsidR="00C83B90" w:rsidRPr="00135E38" w:rsidRDefault="00C83B90" w:rsidP="00C83B90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9F0FEBE" w14:textId="4E595EBC" w:rsidR="00C80EA8" w:rsidRPr="00135E38" w:rsidRDefault="001C68CC" w:rsidP="001C68CC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135E38">
        <w:rPr>
          <w:rFonts w:eastAsia="Times New Roman" w:cs="Times New Roman"/>
          <w:b/>
          <w:lang w:eastAsia="cs-CZ"/>
        </w:rPr>
        <w:t>PS 17-02-71 ŽST Kostelec u H. M., kamerový systém</w:t>
      </w:r>
    </w:p>
    <w:p w14:paraId="2FE3D95F" w14:textId="400171C5" w:rsidR="00907688" w:rsidRPr="00135E38" w:rsidRDefault="00907688" w:rsidP="00907688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135E38">
        <w:rPr>
          <w:rFonts w:eastAsia="Times New Roman" w:cs="Times New Roman"/>
          <w:b/>
          <w:lang w:eastAsia="cs-CZ"/>
        </w:rPr>
        <w:t>Dohledové pracoviště kamerového systému bude umístěno na RDP Pardubice, kde bude vybudováno v rámci PS 00-02-0</w:t>
      </w:r>
      <w:r w:rsidR="007460C0" w:rsidRPr="00135E38">
        <w:rPr>
          <w:rFonts w:eastAsia="Times New Roman" w:cs="Times New Roman"/>
          <w:b/>
          <w:lang w:eastAsia="cs-CZ"/>
        </w:rPr>
        <w:t>4</w:t>
      </w:r>
      <w:r w:rsidRPr="00135E38">
        <w:rPr>
          <w:rFonts w:eastAsia="Times New Roman" w:cs="Times New Roman"/>
          <w:b/>
          <w:lang w:eastAsia="cs-CZ"/>
        </w:rPr>
        <w:t xml:space="preserve"> Dálková kontrola a ovládání kamerových systémů této stavby a v žst. Heřmanův Městec, kde bude využito stávající dohledové pracoviště kamerového systému v dopravní kanceláři. Stávající dohledové pracoviště </w:t>
      </w:r>
      <w:r w:rsidRPr="00135E38">
        <w:rPr>
          <w:rFonts w:eastAsia="Times New Roman" w:cs="Times New Roman"/>
          <w:b/>
          <w:lang w:eastAsia="cs-CZ"/>
        </w:rPr>
        <w:lastRenderedPageBreak/>
        <w:t>kamerového systému v dopravní kanceláři H. Městec bylo vybudováno v rámci předsunuté IA 2022/2023 a obsahuje licence i pro tyto 4ks kamer.</w:t>
      </w:r>
    </w:p>
    <w:p w14:paraId="3F2C873C" w14:textId="77777777" w:rsidR="00907688" w:rsidRPr="00135E38" w:rsidRDefault="00907688" w:rsidP="00907688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135E38">
        <w:rPr>
          <w:rFonts w:eastAsia="Times New Roman" w:cs="Times New Roman"/>
          <w:b/>
          <w:lang w:eastAsia="cs-CZ"/>
        </w:rPr>
        <w:t>Pro záznam dat bude využit stávající server kamerového systému v žst. Heřmanův Městec.</w:t>
      </w:r>
    </w:p>
    <w:p w14:paraId="063FF090" w14:textId="78DC6BA6" w:rsidR="00C80EA8" w:rsidRPr="00135E38" w:rsidRDefault="00907688" w:rsidP="00C83B90">
      <w:pPr>
        <w:spacing w:after="0" w:line="240" w:lineRule="auto"/>
        <w:rPr>
          <w:rFonts w:eastAsia="Calibri" w:cs="Times New Roman"/>
          <w:bCs/>
          <w:lang w:eastAsia="cs-CZ"/>
        </w:rPr>
      </w:pPr>
      <w:r w:rsidRPr="00135E38">
        <w:rPr>
          <w:rFonts w:eastAsia="Calibri" w:cs="Times New Roman"/>
          <w:bCs/>
          <w:lang w:eastAsia="cs-CZ"/>
        </w:rPr>
        <w:t>Bez úprav dokumentace, doplnění položky 75L424 není akceptováno.</w:t>
      </w:r>
    </w:p>
    <w:p w14:paraId="380563A5" w14:textId="119DA89C" w:rsidR="00C80EA8" w:rsidRDefault="00C80EA8" w:rsidP="00C80EA8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262C5A55" w14:textId="430C1728" w:rsidR="00E87C6E" w:rsidRDefault="00E87C6E" w:rsidP="00E87C6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87C6E">
        <w:rPr>
          <w:rFonts w:eastAsia="Calibri" w:cs="Times New Roman"/>
          <w:b/>
          <w:lang w:eastAsia="cs-CZ"/>
        </w:rPr>
        <w:t>Zadavatel tímto</w:t>
      </w:r>
      <w:r w:rsidR="00135E38">
        <w:rPr>
          <w:rFonts w:eastAsia="Calibri" w:cs="Times New Roman"/>
          <w:b/>
          <w:lang w:eastAsia="cs-CZ"/>
        </w:rPr>
        <w:t xml:space="preserve"> dále</w:t>
      </w:r>
      <w:r w:rsidRPr="00E87C6E">
        <w:rPr>
          <w:rFonts w:eastAsia="Calibri" w:cs="Times New Roman"/>
          <w:b/>
          <w:lang w:eastAsia="cs-CZ"/>
        </w:rPr>
        <w:t xml:space="preserve"> podává doplnění zadávací dokumentace k výše uvedené veřejné zakázce bez předchozí žádosti</w:t>
      </w:r>
      <w:r>
        <w:rPr>
          <w:rFonts w:eastAsia="Calibri" w:cs="Times New Roman"/>
          <w:b/>
          <w:lang w:eastAsia="cs-CZ"/>
        </w:rPr>
        <w:t>:</w:t>
      </w:r>
    </w:p>
    <w:p w14:paraId="0E923457" w14:textId="7D480B08" w:rsidR="00E87C6E" w:rsidRDefault="00C8690E" w:rsidP="00E87C6E">
      <w:pPr>
        <w:spacing w:after="0" w:line="240" w:lineRule="auto"/>
        <w:jc w:val="both"/>
      </w:pPr>
      <w:r>
        <w:rPr>
          <w:rFonts w:cstheme="minorHAnsi"/>
        </w:rPr>
        <w:t>Zadavatel dodatečně doplňuje dokladovou část:</w:t>
      </w:r>
      <w:r w:rsidRPr="00C8690E">
        <w:t xml:space="preserve"> </w:t>
      </w:r>
      <w:r w:rsidRPr="00C8690E">
        <w:rPr>
          <w:rFonts w:cstheme="minorHAnsi"/>
        </w:rPr>
        <w:t>N. Doklady</w:t>
      </w:r>
      <w:r>
        <w:rPr>
          <w:rFonts w:cstheme="minorHAnsi"/>
        </w:rPr>
        <w:t>\</w:t>
      </w:r>
      <w:r w:rsidRPr="00C8690E">
        <w:rPr>
          <w:rFonts w:cstheme="minorHAnsi"/>
        </w:rPr>
        <w:t xml:space="preserve">N.1 Dokladová </w:t>
      </w:r>
      <w:proofErr w:type="spellStart"/>
      <w:r w:rsidRPr="00C8690E">
        <w:rPr>
          <w:rFonts w:cstheme="minorHAnsi"/>
        </w:rPr>
        <w:t>část_Etapa</w:t>
      </w:r>
      <w:proofErr w:type="spellEnd"/>
      <w:r w:rsidRPr="00C8690E">
        <w:rPr>
          <w:rFonts w:cstheme="minorHAnsi"/>
        </w:rPr>
        <w:t xml:space="preserve"> 2</w:t>
      </w:r>
      <w:r>
        <w:rPr>
          <w:rFonts w:cstheme="minorHAnsi"/>
        </w:rPr>
        <w:t xml:space="preserve"> o soubor:</w:t>
      </w:r>
      <w:r w:rsidRPr="00C8690E">
        <w:t xml:space="preserve"> </w:t>
      </w:r>
      <w:proofErr w:type="spellStart"/>
      <w:r w:rsidRPr="00C8690E">
        <w:rPr>
          <w:rFonts w:cstheme="minorHAnsi"/>
        </w:rPr>
        <w:t>Spolecne</w:t>
      </w:r>
      <w:proofErr w:type="spellEnd"/>
      <w:r w:rsidRPr="00C8690E">
        <w:rPr>
          <w:rFonts w:cstheme="minorHAnsi"/>
        </w:rPr>
        <w:t xml:space="preserve"> povoleni Rekonstrukce TZZ </w:t>
      </w:r>
      <w:proofErr w:type="spellStart"/>
      <w:r w:rsidRPr="00C8690E">
        <w:rPr>
          <w:rFonts w:cstheme="minorHAnsi"/>
        </w:rPr>
        <w:t>Prelouc</w:t>
      </w:r>
      <w:proofErr w:type="spellEnd"/>
      <w:r w:rsidRPr="00C8690E">
        <w:rPr>
          <w:rFonts w:cstheme="minorHAnsi"/>
        </w:rPr>
        <w:t xml:space="preserve"> - Prachovic</w:t>
      </w:r>
      <w:r w:rsidR="00F35EBB">
        <w:rPr>
          <w:rFonts w:cstheme="minorHAnsi"/>
        </w:rPr>
        <w:t>e</w:t>
      </w:r>
      <w:r w:rsidRPr="00C8690E">
        <w:rPr>
          <w:rFonts w:cstheme="minorHAnsi"/>
        </w:rPr>
        <w:t>.pdf</w:t>
      </w:r>
      <w:r w:rsidR="00E87C6E" w:rsidRPr="00B20972">
        <w:t>.</w:t>
      </w:r>
    </w:p>
    <w:p w14:paraId="685A2F07" w14:textId="77777777" w:rsidR="00D93E8D" w:rsidRDefault="00D93E8D" w:rsidP="00C80EA8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30619640" w14:textId="77777777" w:rsidR="00664163" w:rsidRPr="00BD5319" w:rsidRDefault="00664163" w:rsidP="00D5592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D55924">
      <w:pPr>
        <w:spacing w:after="0" w:line="240" w:lineRule="auto"/>
        <w:ind w:firstLine="567"/>
        <w:jc w:val="both"/>
        <w:rPr>
          <w:rFonts w:eastAsia="Times New Roman" w:cs="Times New Roman"/>
          <w:lang w:eastAsia="cs-CZ"/>
        </w:rPr>
      </w:pPr>
    </w:p>
    <w:p w14:paraId="36353B3D" w14:textId="560B848C" w:rsidR="00664163" w:rsidRDefault="00664163" w:rsidP="00135E3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A70946" w:rsidRPr="00135E38">
        <w:rPr>
          <w:rFonts w:eastAsia="Times New Roman" w:cs="Times New Roman"/>
          <w:b/>
          <w:bCs/>
          <w:lang w:eastAsia="cs-CZ"/>
        </w:rPr>
        <w:t>29.11.2024</w:t>
      </w:r>
      <w:r w:rsidRPr="00135E38">
        <w:rPr>
          <w:rFonts w:eastAsia="Times New Roman" w:cs="Times New Roman"/>
          <w:lang w:eastAsia="cs-CZ"/>
        </w:rPr>
        <w:t xml:space="preserve"> na den </w:t>
      </w:r>
      <w:r w:rsidR="00A70946" w:rsidRPr="00135E38">
        <w:rPr>
          <w:rFonts w:eastAsia="Times New Roman" w:cs="Times New Roman"/>
          <w:b/>
          <w:bCs/>
          <w:lang w:eastAsia="cs-CZ"/>
        </w:rPr>
        <w:t>2.12.2024</w:t>
      </w:r>
      <w:r w:rsidRPr="00135E38">
        <w:rPr>
          <w:rFonts w:eastAsia="Times New Roman" w:cs="Times New Roman"/>
          <w:lang w:eastAsia="cs-CZ"/>
        </w:rPr>
        <w:t>.</w:t>
      </w:r>
    </w:p>
    <w:p w14:paraId="0DDD16C5" w14:textId="77777777" w:rsidR="00273CE2" w:rsidRDefault="00273CE2" w:rsidP="00D55924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C841890" w14:textId="77777777" w:rsidR="00135E38" w:rsidRDefault="00135E38" w:rsidP="00D55924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7118AB88" w14:textId="40118E12" w:rsidR="00664163" w:rsidRPr="00D9490A" w:rsidRDefault="00664163" w:rsidP="00D5592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4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040917">
        <w:rPr>
          <w:rFonts w:eastAsia="Times New Roman" w:cs="Times New Roman"/>
          <w:lang w:eastAsia="cs-CZ"/>
        </w:rPr>
        <w:t>Z2024-053809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A7982EE" w14:textId="77777777" w:rsidR="00664163" w:rsidRDefault="00664163" w:rsidP="00D5592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D55924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D55924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D55924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31562B9E" w:rsidR="007F626E" w:rsidRPr="009C7B39" w:rsidRDefault="007F626E" w:rsidP="00D55924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135E38" w:rsidRPr="00135E38">
        <w:rPr>
          <w:rFonts w:eastAsia="Times New Roman" w:cs="Times New Roman"/>
          <w:b/>
          <w:bCs/>
          <w:lang w:eastAsia="cs-CZ"/>
        </w:rPr>
        <w:t>29.11.2024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135E38">
        <w:rPr>
          <w:rFonts w:eastAsia="Times New Roman" w:cs="Times New Roman"/>
          <w:b/>
          <w:bCs/>
          <w:color w:val="000000" w:themeColor="text1"/>
          <w:lang w:eastAsia="cs-CZ"/>
        </w:rPr>
        <w:t>02.12.2024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D5592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D55924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5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D55924">
      <w:pPr>
        <w:spacing w:before="120"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D55924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35D7DDE8" w14:textId="5A0D9A15" w:rsidR="00664163" w:rsidRPr="00135E38" w:rsidRDefault="00664163" w:rsidP="00D55924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135E38">
        <w:rPr>
          <w:rFonts w:eastAsia="Calibri" w:cs="Times New Roman"/>
          <w:b/>
          <w:bCs/>
          <w:lang w:eastAsia="cs-CZ"/>
        </w:rPr>
        <w:t>Příloh</w:t>
      </w:r>
      <w:r w:rsidR="00135E38" w:rsidRPr="00135E38">
        <w:rPr>
          <w:rFonts w:eastAsia="Calibri" w:cs="Times New Roman"/>
          <w:b/>
          <w:bCs/>
          <w:lang w:eastAsia="cs-CZ"/>
        </w:rPr>
        <w:t>y</w:t>
      </w:r>
      <w:r w:rsidRPr="00135E38">
        <w:rPr>
          <w:rFonts w:eastAsia="Calibri" w:cs="Times New Roman"/>
          <w:b/>
          <w:bCs/>
          <w:lang w:eastAsia="cs-CZ"/>
        </w:rPr>
        <w:t xml:space="preserve">: </w:t>
      </w:r>
      <w:r w:rsidRPr="00135E38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35E38">
        <w:rPr>
          <w:rFonts w:eastAsia="Calibri" w:cs="Times New Roman"/>
          <w:bCs/>
          <w:lang w:eastAsia="cs-CZ"/>
        </w:rPr>
        <w:instrText xml:space="preserve"> FORMTEXT </w:instrText>
      </w:r>
      <w:r w:rsidRPr="00135E38">
        <w:rPr>
          <w:rFonts w:eastAsia="Calibri" w:cs="Times New Roman"/>
          <w:bCs/>
          <w:lang w:eastAsia="cs-CZ"/>
        </w:rPr>
      </w:r>
      <w:r w:rsidRPr="00135E38">
        <w:rPr>
          <w:rFonts w:eastAsia="Calibri" w:cs="Times New Roman"/>
          <w:bCs/>
          <w:lang w:eastAsia="cs-CZ"/>
        </w:rPr>
        <w:fldChar w:fldCharType="separate"/>
      </w:r>
      <w:r w:rsidRPr="00135E38">
        <w:rPr>
          <w:rFonts w:eastAsia="Calibri" w:cs="Times New Roman"/>
          <w:bCs/>
          <w:lang w:eastAsia="cs-CZ"/>
        </w:rPr>
        <w:t> </w:t>
      </w:r>
      <w:r w:rsidRPr="00135E38">
        <w:rPr>
          <w:rFonts w:eastAsia="Calibri" w:cs="Times New Roman"/>
          <w:bCs/>
          <w:lang w:eastAsia="cs-CZ"/>
        </w:rPr>
        <w:t> </w:t>
      </w:r>
      <w:r w:rsidRPr="00135E38">
        <w:rPr>
          <w:rFonts w:eastAsia="Calibri" w:cs="Times New Roman"/>
          <w:bCs/>
          <w:lang w:eastAsia="cs-CZ"/>
        </w:rPr>
        <w:t> </w:t>
      </w:r>
      <w:r w:rsidRPr="00135E38">
        <w:rPr>
          <w:rFonts w:eastAsia="Calibri" w:cs="Times New Roman"/>
          <w:bCs/>
          <w:lang w:eastAsia="cs-CZ"/>
        </w:rPr>
        <w:t> </w:t>
      </w:r>
      <w:r w:rsidRPr="00135E38">
        <w:rPr>
          <w:rFonts w:eastAsia="Calibri" w:cs="Times New Roman"/>
          <w:bCs/>
          <w:lang w:eastAsia="cs-CZ"/>
        </w:rPr>
        <w:t> </w:t>
      </w:r>
      <w:r w:rsidRPr="00135E38">
        <w:rPr>
          <w:rFonts w:eastAsia="Calibri" w:cs="Times New Roman"/>
          <w:bCs/>
          <w:lang w:eastAsia="cs-CZ"/>
        </w:rPr>
        <w:fldChar w:fldCharType="end"/>
      </w:r>
    </w:p>
    <w:p w14:paraId="3568D690" w14:textId="7883D360" w:rsidR="00664163" w:rsidRPr="00135E38" w:rsidRDefault="00135E38" w:rsidP="00D55924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135E38">
        <w:rPr>
          <w:rFonts w:eastAsia="Calibri" w:cs="Times New Roman"/>
          <w:lang w:eastAsia="cs-CZ"/>
        </w:rPr>
        <w:t>Spolecne</w:t>
      </w:r>
      <w:proofErr w:type="spellEnd"/>
      <w:r w:rsidRPr="00135E38">
        <w:rPr>
          <w:rFonts w:eastAsia="Calibri" w:cs="Times New Roman"/>
          <w:lang w:eastAsia="cs-CZ"/>
        </w:rPr>
        <w:t xml:space="preserve"> povoleni Rekonstrukce TZZ </w:t>
      </w:r>
      <w:proofErr w:type="spellStart"/>
      <w:r w:rsidRPr="00135E38">
        <w:rPr>
          <w:rFonts w:eastAsia="Calibri" w:cs="Times New Roman"/>
          <w:lang w:eastAsia="cs-CZ"/>
        </w:rPr>
        <w:t>Prelouc</w:t>
      </w:r>
      <w:proofErr w:type="spellEnd"/>
      <w:r w:rsidRPr="00135E38">
        <w:rPr>
          <w:rFonts w:eastAsia="Calibri" w:cs="Times New Roman"/>
          <w:lang w:eastAsia="cs-CZ"/>
        </w:rPr>
        <w:t xml:space="preserve"> </w:t>
      </w:r>
      <w:r w:rsidRPr="00135E38">
        <w:rPr>
          <w:rFonts w:eastAsia="Calibri" w:cs="Times New Roman"/>
          <w:lang w:eastAsia="cs-CZ"/>
        </w:rPr>
        <w:t>–</w:t>
      </w:r>
      <w:r w:rsidRPr="00135E38">
        <w:rPr>
          <w:rFonts w:eastAsia="Calibri" w:cs="Times New Roman"/>
          <w:lang w:eastAsia="cs-CZ"/>
        </w:rPr>
        <w:t xml:space="preserve"> Prachovice</w:t>
      </w:r>
      <w:r w:rsidRPr="00135E38">
        <w:rPr>
          <w:rFonts w:eastAsia="Calibri" w:cs="Times New Roman"/>
          <w:lang w:eastAsia="cs-CZ"/>
        </w:rPr>
        <w:t>.pdf</w:t>
      </w:r>
    </w:p>
    <w:p w14:paraId="61954EB0" w14:textId="566F7520" w:rsidR="00135E38" w:rsidRPr="00135E38" w:rsidRDefault="00135E38" w:rsidP="00D5592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5E38">
        <w:rPr>
          <w:rFonts w:eastAsia="Calibri" w:cs="Times New Roman"/>
          <w:lang w:eastAsia="cs-CZ"/>
        </w:rPr>
        <w:t>XDC_TZZ-Pre-Pra_zm01_20241112</w:t>
      </w:r>
      <w:r w:rsidRPr="00135E38">
        <w:rPr>
          <w:rFonts w:eastAsia="Calibri" w:cs="Times New Roman"/>
          <w:lang w:eastAsia="cs-CZ"/>
        </w:rPr>
        <w:t>.xml</w:t>
      </w:r>
    </w:p>
    <w:p w14:paraId="77FFBD6B" w14:textId="788352A8" w:rsidR="00135E38" w:rsidRPr="00135E38" w:rsidRDefault="00135E38" w:rsidP="00D5592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5E38">
        <w:rPr>
          <w:rFonts w:eastAsia="Calibri" w:cs="Times New Roman"/>
          <w:lang w:eastAsia="cs-CZ"/>
        </w:rPr>
        <w:t>XLS_TZZ-Pre-Pra_zm01_20241112</w:t>
      </w:r>
      <w:r w:rsidRPr="00135E38">
        <w:rPr>
          <w:rFonts w:eastAsia="Calibri" w:cs="Times New Roman"/>
          <w:lang w:eastAsia="cs-CZ"/>
        </w:rPr>
        <w:t>.xlsx</w:t>
      </w:r>
    </w:p>
    <w:p w14:paraId="11FC1E85" w14:textId="77777777" w:rsidR="00664163" w:rsidRPr="00135E38" w:rsidRDefault="00664163" w:rsidP="00D5592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4C3688C" w14:textId="77777777" w:rsidR="00135E38" w:rsidRPr="00135E38" w:rsidRDefault="00135E38" w:rsidP="00D5592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30697A" w14:textId="77777777" w:rsidR="00135E38" w:rsidRPr="00135E38" w:rsidRDefault="00135E38" w:rsidP="00D5592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578E7BCE" w:rsidR="00664163" w:rsidRPr="00135E38" w:rsidRDefault="00664163" w:rsidP="00D5592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5E38">
        <w:rPr>
          <w:rFonts w:eastAsia="Calibri" w:cs="Times New Roman"/>
          <w:lang w:eastAsia="cs-CZ"/>
        </w:rPr>
        <w:t>V Olomouci dne</w:t>
      </w:r>
      <w:r w:rsidR="00135E38" w:rsidRPr="00135E38">
        <w:rPr>
          <w:rFonts w:eastAsia="Calibri" w:cs="Times New Roman"/>
          <w:lang w:eastAsia="cs-CZ"/>
        </w:rPr>
        <w:t xml:space="preserve"> 12. 11. 2024</w:t>
      </w:r>
    </w:p>
    <w:p w14:paraId="6F75BA64" w14:textId="77777777" w:rsidR="00664163" w:rsidRPr="00135E38" w:rsidRDefault="00664163" w:rsidP="00D5592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135E38" w:rsidRDefault="00664163" w:rsidP="00D5592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135E38" w:rsidRDefault="00664163" w:rsidP="00D55924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2C388816" w14:textId="77777777" w:rsidR="0037255E" w:rsidRPr="00135E38" w:rsidRDefault="0037255E" w:rsidP="00D55924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135E38" w:rsidRDefault="00664163" w:rsidP="00D55924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135E38" w:rsidRDefault="00664163" w:rsidP="00D55924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135E38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135E38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135E38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135E38" w:rsidRDefault="00664163" w:rsidP="00D55924">
      <w:pPr>
        <w:tabs>
          <w:tab w:val="center" w:pos="7300"/>
          <w:tab w:val="right" w:pos="9072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35E38">
        <w:rPr>
          <w:rFonts w:eastAsia="Times New Roman" w:cs="Times New Roman"/>
          <w:lang w:eastAsia="cs-CZ"/>
        </w:rPr>
        <w:t>ředitel organizační jednotky</w:t>
      </w:r>
      <w:r w:rsidRPr="00135E38">
        <w:rPr>
          <w:rFonts w:eastAsia="Times New Roman" w:cs="Times New Roman"/>
          <w:lang w:eastAsia="cs-CZ"/>
        </w:rPr>
        <w:tab/>
      </w:r>
    </w:p>
    <w:p w14:paraId="5DEDC136" w14:textId="77777777" w:rsidR="00664163" w:rsidRPr="00135E38" w:rsidRDefault="00664163" w:rsidP="00D55924">
      <w:pPr>
        <w:tabs>
          <w:tab w:val="center" w:pos="7300"/>
          <w:tab w:val="right" w:pos="9072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35E38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D5592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35E38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D55924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D55924">
      <w:pPr>
        <w:spacing w:before="120"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33184" w14:textId="77777777" w:rsidR="004826BC" w:rsidRDefault="004826BC" w:rsidP="00962258">
      <w:pPr>
        <w:spacing w:after="0" w:line="240" w:lineRule="auto"/>
      </w:pPr>
      <w:r>
        <w:separator/>
      </w:r>
    </w:p>
  </w:endnote>
  <w:endnote w:type="continuationSeparator" w:id="0">
    <w:p w14:paraId="5B1F7CEE" w14:textId="77777777" w:rsidR="004826BC" w:rsidRDefault="004826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3FCF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C53FCF" w:rsidRPr="00B8518B" w:rsidRDefault="00C53FC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C53FCF" w:rsidRDefault="00C53FC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C53FCF" w:rsidRDefault="00C53FCF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C53FCF" w:rsidRDefault="00C53FCF" w:rsidP="00D831A3">
          <w:pPr>
            <w:pStyle w:val="Zpat"/>
          </w:pPr>
        </w:p>
      </w:tc>
    </w:tr>
  </w:tbl>
  <w:p w14:paraId="4B4C89F7" w14:textId="77777777" w:rsidR="00C53FCF" w:rsidRPr="00B8518B" w:rsidRDefault="00C53FC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3FCF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C53FCF" w:rsidRPr="00B8518B" w:rsidRDefault="00C53FC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C53FCF" w:rsidRDefault="00C53FCF" w:rsidP="00CD59E5">
          <w:pPr>
            <w:pStyle w:val="Zpat"/>
          </w:pPr>
          <w:r>
            <w:t>Správa železnic, státní organizace</w:t>
          </w:r>
        </w:p>
        <w:p w14:paraId="18A64E1B" w14:textId="77777777" w:rsidR="00C53FCF" w:rsidRDefault="00C53FCF" w:rsidP="00CD59E5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C53FCF" w:rsidRDefault="00C53FCF" w:rsidP="00CD59E5">
          <w:pPr>
            <w:pStyle w:val="Zpat"/>
          </w:pPr>
          <w:r>
            <w:t>Sídlo: Dlážděná 1003/7, 110 00 Praha 1</w:t>
          </w:r>
        </w:p>
        <w:p w14:paraId="447ED75A" w14:textId="77777777" w:rsidR="00C53FCF" w:rsidRDefault="00C53FCF" w:rsidP="00CD59E5">
          <w:pPr>
            <w:pStyle w:val="Zpat"/>
          </w:pPr>
          <w:r>
            <w:t>IČO: 709 94 234 DIČ: CZ 709 94 234</w:t>
          </w:r>
        </w:p>
        <w:p w14:paraId="51186120" w14:textId="77777777" w:rsidR="00C53FCF" w:rsidRDefault="00C53FCF" w:rsidP="00CD59E5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C53FCF" w:rsidRPr="00D84AC6" w:rsidRDefault="00C53FCF" w:rsidP="00CD59E5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C53FCF" w:rsidRPr="00D84AC6" w:rsidRDefault="00C53FCF" w:rsidP="00CD59E5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C53FCF" w:rsidRPr="00D84AC6" w:rsidRDefault="00C53FCF" w:rsidP="00CD59E5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C53FCF" w:rsidRDefault="00C53FCF" w:rsidP="00CD59E5">
          <w:pPr>
            <w:pStyle w:val="Zpat"/>
          </w:pPr>
        </w:p>
      </w:tc>
    </w:tr>
  </w:tbl>
  <w:p w14:paraId="50E20CCC" w14:textId="77777777" w:rsidR="00C53FCF" w:rsidRPr="00B8518B" w:rsidRDefault="00C53FCF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C53FCF" w:rsidRPr="00460660" w:rsidRDefault="00C53FC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BA970" w14:textId="77777777" w:rsidR="004826BC" w:rsidRDefault="004826BC" w:rsidP="00962258">
      <w:pPr>
        <w:spacing w:after="0" w:line="240" w:lineRule="auto"/>
      </w:pPr>
      <w:r>
        <w:separator/>
      </w:r>
    </w:p>
  </w:footnote>
  <w:footnote w:type="continuationSeparator" w:id="0">
    <w:p w14:paraId="5E0D46D8" w14:textId="77777777" w:rsidR="004826BC" w:rsidRDefault="004826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3FCF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C53FCF" w:rsidRPr="00B8518B" w:rsidRDefault="00C53FC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C53FCF" w:rsidRDefault="00C53FC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C53FCF" w:rsidRPr="00D6163D" w:rsidRDefault="00C53FCF" w:rsidP="00D6163D">
          <w:pPr>
            <w:pStyle w:val="Druhdokumentu"/>
          </w:pPr>
        </w:p>
      </w:tc>
    </w:tr>
  </w:tbl>
  <w:p w14:paraId="755AA0FB" w14:textId="77777777" w:rsidR="00C53FCF" w:rsidRPr="00D6163D" w:rsidRDefault="00C53FC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3FCF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C53FCF" w:rsidRPr="00B8518B" w:rsidRDefault="00C53FCF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C53FCF" w:rsidRDefault="00C53FC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C53FCF" w:rsidRPr="00D6163D" w:rsidRDefault="00C53FCF" w:rsidP="00FC6389">
          <w:pPr>
            <w:pStyle w:val="Druhdokumentu"/>
          </w:pPr>
        </w:p>
      </w:tc>
    </w:tr>
    <w:tr w:rsidR="00C53FCF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C53FCF" w:rsidRPr="00B8518B" w:rsidRDefault="00C53FC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C53FCF" w:rsidRDefault="00C53FC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C53FCF" w:rsidRDefault="00C53FCF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C53FCF" w:rsidRPr="00D6163D" w:rsidRDefault="00C53FCF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C53FCF" w:rsidRPr="00460660" w:rsidRDefault="00C53FC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D703194"/>
    <w:multiLevelType w:val="hybridMultilevel"/>
    <w:tmpl w:val="8E803A2E"/>
    <w:lvl w:ilvl="0" w:tplc="04050017">
      <w:start w:val="1"/>
      <w:numFmt w:val="lowerLetter"/>
      <w:lvlText w:val="%1)"/>
      <w:lvlJc w:val="left"/>
      <w:pPr>
        <w:ind w:left="2708" w:hanging="360"/>
      </w:pPr>
    </w:lvl>
    <w:lvl w:ilvl="1" w:tplc="04050019" w:tentative="1">
      <w:start w:val="1"/>
      <w:numFmt w:val="lowerLetter"/>
      <w:lvlText w:val="%2."/>
      <w:lvlJc w:val="left"/>
      <w:pPr>
        <w:ind w:left="3428" w:hanging="360"/>
      </w:pPr>
    </w:lvl>
    <w:lvl w:ilvl="2" w:tplc="0405001B" w:tentative="1">
      <w:start w:val="1"/>
      <w:numFmt w:val="lowerRoman"/>
      <w:lvlText w:val="%3."/>
      <w:lvlJc w:val="right"/>
      <w:pPr>
        <w:ind w:left="4148" w:hanging="180"/>
      </w:pPr>
    </w:lvl>
    <w:lvl w:ilvl="3" w:tplc="0405000F" w:tentative="1">
      <w:start w:val="1"/>
      <w:numFmt w:val="decimal"/>
      <w:lvlText w:val="%4."/>
      <w:lvlJc w:val="left"/>
      <w:pPr>
        <w:ind w:left="4868" w:hanging="360"/>
      </w:pPr>
    </w:lvl>
    <w:lvl w:ilvl="4" w:tplc="04050019" w:tentative="1">
      <w:start w:val="1"/>
      <w:numFmt w:val="lowerLetter"/>
      <w:lvlText w:val="%5."/>
      <w:lvlJc w:val="left"/>
      <w:pPr>
        <w:ind w:left="5588" w:hanging="360"/>
      </w:pPr>
    </w:lvl>
    <w:lvl w:ilvl="5" w:tplc="0405001B" w:tentative="1">
      <w:start w:val="1"/>
      <w:numFmt w:val="lowerRoman"/>
      <w:lvlText w:val="%6."/>
      <w:lvlJc w:val="right"/>
      <w:pPr>
        <w:ind w:left="6308" w:hanging="180"/>
      </w:pPr>
    </w:lvl>
    <w:lvl w:ilvl="6" w:tplc="0405000F" w:tentative="1">
      <w:start w:val="1"/>
      <w:numFmt w:val="decimal"/>
      <w:lvlText w:val="%7."/>
      <w:lvlJc w:val="left"/>
      <w:pPr>
        <w:ind w:left="7028" w:hanging="360"/>
      </w:pPr>
    </w:lvl>
    <w:lvl w:ilvl="7" w:tplc="04050019" w:tentative="1">
      <w:start w:val="1"/>
      <w:numFmt w:val="lowerLetter"/>
      <w:lvlText w:val="%8."/>
      <w:lvlJc w:val="left"/>
      <w:pPr>
        <w:ind w:left="7748" w:hanging="360"/>
      </w:pPr>
    </w:lvl>
    <w:lvl w:ilvl="8" w:tplc="040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DAF2DB9"/>
    <w:multiLevelType w:val="hybridMultilevel"/>
    <w:tmpl w:val="BCF2403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4EA73255"/>
    <w:multiLevelType w:val="hybridMultilevel"/>
    <w:tmpl w:val="11E27508"/>
    <w:lvl w:ilvl="0" w:tplc="1B96B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5516F79"/>
    <w:multiLevelType w:val="hybridMultilevel"/>
    <w:tmpl w:val="AB1CE1C4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36719351">
    <w:abstractNumId w:val="3"/>
  </w:num>
  <w:num w:numId="2" w16cid:durableId="2072969952">
    <w:abstractNumId w:val="1"/>
  </w:num>
  <w:num w:numId="3" w16cid:durableId="964166301">
    <w:abstractNumId w:val="4"/>
  </w:num>
  <w:num w:numId="4" w16cid:durableId="1259171720">
    <w:abstractNumId w:val="9"/>
  </w:num>
  <w:num w:numId="5" w16cid:durableId="596669577">
    <w:abstractNumId w:val="0"/>
  </w:num>
  <w:num w:numId="6" w16cid:durableId="1002077355">
    <w:abstractNumId w:val="7"/>
  </w:num>
  <w:num w:numId="7" w16cid:durableId="892085856">
    <w:abstractNumId w:val="6"/>
  </w:num>
  <w:num w:numId="8" w16cid:durableId="771317166">
    <w:abstractNumId w:val="8"/>
  </w:num>
  <w:num w:numId="9" w16cid:durableId="431125308">
    <w:abstractNumId w:val="2"/>
  </w:num>
  <w:num w:numId="10" w16cid:durableId="2039039298">
    <w:abstractNumId w:val="5"/>
  </w:num>
  <w:num w:numId="11" w16cid:durableId="72595409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00A8"/>
    <w:rsid w:val="00033432"/>
    <w:rsid w:val="000335CC"/>
    <w:rsid w:val="00040917"/>
    <w:rsid w:val="000425CB"/>
    <w:rsid w:val="00066116"/>
    <w:rsid w:val="00072C1E"/>
    <w:rsid w:val="00091ED2"/>
    <w:rsid w:val="000B3A82"/>
    <w:rsid w:val="000B6C7E"/>
    <w:rsid w:val="000B7907"/>
    <w:rsid w:val="000C0429"/>
    <w:rsid w:val="000C45E8"/>
    <w:rsid w:val="00114472"/>
    <w:rsid w:val="001267E4"/>
    <w:rsid w:val="00135E38"/>
    <w:rsid w:val="00146EF8"/>
    <w:rsid w:val="00170EC5"/>
    <w:rsid w:val="001747C1"/>
    <w:rsid w:val="0018596A"/>
    <w:rsid w:val="001B69C2"/>
    <w:rsid w:val="001C0498"/>
    <w:rsid w:val="001C4DA0"/>
    <w:rsid w:val="001C68CC"/>
    <w:rsid w:val="00207DF5"/>
    <w:rsid w:val="0023618B"/>
    <w:rsid w:val="00267369"/>
    <w:rsid w:val="0026785D"/>
    <w:rsid w:val="00273CE2"/>
    <w:rsid w:val="00296D39"/>
    <w:rsid w:val="002A59FE"/>
    <w:rsid w:val="002A5D4B"/>
    <w:rsid w:val="002C31BF"/>
    <w:rsid w:val="002E0CD7"/>
    <w:rsid w:val="002F026B"/>
    <w:rsid w:val="003245C0"/>
    <w:rsid w:val="00335122"/>
    <w:rsid w:val="00335732"/>
    <w:rsid w:val="00357BC6"/>
    <w:rsid w:val="0037111D"/>
    <w:rsid w:val="0037255E"/>
    <w:rsid w:val="003756B9"/>
    <w:rsid w:val="00384407"/>
    <w:rsid w:val="003956C6"/>
    <w:rsid w:val="003D5873"/>
    <w:rsid w:val="003E2E9B"/>
    <w:rsid w:val="003E6B9A"/>
    <w:rsid w:val="003E75CE"/>
    <w:rsid w:val="003E768C"/>
    <w:rsid w:val="0041380F"/>
    <w:rsid w:val="004335F4"/>
    <w:rsid w:val="00450F07"/>
    <w:rsid w:val="00453CD3"/>
    <w:rsid w:val="00455BC7"/>
    <w:rsid w:val="00460660"/>
    <w:rsid w:val="00460CCB"/>
    <w:rsid w:val="0047661F"/>
    <w:rsid w:val="00477370"/>
    <w:rsid w:val="00477DAD"/>
    <w:rsid w:val="004826BC"/>
    <w:rsid w:val="00486107"/>
    <w:rsid w:val="00491827"/>
    <w:rsid w:val="004926B0"/>
    <w:rsid w:val="004A0F75"/>
    <w:rsid w:val="004A7C69"/>
    <w:rsid w:val="004B7AC5"/>
    <w:rsid w:val="004C3BBB"/>
    <w:rsid w:val="004C4399"/>
    <w:rsid w:val="004C69ED"/>
    <w:rsid w:val="004C787C"/>
    <w:rsid w:val="004D32B1"/>
    <w:rsid w:val="004F4B9B"/>
    <w:rsid w:val="00501654"/>
    <w:rsid w:val="00511AB9"/>
    <w:rsid w:val="00523EA7"/>
    <w:rsid w:val="00542527"/>
    <w:rsid w:val="00551D1F"/>
    <w:rsid w:val="00553375"/>
    <w:rsid w:val="005644EF"/>
    <w:rsid w:val="005656FE"/>
    <w:rsid w:val="005658A6"/>
    <w:rsid w:val="005720E7"/>
    <w:rsid w:val="005722BB"/>
    <w:rsid w:val="005736B7"/>
    <w:rsid w:val="00575E5A"/>
    <w:rsid w:val="00584E2A"/>
    <w:rsid w:val="00596C7E"/>
    <w:rsid w:val="005A1005"/>
    <w:rsid w:val="005A5F24"/>
    <w:rsid w:val="005A64E9"/>
    <w:rsid w:val="005B5EE9"/>
    <w:rsid w:val="005C663F"/>
    <w:rsid w:val="006104F6"/>
    <w:rsid w:val="0061068E"/>
    <w:rsid w:val="00626019"/>
    <w:rsid w:val="00630DC6"/>
    <w:rsid w:val="006545B5"/>
    <w:rsid w:val="00660AD3"/>
    <w:rsid w:val="00664163"/>
    <w:rsid w:val="00680E1B"/>
    <w:rsid w:val="006810AC"/>
    <w:rsid w:val="00687916"/>
    <w:rsid w:val="006A5570"/>
    <w:rsid w:val="006A689C"/>
    <w:rsid w:val="006B3D79"/>
    <w:rsid w:val="006B3F47"/>
    <w:rsid w:val="006B7D49"/>
    <w:rsid w:val="006E0578"/>
    <w:rsid w:val="006E314D"/>
    <w:rsid w:val="006E35DE"/>
    <w:rsid w:val="006E7F06"/>
    <w:rsid w:val="006F4A50"/>
    <w:rsid w:val="007074D8"/>
    <w:rsid w:val="00710723"/>
    <w:rsid w:val="00712ED1"/>
    <w:rsid w:val="00721C55"/>
    <w:rsid w:val="00723ED1"/>
    <w:rsid w:val="00735ED4"/>
    <w:rsid w:val="00743525"/>
    <w:rsid w:val="00743574"/>
    <w:rsid w:val="00743CBD"/>
    <w:rsid w:val="007460C0"/>
    <w:rsid w:val="007531A0"/>
    <w:rsid w:val="00753DC9"/>
    <w:rsid w:val="0075424C"/>
    <w:rsid w:val="0076286B"/>
    <w:rsid w:val="00764595"/>
    <w:rsid w:val="00766846"/>
    <w:rsid w:val="0077673A"/>
    <w:rsid w:val="007846E1"/>
    <w:rsid w:val="007975F1"/>
    <w:rsid w:val="007A0EFE"/>
    <w:rsid w:val="007B570C"/>
    <w:rsid w:val="007C3085"/>
    <w:rsid w:val="007D776E"/>
    <w:rsid w:val="007E4A6E"/>
    <w:rsid w:val="007F56A7"/>
    <w:rsid w:val="007F626E"/>
    <w:rsid w:val="00802D07"/>
    <w:rsid w:val="00807DD0"/>
    <w:rsid w:val="00813F11"/>
    <w:rsid w:val="00830FB9"/>
    <w:rsid w:val="0084180B"/>
    <w:rsid w:val="00842C9B"/>
    <w:rsid w:val="0087146D"/>
    <w:rsid w:val="008725FB"/>
    <w:rsid w:val="008841FB"/>
    <w:rsid w:val="0088472C"/>
    <w:rsid w:val="00891334"/>
    <w:rsid w:val="008A3568"/>
    <w:rsid w:val="008C73C6"/>
    <w:rsid w:val="008D03B9"/>
    <w:rsid w:val="008E73CD"/>
    <w:rsid w:val="008F18D6"/>
    <w:rsid w:val="00903B87"/>
    <w:rsid w:val="00904780"/>
    <w:rsid w:val="00907688"/>
    <w:rsid w:val="009113A8"/>
    <w:rsid w:val="00922385"/>
    <w:rsid w:val="009223DF"/>
    <w:rsid w:val="00934DC3"/>
    <w:rsid w:val="00936091"/>
    <w:rsid w:val="00940D8A"/>
    <w:rsid w:val="0095327E"/>
    <w:rsid w:val="00953B1A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E55C6"/>
    <w:rsid w:val="009E59AD"/>
    <w:rsid w:val="009F392E"/>
    <w:rsid w:val="00A21BD5"/>
    <w:rsid w:val="00A44328"/>
    <w:rsid w:val="00A509D7"/>
    <w:rsid w:val="00A6177B"/>
    <w:rsid w:val="00A66136"/>
    <w:rsid w:val="00A70946"/>
    <w:rsid w:val="00A943B5"/>
    <w:rsid w:val="00A9754B"/>
    <w:rsid w:val="00AA4CBB"/>
    <w:rsid w:val="00AA5BCE"/>
    <w:rsid w:val="00AA65FA"/>
    <w:rsid w:val="00AA6DB3"/>
    <w:rsid w:val="00AA7351"/>
    <w:rsid w:val="00AC56A4"/>
    <w:rsid w:val="00AD056F"/>
    <w:rsid w:val="00AD2773"/>
    <w:rsid w:val="00AD6731"/>
    <w:rsid w:val="00AE1DDE"/>
    <w:rsid w:val="00B15879"/>
    <w:rsid w:val="00B15B5E"/>
    <w:rsid w:val="00B15D0D"/>
    <w:rsid w:val="00B21358"/>
    <w:rsid w:val="00B23CA3"/>
    <w:rsid w:val="00B3491A"/>
    <w:rsid w:val="00B45E9E"/>
    <w:rsid w:val="00B46424"/>
    <w:rsid w:val="00B55F9C"/>
    <w:rsid w:val="00B75EE1"/>
    <w:rsid w:val="00B77481"/>
    <w:rsid w:val="00B8518B"/>
    <w:rsid w:val="00BB3740"/>
    <w:rsid w:val="00BC11EC"/>
    <w:rsid w:val="00BD5319"/>
    <w:rsid w:val="00BD7E91"/>
    <w:rsid w:val="00BF374D"/>
    <w:rsid w:val="00BF6D48"/>
    <w:rsid w:val="00C01F6A"/>
    <w:rsid w:val="00C02D0A"/>
    <w:rsid w:val="00C03A6E"/>
    <w:rsid w:val="00C10532"/>
    <w:rsid w:val="00C30759"/>
    <w:rsid w:val="00C43644"/>
    <w:rsid w:val="00C44CE5"/>
    <w:rsid w:val="00C44F6A"/>
    <w:rsid w:val="00C45E59"/>
    <w:rsid w:val="00C53FCF"/>
    <w:rsid w:val="00C727E5"/>
    <w:rsid w:val="00C80A13"/>
    <w:rsid w:val="00C80EA8"/>
    <w:rsid w:val="00C8207D"/>
    <w:rsid w:val="00C83B90"/>
    <w:rsid w:val="00C8690E"/>
    <w:rsid w:val="00CB7B5A"/>
    <w:rsid w:val="00CC1E2B"/>
    <w:rsid w:val="00CC234C"/>
    <w:rsid w:val="00CD1FC4"/>
    <w:rsid w:val="00CD59E5"/>
    <w:rsid w:val="00CE1ED7"/>
    <w:rsid w:val="00CE371D"/>
    <w:rsid w:val="00D0236C"/>
    <w:rsid w:val="00D02A4D"/>
    <w:rsid w:val="00D21061"/>
    <w:rsid w:val="00D23027"/>
    <w:rsid w:val="00D316A7"/>
    <w:rsid w:val="00D4108E"/>
    <w:rsid w:val="00D46214"/>
    <w:rsid w:val="00D548C8"/>
    <w:rsid w:val="00D55924"/>
    <w:rsid w:val="00D6163D"/>
    <w:rsid w:val="00D63009"/>
    <w:rsid w:val="00D831A3"/>
    <w:rsid w:val="00D902AD"/>
    <w:rsid w:val="00D93E8D"/>
    <w:rsid w:val="00D9490A"/>
    <w:rsid w:val="00DA6FFE"/>
    <w:rsid w:val="00DC3110"/>
    <w:rsid w:val="00DD46F3"/>
    <w:rsid w:val="00DD4877"/>
    <w:rsid w:val="00DD58A6"/>
    <w:rsid w:val="00DE56F2"/>
    <w:rsid w:val="00DF116D"/>
    <w:rsid w:val="00E06180"/>
    <w:rsid w:val="00E06AD1"/>
    <w:rsid w:val="00E10710"/>
    <w:rsid w:val="00E22122"/>
    <w:rsid w:val="00E824F1"/>
    <w:rsid w:val="00E87C6E"/>
    <w:rsid w:val="00E90409"/>
    <w:rsid w:val="00E9273D"/>
    <w:rsid w:val="00E9347D"/>
    <w:rsid w:val="00E94ED7"/>
    <w:rsid w:val="00EA566D"/>
    <w:rsid w:val="00EB104F"/>
    <w:rsid w:val="00ED0A1D"/>
    <w:rsid w:val="00ED14BD"/>
    <w:rsid w:val="00EE1EE5"/>
    <w:rsid w:val="00F01440"/>
    <w:rsid w:val="00F12DEC"/>
    <w:rsid w:val="00F1715C"/>
    <w:rsid w:val="00F242E4"/>
    <w:rsid w:val="00F310F8"/>
    <w:rsid w:val="00F35939"/>
    <w:rsid w:val="00F35EBB"/>
    <w:rsid w:val="00F45607"/>
    <w:rsid w:val="00F64786"/>
    <w:rsid w:val="00F659EB"/>
    <w:rsid w:val="00F804A7"/>
    <w:rsid w:val="00F8318E"/>
    <w:rsid w:val="00F862D6"/>
    <w:rsid w:val="00F86BA6"/>
    <w:rsid w:val="00FC3C36"/>
    <w:rsid w:val="00FC4B86"/>
    <w:rsid w:val="00FC6389"/>
    <w:rsid w:val="00FC66F3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6DB3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040917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60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0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1.jpg@01DA0342.FEAB8770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vz.nipez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6FCA5C-03D2-4C6B-9033-66D53B97C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12</Pages>
  <Words>3839</Words>
  <Characters>22651</Characters>
  <Application>Microsoft Office Word</Application>
  <DocSecurity>0</DocSecurity>
  <Lines>188</Lines>
  <Paragraphs>52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</cp:revision>
  <cp:lastPrinted>2019-02-22T13:28:00Z</cp:lastPrinted>
  <dcterms:created xsi:type="dcterms:W3CDTF">2024-11-12T12:44:00Z</dcterms:created>
  <dcterms:modified xsi:type="dcterms:W3CDTF">2024-11-12T12:44:00Z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